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B5F" w:rsidRPr="002336CA" w:rsidRDefault="002A3B5F" w:rsidP="00F77154">
      <w:pPr>
        <w:shd w:val="clear" w:color="auto" w:fill="FFFFFF"/>
        <w:jc w:val="center"/>
        <w:rPr>
          <w:sz w:val="2"/>
          <w:szCs w:val="2"/>
        </w:rPr>
      </w:pPr>
      <w:bookmarkStart w:id="0" w:name="OLE_LINK3"/>
    </w:p>
    <w:p w:rsidR="002A3B5F" w:rsidRPr="002336CA" w:rsidRDefault="002A3B5F" w:rsidP="00F77154">
      <w:pPr>
        <w:shd w:val="clear" w:color="auto" w:fill="FFFFFF"/>
        <w:jc w:val="center"/>
        <w:rPr>
          <w:sz w:val="2"/>
          <w:szCs w:val="2"/>
        </w:rPr>
      </w:pPr>
    </w:p>
    <w:bookmarkEnd w:id="0"/>
    <w:p w:rsidR="002A3B5F" w:rsidRPr="00F81760" w:rsidRDefault="002A3B5F" w:rsidP="00371286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99752C">
        <w:rPr>
          <w:rFonts w:ascii="Times New Roman" w:hAnsi="Times New Roman"/>
          <w:b/>
          <w:noProof/>
          <w:sz w:val="40"/>
          <w:szCs w:val="4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Описание: Shil_grb" style="width:63pt;height:72.75pt;visibility:visible">
            <v:imagedata r:id="rId7" o:title=""/>
          </v:shape>
        </w:pict>
      </w:r>
    </w:p>
    <w:p w:rsidR="002A3B5F" w:rsidRPr="00046F71" w:rsidRDefault="002A3B5F" w:rsidP="00371286">
      <w:pPr>
        <w:ind w:left="-567"/>
        <w:jc w:val="center"/>
        <w:rPr>
          <w:b/>
          <w:sz w:val="28"/>
          <w:szCs w:val="28"/>
        </w:rPr>
      </w:pPr>
      <w:r w:rsidRPr="00046F71">
        <w:rPr>
          <w:b/>
          <w:sz w:val="28"/>
          <w:szCs w:val="28"/>
        </w:rPr>
        <w:t xml:space="preserve">СОВЕТ МУНИЦИПАЛЬНОГО РАЙОНА «ШИЛКИНСКИЙ РАЙОН» </w:t>
      </w:r>
    </w:p>
    <w:p w:rsidR="002A3B5F" w:rsidRPr="00046F71" w:rsidRDefault="002A3B5F" w:rsidP="00371286">
      <w:pPr>
        <w:jc w:val="center"/>
        <w:rPr>
          <w:b/>
          <w:sz w:val="28"/>
          <w:szCs w:val="28"/>
        </w:rPr>
      </w:pPr>
    </w:p>
    <w:p w:rsidR="002A3B5F" w:rsidRPr="00046F71" w:rsidRDefault="002A3B5F" w:rsidP="00371286">
      <w:pPr>
        <w:jc w:val="center"/>
        <w:rPr>
          <w:b/>
          <w:sz w:val="28"/>
          <w:szCs w:val="28"/>
        </w:rPr>
      </w:pPr>
      <w:r w:rsidRPr="00046F71">
        <w:rPr>
          <w:b/>
          <w:sz w:val="28"/>
          <w:szCs w:val="28"/>
        </w:rPr>
        <w:t>Р Е Ш Е Н И Е</w:t>
      </w:r>
    </w:p>
    <w:p w:rsidR="002A3B5F" w:rsidRPr="00046F71" w:rsidRDefault="002A3B5F" w:rsidP="00371286">
      <w:pPr>
        <w:pStyle w:val="Title0"/>
        <w:ind w:firstLine="0"/>
        <w:jc w:val="left"/>
        <w:rPr>
          <w:szCs w:val="28"/>
        </w:rPr>
      </w:pPr>
    </w:p>
    <w:p w:rsidR="002A3B5F" w:rsidRPr="00223DB4" w:rsidRDefault="002A3B5F" w:rsidP="00371286">
      <w:pPr>
        <w:tabs>
          <w:tab w:val="left" w:pos="0"/>
          <w:tab w:val="left" w:pos="4606"/>
        </w:tabs>
        <w:jc w:val="center"/>
        <w:rPr>
          <w:spacing w:val="80"/>
          <w:sz w:val="28"/>
          <w:szCs w:val="28"/>
        </w:rPr>
      </w:pPr>
    </w:p>
    <w:p w:rsidR="002A3B5F" w:rsidRPr="00223DB4" w:rsidRDefault="002A3B5F" w:rsidP="00371286">
      <w:pPr>
        <w:tabs>
          <w:tab w:val="left" w:pos="0"/>
          <w:tab w:val="left" w:pos="4606"/>
        </w:tabs>
        <w:jc w:val="center"/>
        <w:rPr>
          <w:sz w:val="28"/>
          <w:szCs w:val="28"/>
        </w:rPr>
      </w:pPr>
      <w:r w:rsidRPr="00223DB4">
        <w:rPr>
          <w:sz w:val="28"/>
          <w:szCs w:val="28"/>
        </w:rPr>
        <w:t>_________ 201</w:t>
      </w:r>
      <w:r>
        <w:rPr>
          <w:sz w:val="28"/>
          <w:szCs w:val="28"/>
        </w:rPr>
        <w:t>8</w:t>
      </w:r>
      <w:r w:rsidRPr="00223DB4">
        <w:rPr>
          <w:sz w:val="28"/>
          <w:szCs w:val="28"/>
        </w:rPr>
        <w:t xml:space="preserve"> года</w:t>
      </w:r>
      <w:r w:rsidRPr="00223DB4">
        <w:rPr>
          <w:sz w:val="28"/>
          <w:szCs w:val="28"/>
        </w:rPr>
        <w:tab/>
      </w:r>
      <w:r w:rsidRPr="00223DB4">
        <w:rPr>
          <w:sz w:val="28"/>
          <w:szCs w:val="28"/>
        </w:rPr>
        <w:tab/>
      </w:r>
      <w:r w:rsidRPr="00223DB4">
        <w:rPr>
          <w:sz w:val="28"/>
          <w:szCs w:val="28"/>
        </w:rPr>
        <w:tab/>
      </w:r>
      <w:r w:rsidRPr="00223DB4">
        <w:rPr>
          <w:sz w:val="28"/>
          <w:szCs w:val="28"/>
        </w:rPr>
        <w:tab/>
      </w:r>
      <w:r w:rsidRPr="00223DB4">
        <w:rPr>
          <w:sz w:val="28"/>
          <w:szCs w:val="28"/>
        </w:rPr>
        <w:tab/>
      </w:r>
      <w:r w:rsidRPr="00223DB4">
        <w:rPr>
          <w:sz w:val="28"/>
          <w:szCs w:val="28"/>
        </w:rPr>
        <w:tab/>
        <w:t>№ _____</w:t>
      </w:r>
    </w:p>
    <w:p w:rsidR="002A3B5F" w:rsidRPr="00223DB4" w:rsidRDefault="002A3B5F" w:rsidP="00371286">
      <w:pPr>
        <w:jc w:val="center"/>
        <w:rPr>
          <w:spacing w:val="80"/>
          <w:sz w:val="28"/>
          <w:szCs w:val="28"/>
        </w:rPr>
      </w:pPr>
    </w:p>
    <w:p w:rsidR="002A3B5F" w:rsidRPr="00223DB4" w:rsidRDefault="002A3B5F" w:rsidP="00371286">
      <w:pPr>
        <w:jc w:val="center"/>
        <w:rPr>
          <w:sz w:val="28"/>
          <w:szCs w:val="28"/>
        </w:rPr>
      </w:pPr>
      <w:r w:rsidRPr="00223DB4">
        <w:rPr>
          <w:sz w:val="28"/>
          <w:szCs w:val="28"/>
        </w:rPr>
        <w:t>г.Шилка</w:t>
      </w:r>
    </w:p>
    <w:p w:rsidR="002A3B5F" w:rsidRPr="00223DB4" w:rsidRDefault="002A3B5F" w:rsidP="00371286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A3B5F" w:rsidRDefault="002A3B5F" w:rsidP="00371286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A3B5F" w:rsidRDefault="002A3B5F" w:rsidP="00371286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A3B5F" w:rsidRPr="00E41AAA" w:rsidRDefault="002A3B5F" w:rsidP="002A7F34">
      <w:pPr>
        <w:pStyle w:val="ConsPlusTitle"/>
        <w:widowControl/>
        <w:suppressAutoHyphens/>
        <w:spacing w:line="240" w:lineRule="atLeas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2A3B5F" w:rsidRPr="002C5123" w:rsidRDefault="002A3B5F" w:rsidP="002A7F34">
      <w:pPr>
        <w:suppressAutoHyphens/>
        <w:spacing w:line="240" w:lineRule="atLeast"/>
        <w:ind w:firstLine="709"/>
        <w:rPr>
          <w:sz w:val="32"/>
          <w:szCs w:val="32"/>
        </w:rPr>
      </w:pPr>
    </w:p>
    <w:p w:rsidR="002A3B5F" w:rsidRDefault="002A3B5F" w:rsidP="002A7F34">
      <w:pPr>
        <w:pStyle w:val="Heading2"/>
        <w:spacing w:line="240" w:lineRule="atLeast"/>
        <w:rPr>
          <w:rFonts w:ascii="Times New Roman" w:hAnsi="Times New Roman" w:cs="Times New Roman"/>
          <w:iCs w:val="0"/>
          <w:kern w:val="28"/>
          <w:sz w:val="32"/>
          <w:szCs w:val="32"/>
        </w:rPr>
      </w:pPr>
      <w:r w:rsidRPr="002C5123">
        <w:rPr>
          <w:rFonts w:ascii="Times New Roman" w:hAnsi="Times New Roman" w:cs="Times New Roman"/>
          <w:iCs w:val="0"/>
          <w:kern w:val="28"/>
          <w:sz w:val="32"/>
          <w:szCs w:val="32"/>
        </w:rPr>
        <w:t xml:space="preserve">Об утверждении положения об инвестиционном уполномоченном </w:t>
      </w:r>
      <w:r>
        <w:rPr>
          <w:rFonts w:ascii="Times New Roman" w:hAnsi="Times New Roman" w:cs="Times New Roman"/>
          <w:iCs w:val="0"/>
          <w:kern w:val="28"/>
          <w:sz w:val="32"/>
          <w:szCs w:val="32"/>
        </w:rPr>
        <w:t xml:space="preserve">в </w:t>
      </w:r>
      <w:r w:rsidRPr="002C5123">
        <w:rPr>
          <w:rFonts w:ascii="Times New Roman" w:hAnsi="Times New Roman" w:cs="Times New Roman"/>
          <w:iCs w:val="0"/>
          <w:kern w:val="28"/>
          <w:sz w:val="32"/>
          <w:szCs w:val="32"/>
        </w:rPr>
        <w:t>муниципально</w:t>
      </w:r>
      <w:r>
        <w:rPr>
          <w:rFonts w:ascii="Times New Roman" w:hAnsi="Times New Roman" w:cs="Times New Roman"/>
          <w:iCs w:val="0"/>
          <w:kern w:val="28"/>
          <w:sz w:val="32"/>
          <w:szCs w:val="32"/>
        </w:rPr>
        <w:t>м</w:t>
      </w:r>
      <w:r w:rsidRPr="002C5123">
        <w:rPr>
          <w:rFonts w:ascii="Times New Roman" w:hAnsi="Times New Roman" w:cs="Times New Roman"/>
          <w:iCs w:val="0"/>
          <w:kern w:val="28"/>
          <w:sz w:val="32"/>
          <w:szCs w:val="32"/>
        </w:rPr>
        <w:t xml:space="preserve"> район</w:t>
      </w:r>
      <w:r>
        <w:rPr>
          <w:rFonts w:ascii="Times New Roman" w:hAnsi="Times New Roman" w:cs="Times New Roman"/>
          <w:iCs w:val="0"/>
          <w:kern w:val="28"/>
          <w:sz w:val="32"/>
          <w:szCs w:val="32"/>
        </w:rPr>
        <w:t>е</w:t>
      </w:r>
    </w:p>
    <w:p w:rsidR="002A3B5F" w:rsidRPr="002C5123" w:rsidRDefault="002A3B5F" w:rsidP="002A7F34">
      <w:pPr>
        <w:pStyle w:val="Heading2"/>
        <w:spacing w:line="240" w:lineRule="atLeast"/>
        <w:rPr>
          <w:rFonts w:ascii="Times New Roman" w:hAnsi="Times New Roman" w:cs="Times New Roman"/>
          <w:iCs w:val="0"/>
          <w:kern w:val="28"/>
          <w:sz w:val="32"/>
          <w:szCs w:val="32"/>
        </w:rPr>
      </w:pPr>
      <w:r>
        <w:rPr>
          <w:rFonts w:ascii="Times New Roman" w:hAnsi="Times New Roman" w:cs="Times New Roman"/>
          <w:iCs w:val="0"/>
          <w:kern w:val="2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«Шилкинский район»</w:t>
      </w:r>
    </w:p>
    <w:p w:rsidR="002A3B5F" w:rsidRPr="00E41AAA" w:rsidRDefault="002A3B5F" w:rsidP="002A7F34">
      <w:pPr>
        <w:pStyle w:val="Heading2"/>
        <w:rPr>
          <w:rFonts w:ascii="Times New Roman" w:hAnsi="Times New Roman" w:cs="Times New Roman"/>
          <w:sz w:val="26"/>
          <w:szCs w:val="26"/>
        </w:rPr>
      </w:pPr>
    </w:p>
    <w:p w:rsidR="002A3B5F" w:rsidRPr="00E41AAA" w:rsidRDefault="002A3B5F" w:rsidP="00F80C86">
      <w:pPr>
        <w:pStyle w:val="Heading2"/>
        <w:ind w:firstLine="0"/>
        <w:rPr>
          <w:rFonts w:ascii="Times New Roman" w:hAnsi="Times New Roman" w:cs="Times New Roman"/>
          <w:sz w:val="26"/>
          <w:szCs w:val="26"/>
        </w:rPr>
      </w:pPr>
    </w:p>
    <w:p w:rsidR="002A3B5F" w:rsidRPr="00E46DB8" w:rsidRDefault="002A3B5F" w:rsidP="00F80C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6DB8">
        <w:rPr>
          <w:sz w:val="28"/>
          <w:szCs w:val="28"/>
        </w:rPr>
        <w:t xml:space="preserve">В целях </w:t>
      </w:r>
      <w:r>
        <w:rPr>
          <w:sz w:val="28"/>
          <w:szCs w:val="28"/>
        </w:rPr>
        <w:t xml:space="preserve">создания благоприятных условий для привлечения инвестицийи реализации инвестиционных проектов на территории муниципального района «Шилкинский район», </w:t>
      </w:r>
      <w:r w:rsidRPr="00E46DB8">
        <w:rPr>
          <w:sz w:val="28"/>
          <w:szCs w:val="28"/>
        </w:rPr>
        <w:t>в соответствии с Фед</w:t>
      </w:r>
      <w:r>
        <w:rPr>
          <w:sz w:val="28"/>
          <w:szCs w:val="28"/>
        </w:rPr>
        <w:t xml:space="preserve">еральным законом от 6 октября 2003 года № </w:t>
      </w:r>
      <w:r w:rsidRPr="00E46DB8">
        <w:rPr>
          <w:sz w:val="28"/>
          <w:szCs w:val="28"/>
        </w:rPr>
        <w:t xml:space="preserve">131-ФЗ </w:t>
      </w:r>
      <w:r>
        <w:rPr>
          <w:sz w:val="28"/>
          <w:szCs w:val="28"/>
        </w:rPr>
        <w:t>«</w:t>
      </w:r>
      <w:r w:rsidRPr="00E46DB8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E46DB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Федеральным законом от 25 февраля 1999 года № 39-ФЗ «Об инвестиционной деятельности в Российской Федерации, осуществляемой в форме капитальных вложений», </w:t>
      </w:r>
      <w:r w:rsidRPr="00E46DB8">
        <w:rPr>
          <w:sz w:val="28"/>
          <w:szCs w:val="28"/>
        </w:rPr>
        <w:t xml:space="preserve">на основании Устава муниципального </w:t>
      </w:r>
      <w:r>
        <w:rPr>
          <w:sz w:val="28"/>
          <w:szCs w:val="28"/>
        </w:rPr>
        <w:t>района «Шилкинский район» Совет</w:t>
      </w:r>
      <w:r w:rsidRPr="00E46DB8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района «Шилкинский район» </w:t>
      </w:r>
      <w:r w:rsidRPr="00F80C86">
        <w:rPr>
          <w:b/>
          <w:sz w:val="28"/>
          <w:szCs w:val="28"/>
        </w:rPr>
        <w:t>решил</w:t>
      </w:r>
      <w:r w:rsidRPr="00E46DB8">
        <w:rPr>
          <w:sz w:val="28"/>
          <w:szCs w:val="28"/>
        </w:rPr>
        <w:t>:</w:t>
      </w:r>
    </w:p>
    <w:p w:rsidR="002A3B5F" w:rsidRPr="00E46DB8" w:rsidRDefault="002A3B5F" w:rsidP="002A7F34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E46DB8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прилагаемое </w:t>
      </w:r>
      <w:r w:rsidRPr="00E46DB8">
        <w:rPr>
          <w:sz w:val="28"/>
          <w:szCs w:val="28"/>
        </w:rPr>
        <w:t>Положение об инвестиционном</w:t>
      </w:r>
      <w:r>
        <w:rPr>
          <w:sz w:val="28"/>
          <w:szCs w:val="28"/>
        </w:rPr>
        <w:t xml:space="preserve"> </w:t>
      </w:r>
      <w:r w:rsidRPr="00E46DB8">
        <w:rPr>
          <w:sz w:val="28"/>
          <w:szCs w:val="28"/>
        </w:rPr>
        <w:t>уполномоченном</w:t>
      </w:r>
      <w:r>
        <w:rPr>
          <w:sz w:val="28"/>
          <w:szCs w:val="28"/>
        </w:rPr>
        <w:t xml:space="preserve"> в </w:t>
      </w:r>
      <w:r w:rsidRPr="00E46DB8">
        <w:rPr>
          <w:sz w:val="28"/>
          <w:szCs w:val="28"/>
        </w:rPr>
        <w:t>муниципально</w:t>
      </w:r>
      <w:r>
        <w:rPr>
          <w:sz w:val="28"/>
          <w:szCs w:val="28"/>
        </w:rPr>
        <w:t>м районе «Шилкинский район»</w:t>
      </w:r>
      <w:r w:rsidRPr="00E46DB8">
        <w:rPr>
          <w:sz w:val="28"/>
          <w:szCs w:val="28"/>
        </w:rPr>
        <w:t>.</w:t>
      </w:r>
    </w:p>
    <w:p w:rsidR="002A3B5F" w:rsidRPr="00330F1B" w:rsidRDefault="002A3B5F" w:rsidP="00371286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4013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4013D">
        <w:rPr>
          <w:sz w:val="28"/>
          <w:szCs w:val="28"/>
        </w:rPr>
        <w:t xml:space="preserve">Настоящее решение опубликовать (обнародовать) </w:t>
      </w:r>
      <w:r w:rsidRPr="00330F1B">
        <w:rPr>
          <w:sz w:val="28"/>
          <w:szCs w:val="28"/>
        </w:rPr>
        <w:t xml:space="preserve">на официальном   портале муниципального района «Шилкинский район» </w:t>
      </w:r>
      <w:r w:rsidRPr="00330F1B">
        <w:rPr>
          <w:sz w:val="28"/>
          <w:szCs w:val="28"/>
          <w:u w:val="single"/>
        </w:rPr>
        <w:t>«</w:t>
      </w:r>
      <w:r w:rsidRPr="00330F1B">
        <w:rPr>
          <w:sz w:val="28"/>
          <w:szCs w:val="28"/>
          <w:u w:val="single"/>
          <w:lang w:val="en-US"/>
        </w:rPr>
        <w:t>www</w:t>
      </w:r>
      <w:r w:rsidRPr="00330F1B">
        <w:rPr>
          <w:sz w:val="28"/>
          <w:szCs w:val="28"/>
          <w:u w:val="single"/>
        </w:rPr>
        <w:t>.шилкинский.рф.»</w:t>
      </w:r>
      <w:r w:rsidRPr="00330F1B">
        <w:rPr>
          <w:sz w:val="28"/>
          <w:szCs w:val="28"/>
        </w:rPr>
        <w:t xml:space="preserve"> в информационно-телекоммуникационной сети       Интернет.</w:t>
      </w:r>
    </w:p>
    <w:p w:rsidR="002A3B5F" w:rsidRPr="00E41AAA" w:rsidRDefault="002A3B5F" w:rsidP="002A7F34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sz w:val="26"/>
          <w:szCs w:val="26"/>
          <w:highlight w:val="yellow"/>
        </w:rPr>
      </w:pPr>
    </w:p>
    <w:p w:rsidR="002A3B5F" w:rsidRDefault="002A3B5F" w:rsidP="00371286">
      <w:pPr>
        <w:pStyle w:val="NoSpacing"/>
        <w:ind w:left="142"/>
        <w:jc w:val="both"/>
        <w:rPr>
          <w:rFonts w:ascii="Times New Roman" w:hAnsi="Times New Roman"/>
          <w:sz w:val="28"/>
          <w:szCs w:val="28"/>
        </w:rPr>
      </w:pPr>
      <w:r w:rsidRPr="00223DB4">
        <w:rPr>
          <w:rFonts w:ascii="Times New Roman" w:hAnsi="Times New Roman"/>
          <w:sz w:val="28"/>
          <w:szCs w:val="28"/>
        </w:rPr>
        <w:t xml:space="preserve">Глава муниципального </w:t>
      </w:r>
      <w:r>
        <w:rPr>
          <w:rFonts w:ascii="Times New Roman" w:hAnsi="Times New Roman"/>
          <w:sz w:val="28"/>
          <w:szCs w:val="28"/>
        </w:rPr>
        <w:t xml:space="preserve">района </w:t>
      </w:r>
    </w:p>
    <w:p w:rsidR="002A3B5F" w:rsidRDefault="002A3B5F" w:rsidP="00371286">
      <w:pPr>
        <w:pStyle w:val="NoSpacing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«Шилкинский район»</w:t>
      </w:r>
      <w:r w:rsidRPr="00A1175A">
        <w:rPr>
          <w:rFonts w:ascii="Times New Roman" w:hAnsi="Times New Roman"/>
          <w:sz w:val="28"/>
          <w:szCs w:val="28"/>
        </w:rPr>
        <w:t xml:space="preserve"> </w:t>
      </w:r>
      <w:r w:rsidRPr="00A1175A">
        <w:rPr>
          <w:rFonts w:ascii="Times New Roman" w:hAnsi="Times New Roman"/>
          <w:sz w:val="28"/>
          <w:szCs w:val="28"/>
        </w:rPr>
        <w:tab/>
      </w:r>
      <w:r w:rsidRPr="00A1175A">
        <w:rPr>
          <w:rFonts w:ascii="Times New Roman" w:hAnsi="Times New Roman"/>
          <w:sz w:val="28"/>
          <w:szCs w:val="28"/>
        </w:rPr>
        <w:tab/>
      </w:r>
      <w:r w:rsidRPr="00A1175A"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С. В. Воробьёв</w:t>
      </w:r>
    </w:p>
    <w:p w:rsidR="002A3B5F" w:rsidRDefault="002A3B5F" w:rsidP="00371286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2A3B5F" w:rsidRDefault="002A3B5F" w:rsidP="00371286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2A3B5F" w:rsidRDefault="002A3B5F" w:rsidP="00490668">
      <w:pPr>
        <w:ind w:left="5103"/>
        <w:jc w:val="center"/>
        <w:outlineLvl w:val="0"/>
        <w:rPr>
          <w:bCs/>
        </w:rPr>
      </w:pPr>
    </w:p>
    <w:p w:rsidR="002A3B5F" w:rsidRPr="00046F71" w:rsidRDefault="002A3B5F" w:rsidP="00490668">
      <w:pPr>
        <w:ind w:left="5103"/>
        <w:jc w:val="center"/>
        <w:outlineLvl w:val="0"/>
        <w:rPr>
          <w:bCs/>
        </w:rPr>
      </w:pPr>
      <w:r w:rsidRPr="00046F71">
        <w:rPr>
          <w:bCs/>
        </w:rPr>
        <w:t>ПРИЛОЖЕНИЕ</w:t>
      </w:r>
    </w:p>
    <w:p w:rsidR="002A3B5F" w:rsidRPr="00046F71" w:rsidRDefault="002A3B5F" w:rsidP="00490668">
      <w:pPr>
        <w:ind w:left="5103"/>
        <w:jc w:val="center"/>
      </w:pPr>
      <w:r w:rsidRPr="00046F71">
        <w:t>к решению  Совета муниципального района «Шилкинский район»</w:t>
      </w:r>
    </w:p>
    <w:p w:rsidR="002A3B5F" w:rsidRPr="00046F71" w:rsidRDefault="002A3B5F" w:rsidP="00490668">
      <w:pPr>
        <w:ind w:left="5103"/>
        <w:jc w:val="center"/>
      </w:pPr>
      <w:r w:rsidRPr="00046F71">
        <w:t>от «__»_______20__года №___</w:t>
      </w:r>
    </w:p>
    <w:p w:rsidR="002A3B5F" w:rsidRPr="0014013D" w:rsidRDefault="002A3B5F" w:rsidP="00490668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</w:p>
    <w:p w:rsidR="002A3B5F" w:rsidRPr="0014013D" w:rsidRDefault="002A3B5F" w:rsidP="0049066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A3B5F" w:rsidRPr="00C24515" w:rsidRDefault="002A3B5F" w:rsidP="00554218">
      <w:pPr>
        <w:autoSpaceDE w:val="0"/>
        <w:autoSpaceDN w:val="0"/>
        <w:adjustRightInd w:val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ПОЛОЖЕНИЕ</w:t>
      </w:r>
    </w:p>
    <w:p w:rsidR="002A3B5F" w:rsidRPr="00C24515" w:rsidRDefault="002A3B5F" w:rsidP="00554218">
      <w:pPr>
        <w:autoSpaceDE w:val="0"/>
        <w:autoSpaceDN w:val="0"/>
        <w:adjustRightInd w:val="0"/>
        <w:jc w:val="center"/>
        <w:rPr>
          <w:b/>
          <w:sz w:val="30"/>
          <w:szCs w:val="30"/>
        </w:rPr>
      </w:pPr>
      <w:r w:rsidRPr="00C24515">
        <w:rPr>
          <w:b/>
          <w:sz w:val="30"/>
          <w:szCs w:val="30"/>
        </w:rPr>
        <w:t xml:space="preserve">об инвестиционном уполномоченном </w:t>
      </w:r>
      <w:r>
        <w:rPr>
          <w:b/>
          <w:sz w:val="30"/>
          <w:szCs w:val="30"/>
        </w:rPr>
        <w:t>в</w:t>
      </w:r>
    </w:p>
    <w:p w:rsidR="002A3B5F" w:rsidRPr="00C24515" w:rsidRDefault="002A3B5F" w:rsidP="00554218">
      <w:pPr>
        <w:autoSpaceDE w:val="0"/>
        <w:autoSpaceDN w:val="0"/>
        <w:adjustRightInd w:val="0"/>
        <w:jc w:val="center"/>
        <w:rPr>
          <w:b/>
          <w:sz w:val="30"/>
          <w:szCs w:val="30"/>
        </w:rPr>
      </w:pPr>
      <w:r w:rsidRPr="00C24515">
        <w:rPr>
          <w:b/>
          <w:sz w:val="30"/>
          <w:szCs w:val="30"/>
        </w:rPr>
        <w:t>муниципально</w:t>
      </w:r>
      <w:r>
        <w:rPr>
          <w:b/>
          <w:sz w:val="30"/>
          <w:szCs w:val="30"/>
        </w:rPr>
        <w:t xml:space="preserve">м </w:t>
      </w:r>
      <w:r w:rsidRPr="00C24515">
        <w:rPr>
          <w:b/>
          <w:sz w:val="30"/>
          <w:szCs w:val="30"/>
        </w:rPr>
        <w:t>район</w:t>
      </w:r>
      <w:r>
        <w:rPr>
          <w:b/>
          <w:sz w:val="30"/>
          <w:szCs w:val="30"/>
        </w:rPr>
        <w:t>е «</w:t>
      </w:r>
      <w:r>
        <w:rPr>
          <w:b/>
          <w:sz w:val="28"/>
          <w:szCs w:val="28"/>
        </w:rPr>
        <w:t>Шилкинский район»</w:t>
      </w:r>
    </w:p>
    <w:p w:rsidR="002A3B5F" w:rsidRPr="00C24515" w:rsidRDefault="002A3B5F" w:rsidP="00554218">
      <w:pPr>
        <w:autoSpaceDE w:val="0"/>
        <w:autoSpaceDN w:val="0"/>
        <w:adjustRightInd w:val="0"/>
        <w:jc w:val="both"/>
        <w:rPr>
          <w:b/>
          <w:sz w:val="30"/>
          <w:szCs w:val="30"/>
        </w:rPr>
      </w:pPr>
    </w:p>
    <w:p w:rsidR="002A3B5F" w:rsidRPr="00D257A4" w:rsidRDefault="002A3B5F" w:rsidP="00684D74">
      <w:pPr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  <w:r w:rsidRPr="005F0D09">
        <w:rPr>
          <w:b/>
          <w:sz w:val="28"/>
          <w:szCs w:val="28"/>
        </w:rPr>
        <w:t>Общие положения</w:t>
      </w:r>
    </w:p>
    <w:p w:rsidR="002A3B5F" w:rsidRPr="005F0D09" w:rsidRDefault="002A3B5F" w:rsidP="00D257A4">
      <w:pPr>
        <w:autoSpaceDE w:val="0"/>
        <w:autoSpaceDN w:val="0"/>
        <w:adjustRightInd w:val="0"/>
        <w:ind w:left="720"/>
        <w:rPr>
          <w:sz w:val="28"/>
          <w:szCs w:val="28"/>
        </w:rPr>
      </w:pPr>
    </w:p>
    <w:p w:rsidR="002A3B5F" w:rsidRPr="00554218" w:rsidRDefault="002A3B5F" w:rsidP="005F0D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4218">
        <w:rPr>
          <w:sz w:val="28"/>
          <w:szCs w:val="28"/>
        </w:rPr>
        <w:t>1. Настоящее Положение устанавливает</w:t>
      </w:r>
      <w:r>
        <w:rPr>
          <w:sz w:val="28"/>
          <w:szCs w:val="28"/>
        </w:rPr>
        <w:t xml:space="preserve"> основные задачи и функции инвестиционного</w:t>
      </w:r>
      <w:r w:rsidRPr="00554218">
        <w:rPr>
          <w:sz w:val="28"/>
          <w:szCs w:val="28"/>
        </w:rPr>
        <w:t xml:space="preserve"> уполномоченн</w:t>
      </w:r>
      <w:r>
        <w:rPr>
          <w:sz w:val="28"/>
          <w:szCs w:val="28"/>
        </w:rPr>
        <w:t xml:space="preserve">ого в </w:t>
      </w:r>
      <w:r w:rsidRPr="00554218">
        <w:rPr>
          <w:sz w:val="28"/>
          <w:szCs w:val="28"/>
        </w:rPr>
        <w:t>муниципально</w:t>
      </w:r>
      <w:r>
        <w:rPr>
          <w:sz w:val="28"/>
          <w:szCs w:val="28"/>
        </w:rPr>
        <w:t>м районе «Шилкинский район»</w:t>
      </w:r>
      <w:r w:rsidRPr="00554218">
        <w:rPr>
          <w:sz w:val="28"/>
          <w:szCs w:val="28"/>
        </w:rPr>
        <w:t>.</w:t>
      </w:r>
    </w:p>
    <w:p w:rsidR="002A3B5F" w:rsidRPr="00554218" w:rsidRDefault="002A3B5F" w:rsidP="005F0D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4218">
        <w:rPr>
          <w:sz w:val="28"/>
          <w:szCs w:val="28"/>
        </w:rPr>
        <w:t>2. Деятельность инвестиционного уполномоченного основывается на принципах:</w:t>
      </w:r>
    </w:p>
    <w:p w:rsidR="002A3B5F" w:rsidRPr="00554218" w:rsidRDefault="002A3B5F" w:rsidP="005F0D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4218">
        <w:rPr>
          <w:sz w:val="28"/>
          <w:szCs w:val="28"/>
        </w:rPr>
        <w:t>законности;</w:t>
      </w:r>
    </w:p>
    <w:p w:rsidR="002A3B5F" w:rsidRPr="00554218" w:rsidRDefault="002A3B5F" w:rsidP="005F0D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4218">
        <w:rPr>
          <w:sz w:val="28"/>
          <w:szCs w:val="28"/>
        </w:rPr>
        <w:t>сбалансированности государственных, муниципальных и частных интересов в сфере инвестиционной деятельности;</w:t>
      </w:r>
    </w:p>
    <w:p w:rsidR="002A3B5F" w:rsidRDefault="002A3B5F" w:rsidP="005F0D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4218">
        <w:rPr>
          <w:sz w:val="28"/>
          <w:szCs w:val="28"/>
        </w:rPr>
        <w:t>соблюдения прав и законных интересов субъектов инвестиционной деятельности.</w:t>
      </w:r>
    </w:p>
    <w:p w:rsidR="002A3B5F" w:rsidRDefault="002A3B5F" w:rsidP="005F0D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54218">
        <w:rPr>
          <w:sz w:val="28"/>
          <w:szCs w:val="28"/>
        </w:rPr>
        <w:t xml:space="preserve">Инвестиционный уполномоченный осуществляет свою деятельность </w:t>
      </w:r>
      <w:r>
        <w:rPr>
          <w:sz w:val="28"/>
          <w:szCs w:val="28"/>
        </w:rPr>
        <w:t xml:space="preserve">в пределах полномочий, </w:t>
      </w:r>
      <w:r w:rsidRPr="00554218">
        <w:rPr>
          <w:sz w:val="28"/>
          <w:szCs w:val="28"/>
        </w:rPr>
        <w:t>установленных настоящим Положением.</w:t>
      </w:r>
    </w:p>
    <w:p w:rsidR="002A3B5F" w:rsidRDefault="002A3B5F" w:rsidP="005F0D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Инвестиционный уполномоченный назначается главой муниципального района «Шилкинский район» из числа заместителей руководителя администрации и (или) муниципальных служащих администрации муниципального района,  ответственных за решение вопросов в сфере экономического развития.</w:t>
      </w:r>
    </w:p>
    <w:p w:rsidR="002A3B5F" w:rsidRPr="00554218" w:rsidRDefault="002A3B5F" w:rsidP="0055421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3B5F" w:rsidRPr="00D257A4" w:rsidRDefault="002A3B5F" w:rsidP="00684D74">
      <w:pPr>
        <w:autoSpaceDE w:val="0"/>
        <w:autoSpaceDN w:val="0"/>
        <w:adjustRightInd w:val="0"/>
        <w:ind w:left="-11"/>
        <w:jc w:val="center"/>
        <w:rPr>
          <w:sz w:val="28"/>
          <w:szCs w:val="28"/>
        </w:rPr>
      </w:pPr>
      <w:r w:rsidRPr="005F0D09">
        <w:rPr>
          <w:b/>
          <w:sz w:val="28"/>
          <w:szCs w:val="28"/>
        </w:rPr>
        <w:t>Задачи и функции инвестиционного уполномоченного</w:t>
      </w:r>
    </w:p>
    <w:p w:rsidR="002A3B5F" w:rsidRPr="005F0D09" w:rsidRDefault="002A3B5F" w:rsidP="00D257A4">
      <w:pPr>
        <w:autoSpaceDE w:val="0"/>
        <w:autoSpaceDN w:val="0"/>
        <w:adjustRightInd w:val="0"/>
        <w:ind w:left="720"/>
        <w:rPr>
          <w:sz w:val="28"/>
          <w:szCs w:val="28"/>
        </w:rPr>
      </w:pPr>
    </w:p>
    <w:p w:rsidR="002A3B5F" w:rsidRPr="00554218" w:rsidRDefault="002A3B5F" w:rsidP="005F0D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554218">
        <w:rPr>
          <w:sz w:val="28"/>
          <w:szCs w:val="28"/>
        </w:rPr>
        <w:t>Основными задачами инвестиционного уполномоченного являются:</w:t>
      </w:r>
    </w:p>
    <w:p w:rsidR="002A3B5F" w:rsidRPr="00554218" w:rsidRDefault="002A3B5F" w:rsidP="005F0D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оказание </w:t>
      </w:r>
      <w:r w:rsidRPr="00554218">
        <w:rPr>
          <w:sz w:val="28"/>
          <w:szCs w:val="28"/>
        </w:rPr>
        <w:t xml:space="preserve">содействия инвесторам </w:t>
      </w:r>
      <w:r>
        <w:rPr>
          <w:sz w:val="28"/>
          <w:szCs w:val="28"/>
        </w:rPr>
        <w:t xml:space="preserve">(хозяйствующим субъектам) </w:t>
      </w:r>
      <w:r w:rsidRPr="00554218">
        <w:rPr>
          <w:sz w:val="28"/>
          <w:szCs w:val="28"/>
        </w:rPr>
        <w:t>при решении вопросов, связанных с реализацией инвестиционных проектов</w:t>
      </w:r>
      <w:r>
        <w:rPr>
          <w:sz w:val="28"/>
          <w:szCs w:val="28"/>
        </w:rPr>
        <w:t xml:space="preserve"> на территории муниципального района «Шилкинский район»</w:t>
      </w:r>
      <w:r w:rsidRPr="00554218">
        <w:rPr>
          <w:sz w:val="28"/>
          <w:szCs w:val="28"/>
        </w:rPr>
        <w:t>;</w:t>
      </w:r>
    </w:p>
    <w:p w:rsidR="002A3B5F" w:rsidRPr="00554218" w:rsidRDefault="002A3B5F" w:rsidP="005F0D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привлечение инвестиций на территории муниципального района; </w:t>
      </w:r>
    </w:p>
    <w:p w:rsidR="002A3B5F" w:rsidRPr="00554218" w:rsidRDefault="002A3B5F" w:rsidP="005F0D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4218">
        <w:rPr>
          <w:sz w:val="28"/>
          <w:szCs w:val="28"/>
        </w:rPr>
        <w:t xml:space="preserve">выявление факторов, препятствующих развитию инвестиционной деятельности на территории муниципального </w:t>
      </w:r>
      <w:r>
        <w:rPr>
          <w:sz w:val="28"/>
          <w:szCs w:val="28"/>
        </w:rPr>
        <w:t xml:space="preserve">района «Шилкинский район» </w:t>
      </w:r>
      <w:r w:rsidRPr="00554218">
        <w:rPr>
          <w:sz w:val="28"/>
          <w:szCs w:val="28"/>
        </w:rPr>
        <w:t>и выработка предложений по их устранению;</w:t>
      </w:r>
    </w:p>
    <w:p w:rsidR="002A3B5F" w:rsidRPr="00554218" w:rsidRDefault="002A3B5F" w:rsidP="005F0D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4218">
        <w:rPr>
          <w:sz w:val="28"/>
          <w:szCs w:val="28"/>
        </w:rPr>
        <w:t>информационно-консультационное сопровождение инвестиционного проекта;</w:t>
      </w:r>
    </w:p>
    <w:p w:rsidR="002A3B5F" w:rsidRPr="00554218" w:rsidRDefault="002A3B5F" w:rsidP="005F0D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4218">
        <w:rPr>
          <w:sz w:val="28"/>
          <w:szCs w:val="28"/>
        </w:rPr>
        <w:t xml:space="preserve">осуществление </w:t>
      </w:r>
      <w:r>
        <w:rPr>
          <w:sz w:val="28"/>
          <w:szCs w:val="28"/>
        </w:rPr>
        <w:t xml:space="preserve">от имени муниципального района «Шилкинский район» </w:t>
      </w:r>
      <w:r w:rsidRPr="00554218">
        <w:rPr>
          <w:sz w:val="28"/>
          <w:szCs w:val="28"/>
        </w:rPr>
        <w:t xml:space="preserve">взаимодействия с инвестиционным уполномоченным </w:t>
      </w:r>
      <w:r>
        <w:rPr>
          <w:sz w:val="28"/>
          <w:szCs w:val="28"/>
        </w:rPr>
        <w:t>П</w:t>
      </w:r>
      <w:r w:rsidRPr="00554218">
        <w:rPr>
          <w:sz w:val="28"/>
          <w:szCs w:val="28"/>
        </w:rPr>
        <w:t xml:space="preserve">равительства </w:t>
      </w:r>
      <w:r>
        <w:rPr>
          <w:sz w:val="28"/>
          <w:szCs w:val="28"/>
        </w:rPr>
        <w:t>Забайкальского края</w:t>
      </w:r>
      <w:r w:rsidRPr="00554218">
        <w:rPr>
          <w:sz w:val="28"/>
          <w:szCs w:val="28"/>
        </w:rPr>
        <w:t xml:space="preserve">, уполномоченным по защите прав предпринимателей в </w:t>
      </w:r>
      <w:r>
        <w:rPr>
          <w:sz w:val="28"/>
          <w:szCs w:val="28"/>
        </w:rPr>
        <w:t>Забайкальском крае</w:t>
      </w:r>
      <w:r w:rsidRPr="00554218">
        <w:rPr>
          <w:sz w:val="28"/>
          <w:szCs w:val="28"/>
        </w:rPr>
        <w:t>.</w:t>
      </w:r>
    </w:p>
    <w:p w:rsidR="002A3B5F" w:rsidRPr="00554218" w:rsidRDefault="002A3B5F" w:rsidP="005F0D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54218">
        <w:rPr>
          <w:sz w:val="28"/>
          <w:szCs w:val="28"/>
        </w:rPr>
        <w:t>. При решении указанных задач инвестиционный уполномоченный осуществляет следующие функции:</w:t>
      </w:r>
    </w:p>
    <w:p w:rsidR="002A3B5F" w:rsidRPr="00554218" w:rsidRDefault="002A3B5F" w:rsidP="005F0D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4218">
        <w:rPr>
          <w:sz w:val="28"/>
          <w:szCs w:val="28"/>
        </w:rPr>
        <w:t>рассматривает обращения инвесторов по вопросам, связанным с реализацией инвестиционных проектов;</w:t>
      </w:r>
    </w:p>
    <w:p w:rsidR="002A3B5F" w:rsidRDefault="002A3B5F" w:rsidP="005F0D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4218">
        <w:rPr>
          <w:sz w:val="28"/>
          <w:szCs w:val="28"/>
        </w:rPr>
        <w:t>организует оказание правовой, методической и организационной помощи инвесторам по вопросам, связанным с реализацией инвестиционных проектов;</w:t>
      </w:r>
    </w:p>
    <w:p w:rsidR="002A3B5F" w:rsidRDefault="002A3B5F" w:rsidP="005F0D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принимает участие во внедрении в муниципальном районе «Шилкинский район» успешных муниципальных практик, направленных на развитие малого и среднего предпринимательства и снятие административных барьеров;</w:t>
      </w:r>
    </w:p>
    <w:p w:rsidR="002A3B5F" w:rsidRPr="00554218" w:rsidRDefault="002A3B5F" w:rsidP="005F0D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4218">
        <w:rPr>
          <w:sz w:val="28"/>
          <w:szCs w:val="28"/>
        </w:rPr>
        <w:t>вырабатывает предложения по устранению административных барьеров;</w:t>
      </w:r>
    </w:p>
    <w:p w:rsidR="002A3B5F" w:rsidRPr="00554218" w:rsidRDefault="002A3B5F" w:rsidP="005F0D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4218">
        <w:rPr>
          <w:sz w:val="28"/>
          <w:szCs w:val="28"/>
        </w:rPr>
        <w:t>взаимодействует с федеральными органами исполнительной власти, исполнительн</w:t>
      </w:r>
      <w:r>
        <w:rPr>
          <w:sz w:val="28"/>
          <w:szCs w:val="28"/>
        </w:rPr>
        <w:t xml:space="preserve">ыми </w:t>
      </w:r>
      <w:r w:rsidRPr="00554218">
        <w:rPr>
          <w:sz w:val="28"/>
          <w:szCs w:val="28"/>
        </w:rPr>
        <w:t xml:space="preserve">органами </w:t>
      </w:r>
      <w:r>
        <w:rPr>
          <w:sz w:val="28"/>
          <w:szCs w:val="28"/>
        </w:rPr>
        <w:t xml:space="preserve">государственной власти Забайкальского края, </w:t>
      </w:r>
      <w:r w:rsidRPr="00554218">
        <w:rPr>
          <w:sz w:val="28"/>
          <w:szCs w:val="28"/>
        </w:rPr>
        <w:t>организациями</w:t>
      </w:r>
      <w:r>
        <w:rPr>
          <w:sz w:val="28"/>
          <w:szCs w:val="28"/>
        </w:rPr>
        <w:t xml:space="preserve">, органами </w:t>
      </w:r>
      <w:r w:rsidRPr="00554218">
        <w:rPr>
          <w:sz w:val="28"/>
          <w:szCs w:val="28"/>
        </w:rPr>
        <w:t xml:space="preserve">местного самоуправления </w:t>
      </w:r>
      <w:r>
        <w:rPr>
          <w:sz w:val="28"/>
          <w:szCs w:val="28"/>
        </w:rPr>
        <w:t>других муниципальных образований, в том ч</w:t>
      </w:r>
      <w:r w:rsidRPr="00554218">
        <w:rPr>
          <w:sz w:val="28"/>
          <w:szCs w:val="28"/>
        </w:rPr>
        <w:t>и</w:t>
      </w:r>
      <w:r>
        <w:rPr>
          <w:sz w:val="28"/>
          <w:szCs w:val="28"/>
        </w:rPr>
        <w:t xml:space="preserve">сле, </w:t>
      </w:r>
      <w:r w:rsidRPr="0050233B">
        <w:rPr>
          <w:sz w:val="28"/>
          <w:szCs w:val="28"/>
        </w:rPr>
        <w:t>путем предоставления информации</w:t>
      </w:r>
      <w:r w:rsidRPr="00554218">
        <w:rPr>
          <w:sz w:val="28"/>
          <w:szCs w:val="28"/>
        </w:rPr>
        <w:t>, определения и (или) проведения совместных мероприятий, совместной экспертной и аналитической деятельности;</w:t>
      </w:r>
    </w:p>
    <w:p w:rsidR="002A3B5F" w:rsidRPr="00554218" w:rsidRDefault="002A3B5F" w:rsidP="005F0D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4218">
        <w:rPr>
          <w:sz w:val="28"/>
          <w:szCs w:val="28"/>
        </w:rPr>
        <w:t xml:space="preserve">разрабатывает предложения по повышению эффективности работы по содействию реализации инвестиционных проектов, совершенствованию нормативной правовой базы, повышению уровня инвестиционной привлекательности муниципального </w:t>
      </w:r>
      <w:r>
        <w:rPr>
          <w:sz w:val="28"/>
          <w:szCs w:val="28"/>
        </w:rPr>
        <w:t xml:space="preserve">района «Шилкинский район», </w:t>
      </w:r>
      <w:r w:rsidRPr="00554218">
        <w:rPr>
          <w:sz w:val="28"/>
          <w:szCs w:val="28"/>
        </w:rPr>
        <w:t>формированию благоприятного инвестиционного климата.</w:t>
      </w:r>
    </w:p>
    <w:p w:rsidR="002A3B5F" w:rsidRPr="00554218" w:rsidRDefault="002A3B5F" w:rsidP="0055421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3B5F" w:rsidRDefault="002A3B5F" w:rsidP="00684D74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 w:rsidRPr="00554218">
        <w:rPr>
          <w:b/>
          <w:sz w:val="28"/>
          <w:szCs w:val="28"/>
        </w:rPr>
        <w:t>Права инвестиционного уполномоченного</w:t>
      </w:r>
    </w:p>
    <w:p w:rsidR="002A3B5F" w:rsidRPr="005F0D09" w:rsidRDefault="002A3B5F" w:rsidP="00D257A4">
      <w:pPr>
        <w:autoSpaceDE w:val="0"/>
        <w:autoSpaceDN w:val="0"/>
        <w:adjustRightInd w:val="0"/>
        <w:ind w:left="720"/>
        <w:rPr>
          <w:b/>
          <w:sz w:val="28"/>
          <w:szCs w:val="28"/>
        </w:rPr>
      </w:pPr>
    </w:p>
    <w:p w:rsidR="002A3B5F" w:rsidRPr="00554218" w:rsidRDefault="002A3B5F" w:rsidP="005F0D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54218">
        <w:rPr>
          <w:sz w:val="28"/>
          <w:szCs w:val="28"/>
        </w:rPr>
        <w:t>. При осуществлении своей деятельности инвестиционный уполномоченный вправе:</w:t>
      </w:r>
    </w:p>
    <w:p w:rsidR="002A3B5F" w:rsidRPr="00554218" w:rsidRDefault="002A3B5F" w:rsidP="005F0D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4218">
        <w:rPr>
          <w:sz w:val="28"/>
          <w:szCs w:val="28"/>
        </w:rPr>
        <w:t>запрашивать в установленном порядке от федеральных органов исполнительной власти, исполнительн</w:t>
      </w:r>
      <w:r>
        <w:rPr>
          <w:sz w:val="28"/>
          <w:szCs w:val="28"/>
        </w:rPr>
        <w:t>ых</w:t>
      </w:r>
      <w:r w:rsidRPr="00554218">
        <w:rPr>
          <w:sz w:val="28"/>
          <w:szCs w:val="28"/>
        </w:rPr>
        <w:t xml:space="preserve">органов </w:t>
      </w:r>
      <w:r>
        <w:rPr>
          <w:sz w:val="28"/>
          <w:szCs w:val="28"/>
        </w:rPr>
        <w:t xml:space="preserve">государственной </w:t>
      </w:r>
      <w:r w:rsidRPr="00554218">
        <w:rPr>
          <w:sz w:val="28"/>
          <w:szCs w:val="28"/>
        </w:rPr>
        <w:t xml:space="preserve">власти </w:t>
      </w:r>
      <w:r>
        <w:rPr>
          <w:sz w:val="28"/>
          <w:szCs w:val="28"/>
        </w:rPr>
        <w:t xml:space="preserve">Забайкальского края </w:t>
      </w:r>
      <w:r w:rsidRPr="00554218">
        <w:rPr>
          <w:sz w:val="28"/>
          <w:szCs w:val="28"/>
        </w:rPr>
        <w:t xml:space="preserve">и </w:t>
      </w:r>
      <w:r>
        <w:rPr>
          <w:sz w:val="28"/>
          <w:szCs w:val="28"/>
        </w:rPr>
        <w:t>органов местного самоуправления</w:t>
      </w:r>
      <w:r w:rsidRPr="00554218">
        <w:rPr>
          <w:sz w:val="28"/>
          <w:szCs w:val="28"/>
        </w:rPr>
        <w:t xml:space="preserve">, </w:t>
      </w:r>
      <w:r>
        <w:rPr>
          <w:sz w:val="28"/>
          <w:szCs w:val="28"/>
        </w:rPr>
        <w:t>организаций</w:t>
      </w:r>
      <w:r w:rsidRPr="00554218">
        <w:rPr>
          <w:sz w:val="28"/>
          <w:szCs w:val="28"/>
        </w:rPr>
        <w:t>, других хозяйствующих субъектов информацию, необходимую для выполнения возложенных на него функций;</w:t>
      </w:r>
    </w:p>
    <w:p w:rsidR="002A3B5F" w:rsidRPr="00554218" w:rsidRDefault="002A3B5F" w:rsidP="005F0D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проводить совещания, рабочие встречи по вопросам, в сфере инвестиционной деятельности</w:t>
      </w:r>
      <w:r w:rsidRPr="00554218">
        <w:rPr>
          <w:sz w:val="28"/>
          <w:szCs w:val="28"/>
        </w:rPr>
        <w:t>;</w:t>
      </w:r>
    </w:p>
    <w:p w:rsidR="002A3B5F" w:rsidRPr="00554218" w:rsidRDefault="002A3B5F" w:rsidP="005F0D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24A65">
        <w:rPr>
          <w:sz w:val="28"/>
          <w:szCs w:val="28"/>
        </w:rPr>
        <w:t xml:space="preserve">вносить предложения в </w:t>
      </w:r>
      <w:r>
        <w:rPr>
          <w:sz w:val="28"/>
          <w:szCs w:val="28"/>
        </w:rPr>
        <w:t>исполнительные органы государственной власти Забайкальского края</w:t>
      </w:r>
      <w:r w:rsidRPr="00554218">
        <w:rPr>
          <w:sz w:val="28"/>
          <w:szCs w:val="28"/>
        </w:rPr>
        <w:t xml:space="preserve"> по </w:t>
      </w:r>
      <w:r w:rsidRPr="00222A36">
        <w:rPr>
          <w:sz w:val="28"/>
          <w:szCs w:val="28"/>
        </w:rPr>
        <w:t>вопросам взаимодействия</w:t>
      </w:r>
      <w:r>
        <w:rPr>
          <w:sz w:val="28"/>
          <w:szCs w:val="28"/>
        </w:rPr>
        <w:t xml:space="preserve"> </w:t>
      </w:r>
      <w:r w:rsidRPr="00554218">
        <w:rPr>
          <w:sz w:val="28"/>
          <w:szCs w:val="28"/>
        </w:rPr>
        <w:t>органов местного самоуправления и исполнительн</w:t>
      </w:r>
      <w:r>
        <w:rPr>
          <w:sz w:val="28"/>
          <w:szCs w:val="28"/>
        </w:rPr>
        <w:t xml:space="preserve">ых </w:t>
      </w:r>
      <w:r w:rsidRPr="00554218">
        <w:rPr>
          <w:sz w:val="28"/>
          <w:szCs w:val="28"/>
        </w:rPr>
        <w:t xml:space="preserve">органов </w:t>
      </w:r>
      <w:r>
        <w:rPr>
          <w:sz w:val="28"/>
          <w:szCs w:val="28"/>
        </w:rPr>
        <w:t xml:space="preserve">государственной </w:t>
      </w:r>
      <w:r w:rsidRPr="00554218">
        <w:rPr>
          <w:sz w:val="28"/>
          <w:szCs w:val="28"/>
        </w:rPr>
        <w:t xml:space="preserve">власти </w:t>
      </w:r>
      <w:r>
        <w:rPr>
          <w:sz w:val="28"/>
          <w:szCs w:val="28"/>
        </w:rPr>
        <w:t xml:space="preserve">Забайкальского края с </w:t>
      </w:r>
      <w:r w:rsidRPr="00554218">
        <w:rPr>
          <w:sz w:val="28"/>
          <w:szCs w:val="28"/>
        </w:rPr>
        <w:t>инвестор</w:t>
      </w:r>
      <w:r>
        <w:rPr>
          <w:sz w:val="28"/>
          <w:szCs w:val="28"/>
        </w:rPr>
        <w:t xml:space="preserve">ами, а также в целях </w:t>
      </w:r>
      <w:r w:rsidRPr="00554218">
        <w:rPr>
          <w:sz w:val="28"/>
          <w:szCs w:val="28"/>
        </w:rPr>
        <w:t>устранении административных барьеров при реализации инвестиционных проектов;</w:t>
      </w:r>
    </w:p>
    <w:p w:rsidR="002A3B5F" w:rsidRDefault="002A3B5F" w:rsidP="005F0D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4218">
        <w:rPr>
          <w:sz w:val="28"/>
          <w:szCs w:val="28"/>
        </w:rPr>
        <w:t xml:space="preserve">участвовать в представлении инвестиционного потенциала муниципального </w:t>
      </w:r>
      <w:r>
        <w:rPr>
          <w:sz w:val="28"/>
          <w:szCs w:val="28"/>
        </w:rPr>
        <w:t xml:space="preserve">района «Шилкинский район» </w:t>
      </w:r>
      <w:r w:rsidRPr="00554218">
        <w:rPr>
          <w:sz w:val="28"/>
          <w:szCs w:val="28"/>
        </w:rPr>
        <w:t>на региональных, муниципальных и межмуниципальных выставках, переговорах и иных публичных мероприятиях.</w:t>
      </w:r>
    </w:p>
    <w:p w:rsidR="002A3B5F" w:rsidRDefault="002A3B5F" w:rsidP="00F124D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</w:p>
    <w:p w:rsidR="002A3B5F" w:rsidRPr="00684D74" w:rsidRDefault="002A3B5F" w:rsidP="00684D74">
      <w:pPr>
        <w:autoSpaceDE w:val="0"/>
        <w:autoSpaceDN w:val="0"/>
        <w:adjustRightInd w:val="0"/>
        <w:ind w:left="708"/>
        <w:jc w:val="center"/>
        <w:rPr>
          <w:b/>
          <w:sz w:val="28"/>
          <w:szCs w:val="28"/>
        </w:rPr>
      </w:pPr>
      <w:r w:rsidRPr="00684D74">
        <w:rPr>
          <w:b/>
          <w:sz w:val="28"/>
          <w:szCs w:val="28"/>
        </w:rPr>
        <w:t xml:space="preserve"> Оценка деятельности</w:t>
      </w:r>
    </w:p>
    <w:p w:rsidR="002A3B5F" w:rsidRDefault="002A3B5F" w:rsidP="00F124D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A3B5F" w:rsidRPr="00F124D6" w:rsidRDefault="002A3B5F" w:rsidP="00F124D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Администрация муниципального района «Шилкинский район» определяет показатели эффективности и результативности деятельности инвестиционного уполномоченного в муниципальном районе «Шилкинский район» по согласованию с Министерством экономического развития Забайкальского края.</w:t>
      </w:r>
    </w:p>
    <w:sectPr w:rsidR="002A3B5F" w:rsidRPr="00F124D6" w:rsidSect="00554218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B5F" w:rsidRDefault="002A3B5F">
      <w:r>
        <w:separator/>
      </w:r>
    </w:p>
  </w:endnote>
  <w:endnote w:type="continuationSeparator" w:id="0">
    <w:p w:rsidR="002A3B5F" w:rsidRDefault="002A3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B5F" w:rsidRDefault="002A3B5F">
      <w:r>
        <w:separator/>
      </w:r>
    </w:p>
  </w:footnote>
  <w:footnote w:type="continuationSeparator" w:id="0">
    <w:p w:rsidR="002A3B5F" w:rsidRDefault="002A3B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B5F" w:rsidRDefault="002A3B5F" w:rsidP="005707C1">
    <w:pPr>
      <w:pStyle w:val="Header"/>
      <w:framePr w:wrap="auto" w:vAnchor="text" w:hAnchor="margin" w:xAlign="center" w:y="1"/>
      <w:rPr>
        <w:rStyle w:val="PageNumber"/>
      </w:rPr>
    </w:pPr>
  </w:p>
  <w:p w:rsidR="002A3B5F" w:rsidRDefault="002A3B5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A193A"/>
    <w:multiLevelType w:val="multilevel"/>
    <w:tmpl w:val="F08815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93" w:hanging="14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41" w:hanging="14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9" w:hanging="148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37" w:hanging="148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48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1">
    <w:nsid w:val="2D8F0E3B"/>
    <w:multiLevelType w:val="hybridMultilevel"/>
    <w:tmpl w:val="402A0CA2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>
    <w:nsid w:val="604C114F"/>
    <w:multiLevelType w:val="hybridMultilevel"/>
    <w:tmpl w:val="89805CA2"/>
    <w:lvl w:ilvl="0" w:tplc="0BA06942">
      <w:start w:val="1"/>
      <w:numFmt w:val="decimal"/>
      <w:lvlText w:val="%1."/>
      <w:lvlJc w:val="left"/>
      <w:pPr>
        <w:ind w:left="1860" w:hanging="1152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7154"/>
    <w:rsid w:val="00000067"/>
    <w:rsid w:val="00000095"/>
    <w:rsid w:val="000004C6"/>
    <w:rsid w:val="000005C5"/>
    <w:rsid w:val="00000934"/>
    <w:rsid w:val="0000107B"/>
    <w:rsid w:val="0000130A"/>
    <w:rsid w:val="00001641"/>
    <w:rsid w:val="00001954"/>
    <w:rsid w:val="00001D34"/>
    <w:rsid w:val="00001E21"/>
    <w:rsid w:val="00001FCE"/>
    <w:rsid w:val="000021A9"/>
    <w:rsid w:val="0000269E"/>
    <w:rsid w:val="00002864"/>
    <w:rsid w:val="00002A14"/>
    <w:rsid w:val="00002DD5"/>
    <w:rsid w:val="00002EE0"/>
    <w:rsid w:val="00003205"/>
    <w:rsid w:val="000032C5"/>
    <w:rsid w:val="000037F9"/>
    <w:rsid w:val="00004D84"/>
    <w:rsid w:val="00004DC4"/>
    <w:rsid w:val="00005185"/>
    <w:rsid w:val="00005497"/>
    <w:rsid w:val="000056E1"/>
    <w:rsid w:val="00005776"/>
    <w:rsid w:val="00005C81"/>
    <w:rsid w:val="00005E56"/>
    <w:rsid w:val="00006297"/>
    <w:rsid w:val="00006511"/>
    <w:rsid w:val="00006538"/>
    <w:rsid w:val="000065A1"/>
    <w:rsid w:val="000065CC"/>
    <w:rsid w:val="0000675E"/>
    <w:rsid w:val="00006AFE"/>
    <w:rsid w:val="00006F73"/>
    <w:rsid w:val="000072F2"/>
    <w:rsid w:val="00007492"/>
    <w:rsid w:val="0000777C"/>
    <w:rsid w:val="000078AB"/>
    <w:rsid w:val="00007E8A"/>
    <w:rsid w:val="00007EF2"/>
    <w:rsid w:val="00007F84"/>
    <w:rsid w:val="0001016E"/>
    <w:rsid w:val="00010170"/>
    <w:rsid w:val="0001067F"/>
    <w:rsid w:val="0001068A"/>
    <w:rsid w:val="000108E6"/>
    <w:rsid w:val="00010B05"/>
    <w:rsid w:val="00010EC6"/>
    <w:rsid w:val="00011BC1"/>
    <w:rsid w:val="000120F5"/>
    <w:rsid w:val="00012202"/>
    <w:rsid w:val="00012205"/>
    <w:rsid w:val="00012311"/>
    <w:rsid w:val="000128F9"/>
    <w:rsid w:val="00013637"/>
    <w:rsid w:val="000139B8"/>
    <w:rsid w:val="0001560A"/>
    <w:rsid w:val="0001591B"/>
    <w:rsid w:val="00015D51"/>
    <w:rsid w:val="00015E39"/>
    <w:rsid w:val="0001660B"/>
    <w:rsid w:val="00016AA7"/>
    <w:rsid w:val="00017270"/>
    <w:rsid w:val="000177AE"/>
    <w:rsid w:val="00017ACC"/>
    <w:rsid w:val="00017EBE"/>
    <w:rsid w:val="000202B0"/>
    <w:rsid w:val="00020977"/>
    <w:rsid w:val="000212B8"/>
    <w:rsid w:val="00021B4F"/>
    <w:rsid w:val="000222A9"/>
    <w:rsid w:val="000228F7"/>
    <w:rsid w:val="00022946"/>
    <w:rsid w:val="00022E70"/>
    <w:rsid w:val="000230F1"/>
    <w:rsid w:val="00023276"/>
    <w:rsid w:val="000234F3"/>
    <w:rsid w:val="00023A17"/>
    <w:rsid w:val="00023B0D"/>
    <w:rsid w:val="00023C9E"/>
    <w:rsid w:val="00023D97"/>
    <w:rsid w:val="00023E07"/>
    <w:rsid w:val="00024A65"/>
    <w:rsid w:val="00024B0D"/>
    <w:rsid w:val="00024B2E"/>
    <w:rsid w:val="00024BBF"/>
    <w:rsid w:val="00025372"/>
    <w:rsid w:val="000255E2"/>
    <w:rsid w:val="0002574C"/>
    <w:rsid w:val="00025F60"/>
    <w:rsid w:val="000261F7"/>
    <w:rsid w:val="0002691A"/>
    <w:rsid w:val="000271F2"/>
    <w:rsid w:val="00027738"/>
    <w:rsid w:val="000278A6"/>
    <w:rsid w:val="00027AF0"/>
    <w:rsid w:val="00030F80"/>
    <w:rsid w:val="00031253"/>
    <w:rsid w:val="000315F5"/>
    <w:rsid w:val="000319A0"/>
    <w:rsid w:val="00031A6C"/>
    <w:rsid w:val="000321A5"/>
    <w:rsid w:val="0003229B"/>
    <w:rsid w:val="00032434"/>
    <w:rsid w:val="00032544"/>
    <w:rsid w:val="00032C05"/>
    <w:rsid w:val="00032DC0"/>
    <w:rsid w:val="0003314C"/>
    <w:rsid w:val="0003331C"/>
    <w:rsid w:val="00033612"/>
    <w:rsid w:val="000339FC"/>
    <w:rsid w:val="00033B1E"/>
    <w:rsid w:val="00033DAA"/>
    <w:rsid w:val="000345F3"/>
    <w:rsid w:val="0003468C"/>
    <w:rsid w:val="0003483B"/>
    <w:rsid w:val="00034E29"/>
    <w:rsid w:val="00034F62"/>
    <w:rsid w:val="00035231"/>
    <w:rsid w:val="00035983"/>
    <w:rsid w:val="00035A47"/>
    <w:rsid w:val="00035F09"/>
    <w:rsid w:val="00036A12"/>
    <w:rsid w:val="00037BAA"/>
    <w:rsid w:val="00037D0D"/>
    <w:rsid w:val="000400E0"/>
    <w:rsid w:val="0004056E"/>
    <w:rsid w:val="000406C2"/>
    <w:rsid w:val="000409FC"/>
    <w:rsid w:val="00041274"/>
    <w:rsid w:val="000412AF"/>
    <w:rsid w:val="00041B8A"/>
    <w:rsid w:val="00041FBE"/>
    <w:rsid w:val="00042055"/>
    <w:rsid w:val="000420E6"/>
    <w:rsid w:val="0004211B"/>
    <w:rsid w:val="00042193"/>
    <w:rsid w:val="000425A7"/>
    <w:rsid w:val="000425DE"/>
    <w:rsid w:val="00042723"/>
    <w:rsid w:val="00042E61"/>
    <w:rsid w:val="00043262"/>
    <w:rsid w:val="0004367C"/>
    <w:rsid w:val="000438DF"/>
    <w:rsid w:val="00043CCF"/>
    <w:rsid w:val="00043CF9"/>
    <w:rsid w:val="00043E6F"/>
    <w:rsid w:val="00043EE8"/>
    <w:rsid w:val="00044444"/>
    <w:rsid w:val="000444FB"/>
    <w:rsid w:val="00044CE8"/>
    <w:rsid w:val="00045036"/>
    <w:rsid w:val="000450BF"/>
    <w:rsid w:val="00045B87"/>
    <w:rsid w:val="00045E0F"/>
    <w:rsid w:val="00046178"/>
    <w:rsid w:val="000469CE"/>
    <w:rsid w:val="00046B5C"/>
    <w:rsid w:val="00046BD6"/>
    <w:rsid w:val="00046C20"/>
    <w:rsid w:val="00046F71"/>
    <w:rsid w:val="00047686"/>
    <w:rsid w:val="000500F7"/>
    <w:rsid w:val="00050179"/>
    <w:rsid w:val="0005097C"/>
    <w:rsid w:val="000509BF"/>
    <w:rsid w:val="0005179A"/>
    <w:rsid w:val="00051DD5"/>
    <w:rsid w:val="0005211A"/>
    <w:rsid w:val="000521A2"/>
    <w:rsid w:val="00052814"/>
    <w:rsid w:val="00052967"/>
    <w:rsid w:val="00053091"/>
    <w:rsid w:val="00053722"/>
    <w:rsid w:val="00053757"/>
    <w:rsid w:val="000539DA"/>
    <w:rsid w:val="000542AE"/>
    <w:rsid w:val="000546D9"/>
    <w:rsid w:val="00054830"/>
    <w:rsid w:val="00054F93"/>
    <w:rsid w:val="00055AED"/>
    <w:rsid w:val="00055C37"/>
    <w:rsid w:val="00055D86"/>
    <w:rsid w:val="00056675"/>
    <w:rsid w:val="00056867"/>
    <w:rsid w:val="0005714C"/>
    <w:rsid w:val="000575EF"/>
    <w:rsid w:val="000577FD"/>
    <w:rsid w:val="00060274"/>
    <w:rsid w:val="000603AE"/>
    <w:rsid w:val="00060524"/>
    <w:rsid w:val="0006073C"/>
    <w:rsid w:val="00060E02"/>
    <w:rsid w:val="0006146B"/>
    <w:rsid w:val="000615F4"/>
    <w:rsid w:val="00061656"/>
    <w:rsid w:val="00061E45"/>
    <w:rsid w:val="0006214E"/>
    <w:rsid w:val="0006274F"/>
    <w:rsid w:val="00062880"/>
    <w:rsid w:val="00062BE8"/>
    <w:rsid w:val="00062F73"/>
    <w:rsid w:val="00063413"/>
    <w:rsid w:val="00063645"/>
    <w:rsid w:val="000636B2"/>
    <w:rsid w:val="00063733"/>
    <w:rsid w:val="00063C09"/>
    <w:rsid w:val="00063C88"/>
    <w:rsid w:val="00063EBE"/>
    <w:rsid w:val="0006406F"/>
    <w:rsid w:val="000640C9"/>
    <w:rsid w:val="0006457A"/>
    <w:rsid w:val="000655E0"/>
    <w:rsid w:val="000659D6"/>
    <w:rsid w:val="00066932"/>
    <w:rsid w:val="00066E92"/>
    <w:rsid w:val="0006734B"/>
    <w:rsid w:val="00067579"/>
    <w:rsid w:val="00067823"/>
    <w:rsid w:val="00067F8A"/>
    <w:rsid w:val="0007065C"/>
    <w:rsid w:val="00070CE9"/>
    <w:rsid w:val="00071DCC"/>
    <w:rsid w:val="00071EAE"/>
    <w:rsid w:val="00071F1B"/>
    <w:rsid w:val="00071F40"/>
    <w:rsid w:val="000723A4"/>
    <w:rsid w:val="00072450"/>
    <w:rsid w:val="00072474"/>
    <w:rsid w:val="000725F9"/>
    <w:rsid w:val="00072D06"/>
    <w:rsid w:val="000734DF"/>
    <w:rsid w:val="00073821"/>
    <w:rsid w:val="00073DB9"/>
    <w:rsid w:val="00073F6C"/>
    <w:rsid w:val="000745C6"/>
    <w:rsid w:val="0007491A"/>
    <w:rsid w:val="00074D57"/>
    <w:rsid w:val="00074EE8"/>
    <w:rsid w:val="00075E17"/>
    <w:rsid w:val="00076085"/>
    <w:rsid w:val="00076297"/>
    <w:rsid w:val="00076356"/>
    <w:rsid w:val="00076650"/>
    <w:rsid w:val="00076C21"/>
    <w:rsid w:val="000774EF"/>
    <w:rsid w:val="000774F2"/>
    <w:rsid w:val="00077530"/>
    <w:rsid w:val="00077B11"/>
    <w:rsid w:val="00077B47"/>
    <w:rsid w:val="00077E40"/>
    <w:rsid w:val="00080184"/>
    <w:rsid w:val="000803EB"/>
    <w:rsid w:val="0008097D"/>
    <w:rsid w:val="00080B4C"/>
    <w:rsid w:val="000814C4"/>
    <w:rsid w:val="000817E5"/>
    <w:rsid w:val="00081C5B"/>
    <w:rsid w:val="000823DA"/>
    <w:rsid w:val="00082463"/>
    <w:rsid w:val="00082C17"/>
    <w:rsid w:val="00082CE8"/>
    <w:rsid w:val="00082EB5"/>
    <w:rsid w:val="000834A7"/>
    <w:rsid w:val="000837C3"/>
    <w:rsid w:val="000837FA"/>
    <w:rsid w:val="0008387A"/>
    <w:rsid w:val="00083BD9"/>
    <w:rsid w:val="00084849"/>
    <w:rsid w:val="00084ACB"/>
    <w:rsid w:val="000850DA"/>
    <w:rsid w:val="0008510C"/>
    <w:rsid w:val="00085BF4"/>
    <w:rsid w:val="00085D73"/>
    <w:rsid w:val="000862B6"/>
    <w:rsid w:val="0008693E"/>
    <w:rsid w:val="00086AC6"/>
    <w:rsid w:val="0008764E"/>
    <w:rsid w:val="000878DF"/>
    <w:rsid w:val="00087A55"/>
    <w:rsid w:val="00087C75"/>
    <w:rsid w:val="000904F0"/>
    <w:rsid w:val="00090AD1"/>
    <w:rsid w:val="00090E22"/>
    <w:rsid w:val="00091012"/>
    <w:rsid w:val="00091A9A"/>
    <w:rsid w:val="00091B69"/>
    <w:rsid w:val="00092014"/>
    <w:rsid w:val="0009213A"/>
    <w:rsid w:val="00092324"/>
    <w:rsid w:val="00092BA9"/>
    <w:rsid w:val="00092C30"/>
    <w:rsid w:val="00092C41"/>
    <w:rsid w:val="00092DD7"/>
    <w:rsid w:val="00092E36"/>
    <w:rsid w:val="00092EB7"/>
    <w:rsid w:val="00093266"/>
    <w:rsid w:val="00093275"/>
    <w:rsid w:val="00093B79"/>
    <w:rsid w:val="00093C1D"/>
    <w:rsid w:val="00093E8E"/>
    <w:rsid w:val="00094207"/>
    <w:rsid w:val="0009449A"/>
    <w:rsid w:val="00094869"/>
    <w:rsid w:val="0009522C"/>
    <w:rsid w:val="00095378"/>
    <w:rsid w:val="00095503"/>
    <w:rsid w:val="000957CE"/>
    <w:rsid w:val="000958E7"/>
    <w:rsid w:val="00095EC0"/>
    <w:rsid w:val="00095ECD"/>
    <w:rsid w:val="00095ED4"/>
    <w:rsid w:val="0009606C"/>
    <w:rsid w:val="000960CB"/>
    <w:rsid w:val="00096454"/>
    <w:rsid w:val="0009679C"/>
    <w:rsid w:val="000970E9"/>
    <w:rsid w:val="00097198"/>
    <w:rsid w:val="0009735B"/>
    <w:rsid w:val="00097BE6"/>
    <w:rsid w:val="00097D2C"/>
    <w:rsid w:val="00097ED8"/>
    <w:rsid w:val="000A0563"/>
    <w:rsid w:val="000A09FB"/>
    <w:rsid w:val="000A0F25"/>
    <w:rsid w:val="000A1608"/>
    <w:rsid w:val="000A1CB5"/>
    <w:rsid w:val="000A228B"/>
    <w:rsid w:val="000A270A"/>
    <w:rsid w:val="000A27ED"/>
    <w:rsid w:val="000A280C"/>
    <w:rsid w:val="000A2B9B"/>
    <w:rsid w:val="000A2C98"/>
    <w:rsid w:val="000A313A"/>
    <w:rsid w:val="000A3225"/>
    <w:rsid w:val="000A3788"/>
    <w:rsid w:val="000A3848"/>
    <w:rsid w:val="000A39A0"/>
    <w:rsid w:val="000A3FD0"/>
    <w:rsid w:val="000A4B64"/>
    <w:rsid w:val="000A4C00"/>
    <w:rsid w:val="000A4F74"/>
    <w:rsid w:val="000A5540"/>
    <w:rsid w:val="000A58C5"/>
    <w:rsid w:val="000A5D8E"/>
    <w:rsid w:val="000A5E95"/>
    <w:rsid w:val="000A69F4"/>
    <w:rsid w:val="000A7206"/>
    <w:rsid w:val="000A7BB0"/>
    <w:rsid w:val="000A7CFD"/>
    <w:rsid w:val="000A7EEC"/>
    <w:rsid w:val="000A7FEF"/>
    <w:rsid w:val="000B014D"/>
    <w:rsid w:val="000B07C0"/>
    <w:rsid w:val="000B0B96"/>
    <w:rsid w:val="000B10E0"/>
    <w:rsid w:val="000B1721"/>
    <w:rsid w:val="000B1A8D"/>
    <w:rsid w:val="000B1F92"/>
    <w:rsid w:val="000B2150"/>
    <w:rsid w:val="000B2479"/>
    <w:rsid w:val="000B2799"/>
    <w:rsid w:val="000B2B27"/>
    <w:rsid w:val="000B2C4C"/>
    <w:rsid w:val="000B2D82"/>
    <w:rsid w:val="000B343B"/>
    <w:rsid w:val="000B3EC2"/>
    <w:rsid w:val="000B4060"/>
    <w:rsid w:val="000B4336"/>
    <w:rsid w:val="000B4851"/>
    <w:rsid w:val="000B4C0D"/>
    <w:rsid w:val="000B4C72"/>
    <w:rsid w:val="000B4CEE"/>
    <w:rsid w:val="000B51F4"/>
    <w:rsid w:val="000B5897"/>
    <w:rsid w:val="000B5C43"/>
    <w:rsid w:val="000B5DC3"/>
    <w:rsid w:val="000B60BB"/>
    <w:rsid w:val="000B60DE"/>
    <w:rsid w:val="000B660E"/>
    <w:rsid w:val="000B68B1"/>
    <w:rsid w:val="000B6966"/>
    <w:rsid w:val="000B6C35"/>
    <w:rsid w:val="000B753F"/>
    <w:rsid w:val="000B7C8C"/>
    <w:rsid w:val="000C0BA3"/>
    <w:rsid w:val="000C161B"/>
    <w:rsid w:val="000C1AF4"/>
    <w:rsid w:val="000C1CEE"/>
    <w:rsid w:val="000C251D"/>
    <w:rsid w:val="000C341C"/>
    <w:rsid w:val="000C388E"/>
    <w:rsid w:val="000C395E"/>
    <w:rsid w:val="000C3970"/>
    <w:rsid w:val="000C3EC9"/>
    <w:rsid w:val="000C4311"/>
    <w:rsid w:val="000C465D"/>
    <w:rsid w:val="000C4D50"/>
    <w:rsid w:val="000C54C9"/>
    <w:rsid w:val="000C5833"/>
    <w:rsid w:val="000C6171"/>
    <w:rsid w:val="000C638A"/>
    <w:rsid w:val="000C6E0C"/>
    <w:rsid w:val="000C6FFC"/>
    <w:rsid w:val="000C706A"/>
    <w:rsid w:val="000C75DD"/>
    <w:rsid w:val="000C7623"/>
    <w:rsid w:val="000C7BAE"/>
    <w:rsid w:val="000C7F5B"/>
    <w:rsid w:val="000D06DB"/>
    <w:rsid w:val="000D06FA"/>
    <w:rsid w:val="000D0945"/>
    <w:rsid w:val="000D0A57"/>
    <w:rsid w:val="000D0C66"/>
    <w:rsid w:val="000D1226"/>
    <w:rsid w:val="000D1AB1"/>
    <w:rsid w:val="000D1ACE"/>
    <w:rsid w:val="000D1FC2"/>
    <w:rsid w:val="000D2110"/>
    <w:rsid w:val="000D2376"/>
    <w:rsid w:val="000D238E"/>
    <w:rsid w:val="000D2962"/>
    <w:rsid w:val="000D2D7D"/>
    <w:rsid w:val="000D2FDA"/>
    <w:rsid w:val="000D3056"/>
    <w:rsid w:val="000D393F"/>
    <w:rsid w:val="000D3C08"/>
    <w:rsid w:val="000D3C5B"/>
    <w:rsid w:val="000D4114"/>
    <w:rsid w:val="000D4179"/>
    <w:rsid w:val="000D42AC"/>
    <w:rsid w:val="000D4657"/>
    <w:rsid w:val="000D49F3"/>
    <w:rsid w:val="000D4A68"/>
    <w:rsid w:val="000D4A74"/>
    <w:rsid w:val="000D4B37"/>
    <w:rsid w:val="000D5018"/>
    <w:rsid w:val="000D5343"/>
    <w:rsid w:val="000D5556"/>
    <w:rsid w:val="000D5778"/>
    <w:rsid w:val="000D5A50"/>
    <w:rsid w:val="000D5BB4"/>
    <w:rsid w:val="000D5E06"/>
    <w:rsid w:val="000D5E25"/>
    <w:rsid w:val="000D5EFF"/>
    <w:rsid w:val="000D5F57"/>
    <w:rsid w:val="000D6131"/>
    <w:rsid w:val="000D627C"/>
    <w:rsid w:val="000D6909"/>
    <w:rsid w:val="000D6943"/>
    <w:rsid w:val="000D6CCF"/>
    <w:rsid w:val="000D6E0B"/>
    <w:rsid w:val="000D728D"/>
    <w:rsid w:val="000D72A9"/>
    <w:rsid w:val="000D76A3"/>
    <w:rsid w:val="000D7704"/>
    <w:rsid w:val="000D784D"/>
    <w:rsid w:val="000D7AC2"/>
    <w:rsid w:val="000D7C4C"/>
    <w:rsid w:val="000D7FB5"/>
    <w:rsid w:val="000E00E1"/>
    <w:rsid w:val="000E031E"/>
    <w:rsid w:val="000E040A"/>
    <w:rsid w:val="000E0A08"/>
    <w:rsid w:val="000E0D2F"/>
    <w:rsid w:val="000E10B0"/>
    <w:rsid w:val="000E12ED"/>
    <w:rsid w:val="000E1714"/>
    <w:rsid w:val="000E19A5"/>
    <w:rsid w:val="000E1B0A"/>
    <w:rsid w:val="000E1E3E"/>
    <w:rsid w:val="000E1ECF"/>
    <w:rsid w:val="000E20F4"/>
    <w:rsid w:val="000E389F"/>
    <w:rsid w:val="000E3A0F"/>
    <w:rsid w:val="000E4212"/>
    <w:rsid w:val="000E445F"/>
    <w:rsid w:val="000E4E82"/>
    <w:rsid w:val="000E5001"/>
    <w:rsid w:val="000E5230"/>
    <w:rsid w:val="000E53A8"/>
    <w:rsid w:val="000E57E2"/>
    <w:rsid w:val="000E594A"/>
    <w:rsid w:val="000E5A84"/>
    <w:rsid w:val="000E60B9"/>
    <w:rsid w:val="000E6AB9"/>
    <w:rsid w:val="000E7E48"/>
    <w:rsid w:val="000E7F03"/>
    <w:rsid w:val="000F0468"/>
    <w:rsid w:val="000F04E9"/>
    <w:rsid w:val="000F086F"/>
    <w:rsid w:val="000F0934"/>
    <w:rsid w:val="000F0B7C"/>
    <w:rsid w:val="000F0C55"/>
    <w:rsid w:val="000F1523"/>
    <w:rsid w:val="000F1E24"/>
    <w:rsid w:val="000F211A"/>
    <w:rsid w:val="000F233F"/>
    <w:rsid w:val="000F2447"/>
    <w:rsid w:val="000F25BE"/>
    <w:rsid w:val="000F269D"/>
    <w:rsid w:val="000F28B4"/>
    <w:rsid w:val="000F28E2"/>
    <w:rsid w:val="000F2E8C"/>
    <w:rsid w:val="000F32B8"/>
    <w:rsid w:val="000F3DAB"/>
    <w:rsid w:val="000F3F40"/>
    <w:rsid w:val="000F436A"/>
    <w:rsid w:val="000F4721"/>
    <w:rsid w:val="000F4811"/>
    <w:rsid w:val="000F4960"/>
    <w:rsid w:val="000F4E69"/>
    <w:rsid w:val="000F5379"/>
    <w:rsid w:val="000F5533"/>
    <w:rsid w:val="000F5606"/>
    <w:rsid w:val="000F5CB2"/>
    <w:rsid w:val="000F5D48"/>
    <w:rsid w:val="000F5E62"/>
    <w:rsid w:val="000F6301"/>
    <w:rsid w:val="000F6A20"/>
    <w:rsid w:val="000F6B9C"/>
    <w:rsid w:val="000F6D1B"/>
    <w:rsid w:val="000F6D21"/>
    <w:rsid w:val="000F7111"/>
    <w:rsid w:val="000F7226"/>
    <w:rsid w:val="000F75F1"/>
    <w:rsid w:val="000F7CBF"/>
    <w:rsid w:val="000F7FA8"/>
    <w:rsid w:val="00100255"/>
    <w:rsid w:val="00100C89"/>
    <w:rsid w:val="001013A2"/>
    <w:rsid w:val="0010192B"/>
    <w:rsid w:val="00101EF5"/>
    <w:rsid w:val="001021B6"/>
    <w:rsid w:val="00102341"/>
    <w:rsid w:val="0010247E"/>
    <w:rsid w:val="00102538"/>
    <w:rsid w:val="00102BDA"/>
    <w:rsid w:val="00102E35"/>
    <w:rsid w:val="00102F11"/>
    <w:rsid w:val="00103852"/>
    <w:rsid w:val="00103DEC"/>
    <w:rsid w:val="00103EBA"/>
    <w:rsid w:val="00103EFD"/>
    <w:rsid w:val="00104113"/>
    <w:rsid w:val="001041F0"/>
    <w:rsid w:val="00104371"/>
    <w:rsid w:val="001045CC"/>
    <w:rsid w:val="001047EF"/>
    <w:rsid w:val="00104EAB"/>
    <w:rsid w:val="00105150"/>
    <w:rsid w:val="0010581B"/>
    <w:rsid w:val="00105AE8"/>
    <w:rsid w:val="00105DCF"/>
    <w:rsid w:val="00105E9B"/>
    <w:rsid w:val="001062C5"/>
    <w:rsid w:val="00106624"/>
    <w:rsid w:val="001067A5"/>
    <w:rsid w:val="00106D97"/>
    <w:rsid w:val="00107260"/>
    <w:rsid w:val="00107FE7"/>
    <w:rsid w:val="00110125"/>
    <w:rsid w:val="00110258"/>
    <w:rsid w:val="0011032C"/>
    <w:rsid w:val="001104C0"/>
    <w:rsid w:val="00110600"/>
    <w:rsid w:val="001107C9"/>
    <w:rsid w:val="00110A57"/>
    <w:rsid w:val="00110BE1"/>
    <w:rsid w:val="00110C17"/>
    <w:rsid w:val="00110CD2"/>
    <w:rsid w:val="00110DE4"/>
    <w:rsid w:val="00111830"/>
    <w:rsid w:val="00111A75"/>
    <w:rsid w:val="00111EF1"/>
    <w:rsid w:val="001138B3"/>
    <w:rsid w:val="00113D1B"/>
    <w:rsid w:val="00114460"/>
    <w:rsid w:val="001149B3"/>
    <w:rsid w:val="00114E1A"/>
    <w:rsid w:val="00114ED9"/>
    <w:rsid w:val="00115804"/>
    <w:rsid w:val="0011585C"/>
    <w:rsid w:val="00116255"/>
    <w:rsid w:val="0011630B"/>
    <w:rsid w:val="00116353"/>
    <w:rsid w:val="00116849"/>
    <w:rsid w:val="00116D65"/>
    <w:rsid w:val="00116E8F"/>
    <w:rsid w:val="00117626"/>
    <w:rsid w:val="00117FC4"/>
    <w:rsid w:val="00120043"/>
    <w:rsid w:val="0012009E"/>
    <w:rsid w:val="00120122"/>
    <w:rsid w:val="00120420"/>
    <w:rsid w:val="00120826"/>
    <w:rsid w:val="00120CC2"/>
    <w:rsid w:val="00120D7C"/>
    <w:rsid w:val="00120F63"/>
    <w:rsid w:val="0012125C"/>
    <w:rsid w:val="0012128A"/>
    <w:rsid w:val="00121301"/>
    <w:rsid w:val="00121488"/>
    <w:rsid w:val="00121B02"/>
    <w:rsid w:val="00122373"/>
    <w:rsid w:val="00122383"/>
    <w:rsid w:val="00122748"/>
    <w:rsid w:val="0012286A"/>
    <w:rsid w:val="00122875"/>
    <w:rsid w:val="00122BC9"/>
    <w:rsid w:val="00122FDF"/>
    <w:rsid w:val="00123171"/>
    <w:rsid w:val="00123292"/>
    <w:rsid w:val="0012349F"/>
    <w:rsid w:val="00123E42"/>
    <w:rsid w:val="001242ED"/>
    <w:rsid w:val="00124582"/>
    <w:rsid w:val="0012466C"/>
    <w:rsid w:val="00124686"/>
    <w:rsid w:val="00124A80"/>
    <w:rsid w:val="00124C38"/>
    <w:rsid w:val="00124C63"/>
    <w:rsid w:val="0012556E"/>
    <w:rsid w:val="00125DAC"/>
    <w:rsid w:val="0012696F"/>
    <w:rsid w:val="0012705E"/>
    <w:rsid w:val="001275BF"/>
    <w:rsid w:val="001279C3"/>
    <w:rsid w:val="0013028D"/>
    <w:rsid w:val="0013053A"/>
    <w:rsid w:val="001307F8"/>
    <w:rsid w:val="001309B4"/>
    <w:rsid w:val="00131300"/>
    <w:rsid w:val="001316CF"/>
    <w:rsid w:val="00131719"/>
    <w:rsid w:val="00131A6A"/>
    <w:rsid w:val="00131C5A"/>
    <w:rsid w:val="00131D33"/>
    <w:rsid w:val="00132703"/>
    <w:rsid w:val="00132986"/>
    <w:rsid w:val="0013299E"/>
    <w:rsid w:val="00132A7F"/>
    <w:rsid w:val="00133426"/>
    <w:rsid w:val="00133BAC"/>
    <w:rsid w:val="00133DD8"/>
    <w:rsid w:val="00133ED1"/>
    <w:rsid w:val="00134521"/>
    <w:rsid w:val="00134706"/>
    <w:rsid w:val="001349A7"/>
    <w:rsid w:val="00135071"/>
    <w:rsid w:val="0013515C"/>
    <w:rsid w:val="001354D9"/>
    <w:rsid w:val="00135754"/>
    <w:rsid w:val="001357AE"/>
    <w:rsid w:val="001357CA"/>
    <w:rsid w:val="00136596"/>
    <w:rsid w:val="001366E5"/>
    <w:rsid w:val="0013693D"/>
    <w:rsid w:val="0013776F"/>
    <w:rsid w:val="001379A8"/>
    <w:rsid w:val="00137E7E"/>
    <w:rsid w:val="00137E98"/>
    <w:rsid w:val="00137FED"/>
    <w:rsid w:val="001400A2"/>
    <w:rsid w:val="0014013D"/>
    <w:rsid w:val="0014014F"/>
    <w:rsid w:val="001414F2"/>
    <w:rsid w:val="001415B7"/>
    <w:rsid w:val="00141670"/>
    <w:rsid w:val="00141735"/>
    <w:rsid w:val="001419CE"/>
    <w:rsid w:val="00141AB1"/>
    <w:rsid w:val="00141D51"/>
    <w:rsid w:val="00142285"/>
    <w:rsid w:val="00142588"/>
    <w:rsid w:val="00142632"/>
    <w:rsid w:val="00142B6D"/>
    <w:rsid w:val="00142D57"/>
    <w:rsid w:val="00143124"/>
    <w:rsid w:val="001431D3"/>
    <w:rsid w:val="001438D1"/>
    <w:rsid w:val="00143F13"/>
    <w:rsid w:val="00144086"/>
    <w:rsid w:val="00144ECE"/>
    <w:rsid w:val="0014505C"/>
    <w:rsid w:val="00145D9A"/>
    <w:rsid w:val="00146292"/>
    <w:rsid w:val="001468C6"/>
    <w:rsid w:val="00146B59"/>
    <w:rsid w:val="00146D91"/>
    <w:rsid w:val="00146F5B"/>
    <w:rsid w:val="0014703A"/>
    <w:rsid w:val="00147499"/>
    <w:rsid w:val="00147662"/>
    <w:rsid w:val="001479AD"/>
    <w:rsid w:val="00147ECB"/>
    <w:rsid w:val="00150042"/>
    <w:rsid w:val="00150303"/>
    <w:rsid w:val="00150338"/>
    <w:rsid w:val="00150693"/>
    <w:rsid w:val="001506C4"/>
    <w:rsid w:val="00150783"/>
    <w:rsid w:val="0015087C"/>
    <w:rsid w:val="00150ABF"/>
    <w:rsid w:val="001514F3"/>
    <w:rsid w:val="0015169C"/>
    <w:rsid w:val="001517EB"/>
    <w:rsid w:val="001519E3"/>
    <w:rsid w:val="00151AC9"/>
    <w:rsid w:val="001524F9"/>
    <w:rsid w:val="0015262F"/>
    <w:rsid w:val="00152D02"/>
    <w:rsid w:val="0015318D"/>
    <w:rsid w:val="001532E2"/>
    <w:rsid w:val="00153394"/>
    <w:rsid w:val="001533AD"/>
    <w:rsid w:val="00153750"/>
    <w:rsid w:val="00153768"/>
    <w:rsid w:val="00153B47"/>
    <w:rsid w:val="00153CC7"/>
    <w:rsid w:val="00153DF6"/>
    <w:rsid w:val="00154038"/>
    <w:rsid w:val="0015473E"/>
    <w:rsid w:val="00154E57"/>
    <w:rsid w:val="0015500A"/>
    <w:rsid w:val="0015546A"/>
    <w:rsid w:val="00155611"/>
    <w:rsid w:val="001559A6"/>
    <w:rsid w:val="00155D6D"/>
    <w:rsid w:val="001561C6"/>
    <w:rsid w:val="001563DB"/>
    <w:rsid w:val="00156C40"/>
    <w:rsid w:val="00156F53"/>
    <w:rsid w:val="00156FA5"/>
    <w:rsid w:val="00157090"/>
    <w:rsid w:val="001570FB"/>
    <w:rsid w:val="0015792D"/>
    <w:rsid w:val="00157A58"/>
    <w:rsid w:val="00160018"/>
    <w:rsid w:val="0016033B"/>
    <w:rsid w:val="00160D22"/>
    <w:rsid w:val="001615AE"/>
    <w:rsid w:val="001615C8"/>
    <w:rsid w:val="00161681"/>
    <w:rsid w:val="00162103"/>
    <w:rsid w:val="00162896"/>
    <w:rsid w:val="001628A1"/>
    <w:rsid w:val="00163016"/>
    <w:rsid w:val="001632B9"/>
    <w:rsid w:val="001638CF"/>
    <w:rsid w:val="00163A0B"/>
    <w:rsid w:val="00163E70"/>
    <w:rsid w:val="001640A9"/>
    <w:rsid w:val="00164435"/>
    <w:rsid w:val="00164716"/>
    <w:rsid w:val="0016482D"/>
    <w:rsid w:val="00164B4A"/>
    <w:rsid w:val="00164D18"/>
    <w:rsid w:val="00164D97"/>
    <w:rsid w:val="001650D4"/>
    <w:rsid w:val="00165BC0"/>
    <w:rsid w:val="00166AA0"/>
    <w:rsid w:val="00166C37"/>
    <w:rsid w:val="00166C7C"/>
    <w:rsid w:val="00166D92"/>
    <w:rsid w:val="00167226"/>
    <w:rsid w:val="0016739B"/>
    <w:rsid w:val="0016790A"/>
    <w:rsid w:val="0016791B"/>
    <w:rsid w:val="00167E1A"/>
    <w:rsid w:val="00167EC0"/>
    <w:rsid w:val="00167ECF"/>
    <w:rsid w:val="0017007B"/>
    <w:rsid w:val="00170C14"/>
    <w:rsid w:val="00170D0C"/>
    <w:rsid w:val="0017125C"/>
    <w:rsid w:val="00171415"/>
    <w:rsid w:val="00171424"/>
    <w:rsid w:val="00171BAA"/>
    <w:rsid w:val="00171D81"/>
    <w:rsid w:val="0017241C"/>
    <w:rsid w:val="00172462"/>
    <w:rsid w:val="00173078"/>
    <w:rsid w:val="00173A41"/>
    <w:rsid w:val="00173AC6"/>
    <w:rsid w:val="00173E17"/>
    <w:rsid w:val="001740F7"/>
    <w:rsid w:val="0017418F"/>
    <w:rsid w:val="001741BB"/>
    <w:rsid w:val="00174D6F"/>
    <w:rsid w:val="00175221"/>
    <w:rsid w:val="001753DA"/>
    <w:rsid w:val="00175B2E"/>
    <w:rsid w:val="00176A30"/>
    <w:rsid w:val="00176CA5"/>
    <w:rsid w:val="00176CC4"/>
    <w:rsid w:val="0017782E"/>
    <w:rsid w:val="00180222"/>
    <w:rsid w:val="001807DA"/>
    <w:rsid w:val="00180CD8"/>
    <w:rsid w:val="00180E0D"/>
    <w:rsid w:val="00180F77"/>
    <w:rsid w:val="00181204"/>
    <w:rsid w:val="001822BF"/>
    <w:rsid w:val="00182A20"/>
    <w:rsid w:val="001833ED"/>
    <w:rsid w:val="00183463"/>
    <w:rsid w:val="00183C21"/>
    <w:rsid w:val="00183EAD"/>
    <w:rsid w:val="00184042"/>
    <w:rsid w:val="001842ED"/>
    <w:rsid w:val="00184575"/>
    <w:rsid w:val="001847E2"/>
    <w:rsid w:val="00184852"/>
    <w:rsid w:val="001849C6"/>
    <w:rsid w:val="00185014"/>
    <w:rsid w:val="001853BF"/>
    <w:rsid w:val="0018553D"/>
    <w:rsid w:val="001856CB"/>
    <w:rsid w:val="00186064"/>
    <w:rsid w:val="00186A94"/>
    <w:rsid w:val="00186BAB"/>
    <w:rsid w:val="00187006"/>
    <w:rsid w:val="0018740F"/>
    <w:rsid w:val="0018749D"/>
    <w:rsid w:val="001876CE"/>
    <w:rsid w:val="001878E9"/>
    <w:rsid w:val="00187B5B"/>
    <w:rsid w:val="00187E6B"/>
    <w:rsid w:val="001901CD"/>
    <w:rsid w:val="00190863"/>
    <w:rsid w:val="00190EC0"/>
    <w:rsid w:val="0019121E"/>
    <w:rsid w:val="00191220"/>
    <w:rsid w:val="00191A91"/>
    <w:rsid w:val="001922E5"/>
    <w:rsid w:val="00192300"/>
    <w:rsid w:val="00192450"/>
    <w:rsid w:val="001924AD"/>
    <w:rsid w:val="00192730"/>
    <w:rsid w:val="00192BB0"/>
    <w:rsid w:val="001932F5"/>
    <w:rsid w:val="00193666"/>
    <w:rsid w:val="001936C3"/>
    <w:rsid w:val="001941B4"/>
    <w:rsid w:val="001942C0"/>
    <w:rsid w:val="0019441D"/>
    <w:rsid w:val="00194755"/>
    <w:rsid w:val="001952A3"/>
    <w:rsid w:val="0019536F"/>
    <w:rsid w:val="0019549E"/>
    <w:rsid w:val="00196726"/>
    <w:rsid w:val="00196883"/>
    <w:rsid w:val="00196CF4"/>
    <w:rsid w:val="00196F46"/>
    <w:rsid w:val="00197081"/>
    <w:rsid w:val="00197220"/>
    <w:rsid w:val="00197250"/>
    <w:rsid w:val="001979C7"/>
    <w:rsid w:val="00197CBC"/>
    <w:rsid w:val="00197FF4"/>
    <w:rsid w:val="001A0043"/>
    <w:rsid w:val="001A013F"/>
    <w:rsid w:val="001A0711"/>
    <w:rsid w:val="001A09E1"/>
    <w:rsid w:val="001A0F92"/>
    <w:rsid w:val="001A14AD"/>
    <w:rsid w:val="001A15CA"/>
    <w:rsid w:val="001A1E77"/>
    <w:rsid w:val="001A24C2"/>
    <w:rsid w:val="001A2870"/>
    <w:rsid w:val="001A2E54"/>
    <w:rsid w:val="001A2F12"/>
    <w:rsid w:val="001A3008"/>
    <w:rsid w:val="001A3D50"/>
    <w:rsid w:val="001A403F"/>
    <w:rsid w:val="001A4A9B"/>
    <w:rsid w:val="001A5933"/>
    <w:rsid w:val="001A5961"/>
    <w:rsid w:val="001A5A24"/>
    <w:rsid w:val="001A5ADB"/>
    <w:rsid w:val="001A5C07"/>
    <w:rsid w:val="001A5DA9"/>
    <w:rsid w:val="001A5DAD"/>
    <w:rsid w:val="001A64DF"/>
    <w:rsid w:val="001A6B48"/>
    <w:rsid w:val="001A6D89"/>
    <w:rsid w:val="001A74EE"/>
    <w:rsid w:val="001A75D5"/>
    <w:rsid w:val="001A79C9"/>
    <w:rsid w:val="001A7AEB"/>
    <w:rsid w:val="001A7C12"/>
    <w:rsid w:val="001A7C7E"/>
    <w:rsid w:val="001A7D18"/>
    <w:rsid w:val="001B06EE"/>
    <w:rsid w:val="001B0E20"/>
    <w:rsid w:val="001B12BD"/>
    <w:rsid w:val="001B1602"/>
    <w:rsid w:val="001B1BA1"/>
    <w:rsid w:val="001B28D0"/>
    <w:rsid w:val="001B3B12"/>
    <w:rsid w:val="001B4000"/>
    <w:rsid w:val="001B404F"/>
    <w:rsid w:val="001B4297"/>
    <w:rsid w:val="001B4C9D"/>
    <w:rsid w:val="001B4DA6"/>
    <w:rsid w:val="001B4DE7"/>
    <w:rsid w:val="001B4EF3"/>
    <w:rsid w:val="001B5332"/>
    <w:rsid w:val="001B53E5"/>
    <w:rsid w:val="001B57CC"/>
    <w:rsid w:val="001B593A"/>
    <w:rsid w:val="001B5CE8"/>
    <w:rsid w:val="001B5FC2"/>
    <w:rsid w:val="001B60BD"/>
    <w:rsid w:val="001B61ED"/>
    <w:rsid w:val="001B676B"/>
    <w:rsid w:val="001B6DBE"/>
    <w:rsid w:val="001B71F1"/>
    <w:rsid w:val="001B72E7"/>
    <w:rsid w:val="001B7613"/>
    <w:rsid w:val="001B77D2"/>
    <w:rsid w:val="001B7C33"/>
    <w:rsid w:val="001C0689"/>
    <w:rsid w:val="001C0923"/>
    <w:rsid w:val="001C0CF7"/>
    <w:rsid w:val="001C0DA9"/>
    <w:rsid w:val="001C0DE8"/>
    <w:rsid w:val="001C0F9B"/>
    <w:rsid w:val="001C15FB"/>
    <w:rsid w:val="001C25A8"/>
    <w:rsid w:val="001C280D"/>
    <w:rsid w:val="001C2FA3"/>
    <w:rsid w:val="001C31F4"/>
    <w:rsid w:val="001C3240"/>
    <w:rsid w:val="001C3EAD"/>
    <w:rsid w:val="001C3FB0"/>
    <w:rsid w:val="001C4645"/>
    <w:rsid w:val="001C4892"/>
    <w:rsid w:val="001C49FB"/>
    <w:rsid w:val="001C4E01"/>
    <w:rsid w:val="001C534D"/>
    <w:rsid w:val="001C5358"/>
    <w:rsid w:val="001C5835"/>
    <w:rsid w:val="001C5A5E"/>
    <w:rsid w:val="001C5A5F"/>
    <w:rsid w:val="001C5B95"/>
    <w:rsid w:val="001C69AC"/>
    <w:rsid w:val="001C6C2A"/>
    <w:rsid w:val="001C6D63"/>
    <w:rsid w:val="001C6EF3"/>
    <w:rsid w:val="001C6F47"/>
    <w:rsid w:val="001C7547"/>
    <w:rsid w:val="001C7739"/>
    <w:rsid w:val="001C7D83"/>
    <w:rsid w:val="001D0218"/>
    <w:rsid w:val="001D03E2"/>
    <w:rsid w:val="001D04BC"/>
    <w:rsid w:val="001D059B"/>
    <w:rsid w:val="001D0C1A"/>
    <w:rsid w:val="001D0C54"/>
    <w:rsid w:val="001D11BB"/>
    <w:rsid w:val="001D12CC"/>
    <w:rsid w:val="001D13A0"/>
    <w:rsid w:val="001D1496"/>
    <w:rsid w:val="001D1695"/>
    <w:rsid w:val="001D2A76"/>
    <w:rsid w:val="001D2BD5"/>
    <w:rsid w:val="001D2E30"/>
    <w:rsid w:val="001D3306"/>
    <w:rsid w:val="001D39A9"/>
    <w:rsid w:val="001D4411"/>
    <w:rsid w:val="001D479B"/>
    <w:rsid w:val="001D52F5"/>
    <w:rsid w:val="001D5B0B"/>
    <w:rsid w:val="001D62F7"/>
    <w:rsid w:val="001D655E"/>
    <w:rsid w:val="001D65F8"/>
    <w:rsid w:val="001D68CC"/>
    <w:rsid w:val="001D6F21"/>
    <w:rsid w:val="001D7CDB"/>
    <w:rsid w:val="001D7F9B"/>
    <w:rsid w:val="001D7FFD"/>
    <w:rsid w:val="001E016C"/>
    <w:rsid w:val="001E0758"/>
    <w:rsid w:val="001E08E0"/>
    <w:rsid w:val="001E096F"/>
    <w:rsid w:val="001E0D34"/>
    <w:rsid w:val="001E0EF0"/>
    <w:rsid w:val="001E183E"/>
    <w:rsid w:val="001E1B73"/>
    <w:rsid w:val="001E1CEF"/>
    <w:rsid w:val="001E1D41"/>
    <w:rsid w:val="001E29CA"/>
    <w:rsid w:val="001E2D7A"/>
    <w:rsid w:val="001E3669"/>
    <w:rsid w:val="001E3E68"/>
    <w:rsid w:val="001E3F21"/>
    <w:rsid w:val="001E40FA"/>
    <w:rsid w:val="001E4132"/>
    <w:rsid w:val="001E4660"/>
    <w:rsid w:val="001E4977"/>
    <w:rsid w:val="001E5776"/>
    <w:rsid w:val="001E59E7"/>
    <w:rsid w:val="001E5BF6"/>
    <w:rsid w:val="001E62D2"/>
    <w:rsid w:val="001E6619"/>
    <w:rsid w:val="001E6660"/>
    <w:rsid w:val="001E6664"/>
    <w:rsid w:val="001E6928"/>
    <w:rsid w:val="001E696D"/>
    <w:rsid w:val="001E6CA9"/>
    <w:rsid w:val="001E6EE2"/>
    <w:rsid w:val="001E747E"/>
    <w:rsid w:val="001E7756"/>
    <w:rsid w:val="001E7CFA"/>
    <w:rsid w:val="001E7E49"/>
    <w:rsid w:val="001E7ED0"/>
    <w:rsid w:val="001F02B8"/>
    <w:rsid w:val="001F031D"/>
    <w:rsid w:val="001F0ADC"/>
    <w:rsid w:val="001F1D4E"/>
    <w:rsid w:val="001F1FB1"/>
    <w:rsid w:val="001F2A3E"/>
    <w:rsid w:val="001F2E5F"/>
    <w:rsid w:val="001F310B"/>
    <w:rsid w:val="001F35C4"/>
    <w:rsid w:val="001F38D2"/>
    <w:rsid w:val="001F3E6D"/>
    <w:rsid w:val="001F3F05"/>
    <w:rsid w:val="001F4097"/>
    <w:rsid w:val="001F4132"/>
    <w:rsid w:val="001F4401"/>
    <w:rsid w:val="001F4E0A"/>
    <w:rsid w:val="001F502A"/>
    <w:rsid w:val="001F59F1"/>
    <w:rsid w:val="001F5AD7"/>
    <w:rsid w:val="001F5CD2"/>
    <w:rsid w:val="001F6145"/>
    <w:rsid w:val="001F6DE1"/>
    <w:rsid w:val="001F7A37"/>
    <w:rsid w:val="001F7F52"/>
    <w:rsid w:val="001F7FBE"/>
    <w:rsid w:val="0020005F"/>
    <w:rsid w:val="0020030A"/>
    <w:rsid w:val="0020053B"/>
    <w:rsid w:val="0020081A"/>
    <w:rsid w:val="0020102F"/>
    <w:rsid w:val="002012A2"/>
    <w:rsid w:val="0020143D"/>
    <w:rsid w:val="002015B3"/>
    <w:rsid w:val="0020175A"/>
    <w:rsid w:val="002018CC"/>
    <w:rsid w:val="002018FE"/>
    <w:rsid w:val="0020190A"/>
    <w:rsid w:val="0020207B"/>
    <w:rsid w:val="002021B2"/>
    <w:rsid w:val="00202C64"/>
    <w:rsid w:val="002031A7"/>
    <w:rsid w:val="002035E0"/>
    <w:rsid w:val="00203624"/>
    <w:rsid w:val="002038B3"/>
    <w:rsid w:val="00203B41"/>
    <w:rsid w:val="00203B99"/>
    <w:rsid w:val="00203E42"/>
    <w:rsid w:val="00203EF0"/>
    <w:rsid w:val="00203EF9"/>
    <w:rsid w:val="002043B6"/>
    <w:rsid w:val="002047A4"/>
    <w:rsid w:val="00204AC0"/>
    <w:rsid w:val="002051B8"/>
    <w:rsid w:val="002055AA"/>
    <w:rsid w:val="0020583F"/>
    <w:rsid w:val="00205B0E"/>
    <w:rsid w:val="00205D77"/>
    <w:rsid w:val="00205E3E"/>
    <w:rsid w:val="00207169"/>
    <w:rsid w:val="00207247"/>
    <w:rsid w:val="00207445"/>
    <w:rsid w:val="00207F16"/>
    <w:rsid w:val="00210097"/>
    <w:rsid w:val="0021099A"/>
    <w:rsid w:val="00211045"/>
    <w:rsid w:val="002110A7"/>
    <w:rsid w:val="00211588"/>
    <w:rsid w:val="00211EFA"/>
    <w:rsid w:val="00212094"/>
    <w:rsid w:val="00212360"/>
    <w:rsid w:val="00212404"/>
    <w:rsid w:val="002126A7"/>
    <w:rsid w:val="00212AE9"/>
    <w:rsid w:val="0021336E"/>
    <w:rsid w:val="0021350B"/>
    <w:rsid w:val="00213711"/>
    <w:rsid w:val="00213A6F"/>
    <w:rsid w:val="002144CE"/>
    <w:rsid w:val="00214B37"/>
    <w:rsid w:val="00214BA8"/>
    <w:rsid w:val="00214C74"/>
    <w:rsid w:val="00214DFB"/>
    <w:rsid w:val="00214EEC"/>
    <w:rsid w:val="00215279"/>
    <w:rsid w:val="00215479"/>
    <w:rsid w:val="00215A4E"/>
    <w:rsid w:val="002161E0"/>
    <w:rsid w:val="0021638D"/>
    <w:rsid w:val="00216494"/>
    <w:rsid w:val="00216C02"/>
    <w:rsid w:val="00216ED1"/>
    <w:rsid w:val="00216EF3"/>
    <w:rsid w:val="00217089"/>
    <w:rsid w:val="002171FC"/>
    <w:rsid w:val="002208D2"/>
    <w:rsid w:val="00220AB5"/>
    <w:rsid w:val="00220C53"/>
    <w:rsid w:val="00220EEB"/>
    <w:rsid w:val="00221014"/>
    <w:rsid w:val="0022102C"/>
    <w:rsid w:val="002211F9"/>
    <w:rsid w:val="00221BC8"/>
    <w:rsid w:val="00221D21"/>
    <w:rsid w:val="00222643"/>
    <w:rsid w:val="00222A36"/>
    <w:rsid w:val="00222C96"/>
    <w:rsid w:val="00223313"/>
    <w:rsid w:val="00223778"/>
    <w:rsid w:val="00223DB4"/>
    <w:rsid w:val="0022427B"/>
    <w:rsid w:val="00224689"/>
    <w:rsid w:val="002247C1"/>
    <w:rsid w:val="002251D4"/>
    <w:rsid w:val="0022547B"/>
    <w:rsid w:val="002257C2"/>
    <w:rsid w:val="002257F2"/>
    <w:rsid w:val="002258B6"/>
    <w:rsid w:val="00225977"/>
    <w:rsid w:val="002259D6"/>
    <w:rsid w:val="00225ABA"/>
    <w:rsid w:val="0022701C"/>
    <w:rsid w:val="0022782B"/>
    <w:rsid w:val="00227A8F"/>
    <w:rsid w:val="00227EA9"/>
    <w:rsid w:val="00227F7D"/>
    <w:rsid w:val="00230613"/>
    <w:rsid w:val="0023062F"/>
    <w:rsid w:val="0023070E"/>
    <w:rsid w:val="00230C61"/>
    <w:rsid w:val="00230CEA"/>
    <w:rsid w:val="00230F63"/>
    <w:rsid w:val="002313BE"/>
    <w:rsid w:val="00231A59"/>
    <w:rsid w:val="00231D9F"/>
    <w:rsid w:val="00231E7D"/>
    <w:rsid w:val="002328EC"/>
    <w:rsid w:val="002336CA"/>
    <w:rsid w:val="00233B5D"/>
    <w:rsid w:val="00233D2F"/>
    <w:rsid w:val="0023402D"/>
    <w:rsid w:val="00234042"/>
    <w:rsid w:val="00234658"/>
    <w:rsid w:val="0023495C"/>
    <w:rsid w:val="00234B41"/>
    <w:rsid w:val="00234CB4"/>
    <w:rsid w:val="002352F8"/>
    <w:rsid w:val="00235549"/>
    <w:rsid w:val="00235BEC"/>
    <w:rsid w:val="002363BC"/>
    <w:rsid w:val="002364BC"/>
    <w:rsid w:val="00236671"/>
    <w:rsid w:val="0023667D"/>
    <w:rsid w:val="00237BDA"/>
    <w:rsid w:val="00237CA1"/>
    <w:rsid w:val="00237F37"/>
    <w:rsid w:val="0024041B"/>
    <w:rsid w:val="0024090A"/>
    <w:rsid w:val="00240F07"/>
    <w:rsid w:val="00241170"/>
    <w:rsid w:val="0024143C"/>
    <w:rsid w:val="002416D9"/>
    <w:rsid w:val="00241A24"/>
    <w:rsid w:val="00241D92"/>
    <w:rsid w:val="00241E1B"/>
    <w:rsid w:val="00241EA4"/>
    <w:rsid w:val="00242046"/>
    <w:rsid w:val="002426EA"/>
    <w:rsid w:val="0024288F"/>
    <w:rsid w:val="00242FCF"/>
    <w:rsid w:val="00243C07"/>
    <w:rsid w:val="00243F81"/>
    <w:rsid w:val="00243FAF"/>
    <w:rsid w:val="00244328"/>
    <w:rsid w:val="002444ED"/>
    <w:rsid w:val="00244693"/>
    <w:rsid w:val="0024476E"/>
    <w:rsid w:val="0024491B"/>
    <w:rsid w:val="002449A9"/>
    <w:rsid w:val="002450F0"/>
    <w:rsid w:val="002455AE"/>
    <w:rsid w:val="00245AFD"/>
    <w:rsid w:val="00245F3C"/>
    <w:rsid w:val="00245FA8"/>
    <w:rsid w:val="00246283"/>
    <w:rsid w:val="0024655D"/>
    <w:rsid w:val="00246A3F"/>
    <w:rsid w:val="00246C08"/>
    <w:rsid w:val="00247078"/>
    <w:rsid w:val="0024772B"/>
    <w:rsid w:val="00247CF3"/>
    <w:rsid w:val="00250286"/>
    <w:rsid w:val="00250C74"/>
    <w:rsid w:val="00251387"/>
    <w:rsid w:val="00251466"/>
    <w:rsid w:val="0025153B"/>
    <w:rsid w:val="0025161C"/>
    <w:rsid w:val="00251681"/>
    <w:rsid w:val="002517AF"/>
    <w:rsid w:val="002518FD"/>
    <w:rsid w:val="00251B31"/>
    <w:rsid w:val="00251D10"/>
    <w:rsid w:val="00252001"/>
    <w:rsid w:val="002521EB"/>
    <w:rsid w:val="002522B5"/>
    <w:rsid w:val="002524EE"/>
    <w:rsid w:val="00252B8A"/>
    <w:rsid w:val="00252C91"/>
    <w:rsid w:val="00252EA3"/>
    <w:rsid w:val="00253337"/>
    <w:rsid w:val="002534E5"/>
    <w:rsid w:val="002537FE"/>
    <w:rsid w:val="00253AED"/>
    <w:rsid w:val="00253CB0"/>
    <w:rsid w:val="00253F27"/>
    <w:rsid w:val="002543D6"/>
    <w:rsid w:val="0025481D"/>
    <w:rsid w:val="00254C26"/>
    <w:rsid w:val="00255113"/>
    <w:rsid w:val="0025532A"/>
    <w:rsid w:val="00255D98"/>
    <w:rsid w:val="00255FA5"/>
    <w:rsid w:val="002560C6"/>
    <w:rsid w:val="002563AB"/>
    <w:rsid w:val="00256555"/>
    <w:rsid w:val="002569B4"/>
    <w:rsid w:val="00256F3D"/>
    <w:rsid w:val="002570F1"/>
    <w:rsid w:val="00257328"/>
    <w:rsid w:val="002579EF"/>
    <w:rsid w:val="00257B3B"/>
    <w:rsid w:val="00257DD6"/>
    <w:rsid w:val="00260D6C"/>
    <w:rsid w:val="00260E8D"/>
    <w:rsid w:val="00260FDF"/>
    <w:rsid w:val="00261134"/>
    <w:rsid w:val="002616E8"/>
    <w:rsid w:val="002617A1"/>
    <w:rsid w:val="002618F1"/>
    <w:rsid w:val="00262A4D"/>
    <w:rsid w:val="002630E9"/>
    <w:rsid w:val="0026342D"/>
    <w:rsid w:val="0026343F"/>
    <w:rsid w:val="0026360C"/>
    <w:rsid w:val="00263643"/>
    <w:rsid w:val="0026397E"/>
    <w:rsid w:val="002639FB"/>
    <w:rsid w:val="00263AA8"/>
    <w:rsid w:val="002644EB"/>
    <w:rsid w:val="0026458F"/>
    <w:rsid w:val="002645A4"/>
    <w:rsid w:val="00265299"/>
    <w:rsid w:val="00265972"/>
    <w:rsid w:val="002659BF"/>
    <w:rsid w:val="002659C0"/>
    <w:rsid w:val="00265EBB"/>
    <w:rsid w:val="002663A9"/>
    <w:rsid w:val="002665B0"/>
    <w:rsid w:val="002666BC"/>
    <w:rsid w:val="00266B2B"/>
    <w:rsid w:val="00266D26"/>
    <w:rsid w:val="002671EB"/>
    <w:rsid w:val="002673E5"/>
    <w:rsid w:val="002676D6"/>
    <w:rsid w:val="00267749"/>
    <w:rsid w:val="0026785D"/>
    <w:rsid w:val="00267CFD"/>
    <w:rsid w:val="00267D52"/>
    <w:rsid w:val="00267EC2"/>
    <w:rsid w:val="00267F8B"/>
    <w:rsid w:val="00267FE4"/>
    <w:rsid w:val="00270298"/>
    <w:rsid w:val="002705CA"/>
    <w:rsid w:val="00270B03"/>
    <w:rsid w:val="00270DBB"/>
    <w:rsid w:val="0027127B"/>
    <w:rsid w:val="002719EB"/>
    <w:rsid w:val="00272053"/>
    <w:rsid w:val="0027249E"/>
    <w:rsid w:val="0027262E"/>
    <w:rsid w:val="0027280E"/>
    <w:rsid w:val="00272A97"/>
    <w:rsid w:val="00273156"/>
    <w:rsid w:val="00273215"/>
    <w:rsid w:val="002732B5"/>
    <w:rsid w:val="00273641"/>
    <w:rsid w:val="002738D7"/>
    <w:rsid w:val="002742D7"/>
    <w:rsid w:val="00274531"/>
    <w:rsid w:val="00275E3E"/>
    <w:rsid w:val="00275EFB"/>
    <w:rsid w:val="002761FB"/>
    <w:rsid w:val="002766DA"/>
    <w:rsid w:val="00276711"/>
    <w:rsid w:val="002769E1"/>
    <w:rsid w:val="00276B3D"/>
    <w:rsid w:val="0027715F"/>
    <w:rsid w:val="00277907"/>
    <w:rsid w:val="002779A8"/>
    <w:rsid w:val="00277CA2"/>
    <w:rsid w:val="00277E3B"/>
    <w:rsid w:val="002803B2"/>
    <w:rsid w:val="00280A82"/>
    <w:rsid w:val="00280CAC"/>
    <w:rsid w:val="00280F5E"/>
    <w:rsid w:val="002812B1"/>
    <w:rsid w:val="00281399"/>
    <w:rsid w:val="002818D2"/>
    <w:rsid w:val="00281944"/>
    <w:rsid w:val="002820D3"/>
    <w:rsid w:val="00283076"/>
    <w:rsid w:val="002831F7"/>
    <w:rsid w:val="00283435"/>
    <w:rsid w:val="002835DA"/>
    <w:rsid w:val="00283641"/>
    <w:rsid w:val="00283C5D"/>
    <w:rsid w:val="00284226"/>
    <w:rsid w:val="00284669"/>
    <w:rsid w:val="002847F1"/>
    <w:rsid w:val="0028490F"/>
    <w:rsid w:val="00284B82"/>
    <w:rsid w:val="00284D0D"/>
    <w:rsid w:val="00284D1C"/>
    <w:rsid w:val="00284E6F"/>
    <w:rsid w:val="00284E7D"/>
    <w:rsid w:val="00284F45"/>
    <w:rsid w:val="002850BE"/>
    <w:rsid w:val="002852BD"/>
    <w:rsid w:val="002852C3"/>
    <w:rsid w:val="0028530E"/>
    <w:rsid w:val="002857BB"/>
    <w:rsid w:val="00285BF7"/>
    <w:rsid w:val="00285DA9"/>
    <w:rsid w:val="00285E06"/>
    <w:rsid w:val="00286449"/>
    <w:rsid w:val="0028655E"/>
    <w:rsid w:val="00286676"/>
    <w:rsid w:val="002869C4"/>
    <w:rsid w:val="00286D5D"/>
    <w:rsid w:val="00287980"/>
    <w:rsid w:val="00287C69"/>
    <w:rsid w:val="00287D8B"/>
    <w:rsid w:val="00290355"/>
    <w:rsid w:val="002903AC"/>
    <w:rsid w:val="002909B2"/>
    <w:rsid w:val="00290A20"/>
    <w:rsid w:val="002910E5"/>
    <w:rsid w:val="00291355"/>
    <w:rsid w:val="002913FA"/>
    <w:rsid w:val="002914C1"/>
    <w:rsid w:val="00291599"/>
    <w:rsid w:val="0029175D"/>
    <w:rsid w:val="00292523"/>
    <w:rsid w:val="00292B91"/>
    <w:rsid w:val="00292EBD"/>
    <w:rsid w:val="0029306F"/>
    <w:rsid w:val="00293BA1"/>
    <w:rsid w:val="00293BB5"/>
    <w:rsid w:val="00294360"/>
    <w:rsid w:val="00294BD8"/>
    <w:rsid w:val="00294D6F"/>
    <w:rsid w:val="0029554C"/>
    <w:rsid w:val="00295B08"/>
    <w:rsid w:val="002967DF"/>
    <w:rsid w:val="0029690C"/>
    <w:rsid w:val="0029692A"/>
    <w:rsid w:val="00296B78"/>
    <w:rsid w:val="00296C53"/>
    <w:rsid w:val="00296FC0"/>
    <w:rsid w:val="00297204"/>
    <w:rsid w:val="00297635"/>
    <w:rsid w:val="00297A64"/>
    <w:rsid w:val="00297AAC"/>
    <w:rsid w:val="00297E3F"/>
    <w:rsid w:val="00297ED4"/>
    <w:rsid w:val="00297ED5"/>
    <w:rsid w:val="002A0093"/>
    <w:rsid w:val="002A0557"/>
    <w:rsid w:val="002A0E0D"/>
    <w:rsid w:val="002A0E14"/>
    <w:rsid w:val="002A1184"/>
    <w:rsid w:val="002A12D1"/>
    <w:rsid w:val="002A1461"/>
    <w:rsid w:val="002A16E5"/>
    <w:rsid w:val="002A1D0A"/>
    <w:rsid w:val="002A1E9A"/>
    <w:rsid w:val="002A1ED2"/>
    <w:rsid w:val="002A2056"/>
    <w:rsid w:val="002A24FA"/>
    <w:rsid w:val="002A3307"/>
    <w:rsid w:val="002A3B5F"/>
    <w:rsid w:val="002A3C51"/>
    <w:rsid w:val="002A3E37"/>
    <w:rsid w:val="002A3F7E"/>
    <w:rsid w:val="002A4293"/>
    <w:rsid w:val="002A4353"/>
    <w:rsid w:val="002A464C"/>
    <w:rsid w:val="002A49FC"/>
    <w:rsid w:val="002A4B6F"/>
    <w:rsid w:val="002A51B3"/>
    <w:rsid w:val="002A526D"/>
    <w:rsid w:val="002A528F"/>
    <w:rsid w:val="002A5ADF"/>
    <w:rsid w:val="002A5B7A"/>
    <w:rsid w:val="002A6889"/>
    <w:rsid w:val="002A6A81"/>
    <w:rsid w:val="002A6AE8"/>
    <w:rsid w:val="002A6F26"/>
    <w:rsid w:val="002A7086"/>
    <w:rsid w:val="002A76E2"/>
    <w:rsid w:val="002A7CA1"/>
    <w:rsid w:val="002A7E24"/>
    <w:rsid w:val="002A7F34"/>
    <w:rsid w:val="002A7FBD"/>
    <w:rsid w:val="002B0023"/>
    <w:rsid w:val="002B03D8"/>
    <w:rsid w:val="002B041E"/>
    <w:rsid w:val="002B049C"/>
    <w:rsid w:val="002B0E94"/>
    <w:rsid w:val="002B0FBB"/>
    <w:rsid w:val="002B14AF"/>
    <w:rsid w:val="002B158C"/>
    <w:rsid w:val="002B1C2B"/>
    <w:rsid w:val="002B1E87"/>
    <w:rsid w:val="002B2107"/>
    <w:rsid w:val="002B2B1B"/>
    <w:rsid w:val="002B2D75"/>
    <w:rsid w:val="002B397A"/>
    <w:rsid w:val="002B3B93"/>
    <w:rsid w:val="002B3FEC"/>
    <w:rsid w:val="002B40C7"/>
    <w:rsid w:val="002B44B1"/>
    <w:rsid w:val="002B46C3"/>
    <w:rsid w:val="002B48C8"/>
    <w:rsid w:val="002B4E5D"/>
    <w:rsid w:val="002B511D"/>
    <w:rsid w:val="002B5417"/>
    <w:rsid w:val="002B56F8"/>
    <w:rsid w:val="002B592B"/>
    <w:rsid w:val="002B673D"/>
    <w:rsid w:val="002B68A0"/>
    <w:rsid w:val="002B68B4"/>
    <w:rsid w:val="002B69C1"/>
    <w:rsid w:val="002B6CC2"/>
    <w:rsid w:val="002B6EFF"/>
    <w:rsid w:val="002B705B"/>
    <w:rsid w:val="002B723A"/>
    <w:rsid w:val="002B7306"/>
    <w:rsid w:val="002B74FC"/>
    <w:rsid w:val="002B7A17"/>
    <w:rsid w:val="002B7D28"/>
    <w:rsid w:val="002B7D94"/>
    <w:rsid w:val="002C08BA"/>
    <w:rsid w:val="002C08EC"/>
    <w:rsid w:val="002C130B"/>
    <w:rsid w:val="002C15C4"/>
    <w:rsid w:val="002C173E"/>
    <w:rsid w:val="002C1D05"/>
    <w:rsid w:val="002C2445"/>
    <w:rsid w:val="002C24C8"/>
    <w:rsid w:val="002C2847"/>
    <w:rsid w:val="002C2B10"/>
    <w:rsid w:val="002C2B2B"/>
    <w:rsid w:val="002C2C5F"/>
    <w:rsid w:val="002C337B"/>
    <w:rsid w:val="002C3554"/>
    <w:rsid w:val="002C3F68"/>
    <w:rsid w:val="002C41D0"/>
    <w:rsid w:val="002C42D8"/>
    <w:rsid w:val="002C4A45"/>
    <w:rsid w:val="002C4D8D"/>
    <w:rsid w:val="002C4E54"/>
    <w:rsid w:val="002C5123"/>
    <w:rsid w:val="002C5242"/>
    <w:rsid w:val="002C549F"/>
    <w:rsid w:val="002C54DA"/>
    <w:rsid w:val="002C574D"/>
    <w:rsid w:val="002C57A8"/>
    <w:rsid w:val="002C581A"/>
    <w:rsid w:val="002C5C87"/>
    <w:rsid w:val="002C5CD3"/>
    <w:rsid w:val="002C6945"/>
    <w:rsid w:val="002C6B97"/>
    <w:rsid w:val="002C72D0"/>
    <w:rsid w:val="002C7B75"/>
    <w:rsid w:val="002C7E65"/>
    <w:rsid w:val="002D0472"/>
    <w:rsid w:val="002D04EF"/>
    <w:rsid w:val="002D0782"/>
    <w:rsid w:val="002D0C1D"/>
    <w:rsid w:val="002D158F"/>
    <w:rsid w:val="002D1599"/>
    <w:rsid w:val="002D19CB"/>
    <w:rsid w:val="002D1D52"/>
    <w:rsid w:val="002D20C6"/>
    <w:rsid w:val="002D221F"/>
    <w:rsid w:val="002D24D3"/>
    <w:rsid w:val="002D2779"/>
    <w:rsid w:val="002D2971"/>
    <w:rsid w:val="002D2B1D"/>
    <w:rsid w:val="002D2FF9"/>
    <w:rsid w:val="002D3234"/>
    <w:rsid w:val="002D339B"/>
    <w:rsid w:val="002D3426"/>
    <w:rsid w:val="002D34C2"/>
    <w:rsid w:val="002D3662"/>
    <w:rsid w:val="002D3C02"/>
    <w:rsid w:val="002D3E0C"/>
    <w:rsid w:val="002D42D2"/>
    <w:rsid w:val="002D48DC"/>
    <w:rsid w:val="002D4C4D"/>
    <w:rsid w:val="002D4E4F"/>
    <w:rsid w:val="002D4EB8"/>
    <w:rsid w:val="002D4F0D"/>
    <w:rsid w:val="002D552B"/>
    <w:rsid w:val="002D5748"/>
    <w:rsid w:val="002D5A07"/>
    <w:rsid w:val="002D5CC3"/>
    <w:rsid w:val="002D5D40"/>
    <w:rsid w:val="002D5F67"/>
    <w:rsid w:val="002D6740"/>
    <w:rsid w:val="002D6A4B"/>
    <w:rsid w:val="002D6AB7"/>
    <w:rsid w:val="002D6FF5"/>
    <w:rsid w:val="002D7032"/>
    <w:rsid w:val="002D732B"/>
    <w:rsid w:val="002D7483"/>
    <w:rsid w:val="002D7A44"/>
    <w:rsid w:val="002D7A46"/>
    <w:rsid w:val="002D7D6B"/>
    <w:rsid w:val="002E0291"/>
    <w:rsid w:val="002E0A72"/>
    <w:rsid w:val="002E0F9C"/>
    <w:rsid w:val="002E146A"/>
    <w:rsid w:val="002E1A30"/>
    <w:rsid w:val="002E1DD5"/>
    <w:rsid w:val="002E2543"/>
    <w:rsid w:val="002E369E"/>
    <w:rsid w:val="002E3A6B"/>
    <w:rsid w:val="002E450A"/>
    <w:rsid w:val="002E45EF"/>
    <w:rsid w:val="002E481D"/>
    <w:rsid w:val="002E4B88"/>
    <w:rsid w:val="002E4EA8"/>
    <w:rsid w:val="002E4ED4"/>
    <w:rsid w:val="002E515F"/>
    <w:rsid w:val="002E5E2B"/>
    <w:rsid w:val="002E5E97"/>
    <w:rsid w:val="002E6546"/>
    <w:rsid w:val="002E6665"/>
    <w:rsid w:val="002E69FB"/>
    <w:rsid w:val="002E6C36"/>
    <w:rsid w:val="002E6C94"/>
    <w:rsid w:val="002E6CA8"/>
    <w:rsid w:val="002E6E32"/>
    <w:rsid w:val="002E752C"/>
    <w:rsid w:val="002E7AB6"/>
    <w:rsid w:val="002E7AFF"/>
    <w:rsid w:val="002E7B6C"/>
    <w:rsid w:val="002F00D7"/>
    <w:rsid w:val="002F0D50"/>
    <w:rsid w:val="002F159B"/>
    <w:rsid w:val="002F1916"/>
    <w:rsid w:val="002F19B4"/>
    <w:rsid w:val="002F1AF2"/>
    <w:rsid w:val="002F21C4"/>
    <w:rsid w:val="002F2260"/>
    <w:rsid w:val="002F23C8"/>
    <w:rsid w:val="002F2A60"/>
    <w:rsid w:val="002F34BA"/>
    <w:rsid w:val="002F39AC"/>
    <w:rsid w:val="002F3AC2"/>
    <w:rsid w:val="002F3C96"/>
    <w:rsid w:val="002F3CF5"/>
    <w:rsid w:val="002F43B4"/>
    <w:rsid w:val="002F44EC"/>
    <w:rsid w:val="002F45C6"/>
    <w:rsid w:val="002F4DA6"/>
    <w:rsid w:val="002F522D"/>
    <w:rsid w:val="002F5515"/>
    <w:rsid w:val="002F570E"/>
    <w:rsid w:val="002F5A2E"/>
    <w:rsid w:val="002F5CC6"/>
    <w:rsid w:val="002F5E8D"/>
    <w:rsid w:val="002F648D"/>
    <w:rsid w:val="002F6A8D"/>
    <w:rsid w:val="002F6BBF"/>
    <w:rsid w:val="002F6C60"/>
    <w:rsid w:val="002F6EB1"/>
    <w:rsid w:val="002F7184"/>
    <w:rsid w:val="002F71A6"/>
    <w:rsid w:val="002F740B"/>
    <w:rsid w:val="002F7512"/>
    <w:rsid w:val="002F7A24"/>
    <w:rsid w:val="002F7C64"/>
    <w:rsid w:val="00300AFF"/>
    <w:rsid w:val="00301502"/>
    <w:rsid w:val="00301D70"/>
    <w:rsid w:val="00302896"/>
    <w:rsid w:val="003028F0"/>
    <w:rsid w:val="00302D4A"/>
    <w:rsid w:val="00302F14"/>
    <w:rsid w:val="00302F74"/>
    <w:rsid w:val="003034D0"/>
    <w:rsid w:val="003038DF"/>
    <w:rsid w:val="00303D1D"/>
    <w:rsid w:val="00303E48"/>
    <w:rsid w:val="0030471D"/>
    <w:rsid w:val="0030487D"/>
    <w:rsid w:val="003048E8"/>
    <w:rsid w:val="0030495D"/>
    <w:rsid w:val="00304A22"/>
    <w:rsid w:val="00304D47"/>
    <w:rsid w:val="00305182"/>
    <w:rsid w:val="0030527C"/>
    <w:rsid w:val="003054A0"/>
    <w:rsid w:val="00305F53"/>
    <w:rsid w:val="00306566"/>
    <w:rsid w:val="003067A7"/>
    <w:rsid w:val="00306BD7"/>
    <w:rsid w:val="00306D18"/>
    <w:rsid w:val="003072B9"/>
    <w:rsid w:val="00307622"/>
    <w:rsid w:val="003076AB"/>
    <w:rsid w:val="0031052B"/>
    <w:rsid w:val="003109AC"/>
    <w:rsid w:val="003110CB"/>
    <w:rsid w:val="003112BB"/>
    <w:rsid w:val="003116B8"/>
    <w:rsid w:val="003118E5"/>
    <w:rsid w:val="003119F5"/>
    <w:rsid w:val="00311B48"/>
    <w:rsid w:val="00312158"/>
    <w:rsid w:val="0031254D"/>
    <w:rsid w:val="00312C03"/>
    <w:rsid w:val="00313451"/>
    <w:rsid w:val="00313CDC"/>
    <w:rsid w:val="00314907"/>
    <w:rsid w:val="00314A63"/>
    <w:rsid w:val="00314CBD"/>
    <w:rsid w:val="00314E01"/>
    <w:rsid w:val="003153A0"/>
    <w:rsid w:val="003161EE"/>
    <w:rsid w:val="00316290"/>
    <w:rsid w:val="00316499"/>
    <w:rsid w:val="00316F4B"/>
    <w:rsid w:val="003170C7"/>
    <w:rsid w:val="00317FEB"/>
    <w:rsid w:val="00320316"/>
    <w:rsid w:val="0032031E"/>
    <w:rsid w:val="003209A6"/>
    <w:rsid w:val="00320F79"/>
    <w:rsid w:val="00320FBF"/>
    <w:rsid w:val="00321502"/>
    <w:rsid w:val="003219CB"/>
    <w:rsid w:val="00322227"/>
    <w:rsid w:val="00322402"/>
    <w:rsid w:val="003229E5"/>
    <w:rsid w:val="0032332A"/>
    <w:rsid w:val="00323BB6"/>
    <w:rsid w:val="00323C17"/>
    <w:rsid w:val="00323C40"/>
    <w:rsid w:val="003241C9"/>
    <w:rsid w:val="003242CE"/>
    <w:rsid w:val="0032440D"/>
    <w:rsid w:val="00324562"/>
    <w:rsid w:val="0032484B"/>
    <w:rsid w:val="0032495C"/>
    <w:rsid w:val="00324B6D"/>
    <w:rsid w:val="00324C83"/>
    <w:rsid w:val="00324CA2"/>
    <w:rsid w:val="00325179"/>
    <w:rsid w:val="003251AA"/>
    <w:rsid w:val="003253CD"/>
    <w:rsid w:val="00325563"/>
    <w:rsid w:val="003255FE"/>
    <w:rsid w:val="00325CB6"/>
    <w:rsid w:val="00325D21"/>
    <w:rsid w:val="00325FF4"/>
    <w:rsid w:val="003265C4"/>
    <w:rsid w:val="00326D8D"/>
    <w:rsid w:val="003273AA"/>
    <w:rsid w:val="00327CAD"/>
    <w:rsid w:val="003301BC"/>
    <w:rsid w:val="003301DA"/>
    <w:rsid w:val="003309EF"/>
    <w:rsid w:val="00330ADF"/>
    <w:rsid w:val="00330E6A"/>
    <w:rsid w:val="00330F1B"/>
    <w:rsid w:val="003310AE"/>
    <w:rsid w:val="00331415"/>
    <w:rsid w:val="00331802"/>
    <w:rsid w:val="00331907"/>
    <w:rsid w:val="00331A25"/>
    <w:rsid w:val="00331BE3"/>
    <w:rsid w:val="003323BD"/>
    <w:rsid w:val="00332C7F"/>
    <w:rsid w:val="00332F6E"/>
    <w:rsid w:val="00333867"/>
    <w:rsid w:val="0033391E"/>
    <w:rsid w:val="00333A87"/>
    <w:rsid w:val="0033443D"/>
    <w:rsid w:val="003344F0"/>
    <w:rsid w:val="00334A27"/>
    <w:rsid w:val="00334D25"/>
    <w:rsid w:val="003361B4"/>
    <w:rsid w:val="00336A8C"/>
    <w:rsid w:val="0033726E"/>
    <w:rsid w:val="00337463"/>
    <w:rsid w:val="003376D8"/>
    <w:rsid w:val="00337DBF"/>
    <w:rsid w:val="0034010F"/>
    <w:rsid w:val="0034061E"/>
    <w:rsid w:val="00340CA2"/>
    <w:rsid w:val="00340D90"/>
    <w:rsid w:val="00340F3C"/>
    <w:rsid w:val="00340FB6"/>
    <w:rsid w:val="0034115A"/>
    <w:rsid w:val="003417BB"/>
    <w:rsid w:val="00341884"/>
    <w:rsid w:val="003418BE"/>
    <w:rsid w:val="00341BF4"/>
    <w:rsid w:val="00341C1F"/>
    <w:rsid w:val="00342436"/>
    <w:rsid w:val="003425A8"/>
    <w:rsid w:val="00342781"/>
    <w:rsid w:val="00342CB1"/>
    <w:rsid w:val="00343401"/>
    <w:rsid w:val="00343B6F"/>
    <w:rsid w:val="00343C1A"/>
    <w:rsid w:val="00343C94"/>
    <w:rsid w:val="00343E42"/>
    <w:rsid w:val="00344018"/>
    <w:rsid w:val="0034419C"/>
    <w:rsid w:val="00345090"/>
    <w:rsid w:val="003452CE"/>
    <w:rsid w:val="0034556A"/>
    <w:rsid w:val="00345625"/>
    <w:rsid w:val="00345949"/>
    <w:rsid w:val="00345F05"/>
    <w:rsid w:val="00346018"/>
    <w:rsid w:val="0034617E"/>
    <w:rsid w:val="00346273"/>
    <w:rsid w:val="003463AB"/>
    <w:rsid w:val="00346444"/>
    <w:rsid w:val="00346D70"/>
    <w:rsid w:val="003471E8"/>
    <w:rsid w:val="0034741F"/>
    <w:rsid w:val="0034769C"/>
    <w:rsid w:val="00347EAE"/>
    <w:rsid w:val="00350715"/>
    <w:rsid w:val="00350989"/>
    <w:rsid w:val="00351044"/>
    <w:rsid w:val="003519D1"/>
    <w:rsid w:val="00351B83"/>
    <w:rsid w:val="00351DDC"/>
    <w:rsid w:val="00351EB1"/>
    <w:rsid w:val="00351F04"/>
    <w:rsid w:val="003522F0"/>
    <w:rsid w:val="003526CC"/>
    <w:rsid w:val="00352980"/>
    <w:rsid w:val="00352C94"/>
    <w:rsid w:val="00352DAA"/>
    <w:rsid w:val="00353596"/>
    <w:rsid w:val="00353993"/>
    <w:rsid w:val="00353A5F"/>
    <w:rsid w:val="00353B26"/>
    <w:rsid w:val="00354298"/>
    <w:rsid w:val="00354619"/>
    <w:rsid w:val="003548C5"/>
    <w:rsid w:val="003555A4"/>
    <w:rsid w:val="00355756"/>
    <w:rsid w:val="00355B28"/>
    <w:rsid w:val="00355E96"/>
    <w:rsid w:val="00355FB8"/>
    <w:rsid w:val="00356822"/>
    <w:rsid w:val="003568E2"/>
    <w:rsid w:val="00356924"/>
    <w:rsid w:val="003569D0"/>
    <w:rsid w:val="00356A7A"/>
    <w:rsid w:val="00356ACF"/>
    <w:rsid w:val="00356F1F"/>
    <w:rsid w:val="00356F50"/>
    <w:rsid w:val="003573E5"/>
    <w:rsid w:val="0035760F"/>
    <w:rsid w:val="003576FB"/>
    <w:rsid w:val="00360C9F"/>
    <w:rsid w:val="00361040"/>
    <w:rsid w:val="00361EC5"/>
    <w:rsid w:val="00361F3C"/>
    <w:rsid w:val="0036326C"/>
    <w:rsid w:val="00363446"/>
    <w:rsid w:val="003637B3"/>
    <w:rsid w:val="0036387D"/>
    <w:rsid w:val="003638A9"/>
    <w:rsid w:val="003648B6"/>
    <w:rsid w:val="00365237"/>
    <w:rsid w:val="003656A9"/>
    <w:rsid w:val="00365B37"/>
    <w:rsid w:val="00366631"/>
    <w:rsid w:val="00366644"/>
    <w:rsid w:val="00366D17"/>
    <w:rsid w:val="00366D59"/>
    <w:rsid w:val="003670B7"/>
    <w:rsid w:val="00367634"/>
    <w:rsid w:val="00370299"/>
    <w:rsid w:val="00370879"/>
    <w:rsid w:val="00370D3A"/>
    <w:rsid w:val="00371286"/>
    <w:rsid w:val="0037166B"/>
    <w:rsid w:val="00371A24"/>
    <w:rsid w:val="00372C07"/>
    <w:rsid w:val="0037339C"/>
    <w:rsid w:val="00373C10"/>
    <w:rsid w:val="00374848"/>
    <w:rsid w:val="00374A1B"/>
    <w:rsid w:val="00374B2E"/>
    <w:rsid w:val="00374B98"/>
    <w:rsid w:val="00374DC8"/>
    <w:rsid w:val="00374F56"/>
    <w:rsid w:val="003750BF"/>
    <w:rsid w:val="00375977"/>
    <w:rsid w:val="00375D62"/>
    <w:rsid w:val="00375DDD"/>
    <w:rsid w:val="0037641A"/>
    <w:rsid w:val="003769B0"/>
    <w:rsid w:val="00376C43"/>
    <w:rsid w:val="00377023"/>
    <w:rsid w:val="00377107"/>
    <w:rsid w:val="0037722E"/>
    <w:rsid w:val="003776A8"/>
    <w:rsid w:val="00377747"/>
    <w:rsid w:val="0038004F"/>
    <w:rsid w:val="003801EE"/>
    <w:rsid w:val="00380324"/>
    <w:rsid w:val="003805CB"/>
    <w:rsid w:val="00380A0A"/>
    <w:rsid w:val="00380ADE"/>
    <w:rsid w:val="00380BC7"/>
    <w:rsid w:val="00380F2B"/>
    <w:rsid w:val="00380FD0"/>
    <w:rsid w:val="00381032"/>
    <w:rsid w:val="0038146D"/>
    <w:rsid w:val="0038174A"/>
    <w:rsid w:val="00381761"/>
    <w:rsid w:val="00381835"/>
    <w:rsid w:val="00381A04"/>
    <w:rsid w:val="00381E92"/>
    <w:rsid w:val="00382102"/>
    <w:rsid w:val="003828EA"/>
    <w:rsid w:val="00382A2A"/>
    <w:rsid w:val="00382C31"/>
    <w:rsid w:val="00382D43"/>
    <w:rsid w:val="00382E4B"/>
    <w:rsid w:val="00383050"/>
    <w:rsid w:val="0038313F"/>
    <w:rsid w:val="0038346B"/>
    <w:rsid w:val="00383AF6"/>
    <w:rsid w:val="00383D83"/>
    <w:rsid w:val="003847F7"/>
    <w:rsid w:val="0038490B"/>
    <w:rsid w:val="0038491B"/>
    <w:rsid w:val="00384A88"/>
    <w:rsid w:val="003856BD"/>
    <w:rsid w:val="003858FB"/>
    <w:rsid w:val="00385C94"/>
    <w:rsid w:val="00385EE7"/>
    <w:rsid w:val="00386435"/>
    <w:rsid w:val="00386AA7"/>
    <w:rsid w:val="00386DE7"/>
    <w:rsid w:val="00387877"/>
    <w:rsid w:val="00387BD5"/>
    <w:rsid w:val="00387FDF"/>
    <w:rsid w:val="003900D3"/>
    <w:rsid w:val="00390478"/>
    <w:rsid w:val="0039125B"/>
    <w:rsid w:val="003919E4"/>
    <w:rsid w:val="003920AD"/>
    <w:rsid w:val="003925FB"/>
    <w:rsid w:val="00392744"/>
    <w:rsid w:val="00392DD8"/>
    <w:rsid w:val="00392FEB"/>
    <w:rsid w:val="00393262"/>
    <w:rsid w:val="0039338D"/>
    <w:rsid w:val="003934EE"/>
    <w:rsid w:val="00394139"/>
    <w:rsid w:val="003943A9"/>
    <w:rsid w:val="0039463D"/>
    <w:rsid w:val="00394875"/>
    <w:rsid w:val="00394BC7"/>
    <w:rsid w:val="00394C80"/>
    <w:rsid w:val="0039507C"/>
    <w:rsid w:val="00395524"/>
    <w:rsid w:val="0039562B"/>
    <w:rsid w:val="00395B5A"/>
    <w:rsid w:val="00395C5A"/>
    <w:rsid w:val="00395D3A"/>
    <w:rsid w:val="00395F1A"/>
    <w:rsid w:val="00395F68"/>
    <w:rsid w:val="00395F74"/>
    <w:rsid w:val="0039601B"/>
    <w:rsid w:val="0039607E"/>
    <w:rsid w:val="003962B8"/>
    <w:rsid w:val="0039633A"/>
    <w:rsid w:val="00396764"/>
    <w:rsid w:val="00396E71"/>
    <w:rsid w:val="00397200"/>
    <w:rsid w:val="00397942"/>
    <w:rsid w:val="00397CA6"/>
    <w:rsid w:val="00397FD4"/>
    <w:rsid w:val="003A0680"/>
    <w:rsid w:val="003A117A"/>
    <w:rsid w:val="003A162D"/>
    <w:rsid w:val="003A1860"/>
    <w:rsid w:val="003A1A42"/>
    <w:rsid w:val="003A1A52"/>
    <w:rsid w:val="003A1D79"/>
    <w:rsid w:val="003A1D89"/>
    <w:rsid w:val="003A24E8"/>
    <w:rsid w:val="003A2864"/>
    <w:rsid w:val="003A2CAB"/>
    <w:rsid w:val="003A32D2"/>
    <w:rsid w:val="003A334B"/>
    <w:rsid w:val="003A334D"/>
    <w:rsid w:val="003A39AD"/>
    <w:rsid w:val="003A3A32"/>
    <w:rsid w:val="003A3D82"/>
    <w:rsid w:val="003A413B"/>
    <w:rsid w:val="003A41AB"/>
    <w:rsid w:val="003A477D"/>
    <w:rsid w:val="003A4AEA"/>
    <w:rsid w:val="003A4D91"/>
    <w:rsid w:val="003A4FC6"/>
    <w:rsid w:val="003A5401"/>
    <w:rsid w:val="003A54E3"/>
    <w:rsid w:val="003A5B64"/>
    <w:rsid w:val="003A5D78"/>
    <w:rsid w:val="003A62F6"/>
    <w:rsid w:val="003A657A"/>
    <w:rsid w:val="003A6B4D"/>
    <w:rsid w:val="003A6BD2"/>
    <w:rsid w:val="003A6C57"/>
    <w:rsid w:val="003A7041"/>
    <w:rsid w:val="003A7399"/>
    <w:rsid w:val="003A75A0"/>
    <w:rsid w:val="003A78A6"/>
    <w:rsid w:val="003B009D"/>
    <w:rsid w:val="003B01D2"/>
    <w:rsid w:val="003B0A24"/>
    <w:rsid w:val="003B12D7"/>
    <w:rsid w:val="003B17A4"/>
    <w:rsid w:val="003B1DB8"/>
    <w:rsid w:val="003B1E23"/>
    <w:rsid w:val="003B241E"/>
    <w:rsid w:val="003B3C35"/>
    <w:rsid w:val="003B3C63"/>
    <w:rsid w:val="003B49B1"/>
    <w:rsid w:val="003B4AFF"/>
    <w:rsid w:val="003B4D59"/>
    <w:rsid w:val="003B4E86"/>
    <w:rsid w:val="003B5629"/>
    <w:rsid w:val="003B58B2"/>
    <w:rsid w:val="003B5A1B"/>
    <w:rsid w:val="003B5FE6"/>
    <w:rsid w:val="003B60F4"/>
    <w:rsid w:val="003B69FE"/>
    <w:rsid w:val="003B6AE4"/>
    <w:rsid w:val="003B6E50"/>
    <w:rsid w:val="003B7489"/>
    <w:rsid w:val="003B76BA"/>
    <w:rsid w:val="003C0112"/>
    <w:rsid w:val="003C0356"/>
    <w:rsid w:val="003C05A1"/>
    <w:rsid w:val="003C087A"/>
    <w:rsid w:val="003C0A14"/>
    <w:rsid w:val="003C0D03"/>
    <w:rsid w:val="003C10A8"/>
    <w:rsid w:val="003C10E2"/>
    <w:rsid w:val="003C11F9"/>
    <w:rsid w:val="003C1224"/>
    <w:rsid w:val="003C19B3"/>
    <w:rsid w:val="003C19D3"/>
    <w:rsid w:val="003C1DEC"/>
    <w:rsid w:val="003C1E23"/>
    <w:rsid w:val="003C2132"/>
    <w:rsid w:val="003C28CD"/>
    <w:rsid w:val="003C2952"/>
    <w:rsid w:val="003C37F2"/>
    <w:rsid w:val="003C3B38"/>
    <w:rsid w:val="003C40B1"/>
    <w:rsid w:val="003C43EA"/>
    <w:rsid w:val="003C47D9"/>
    <w:rsid w:val="003C483D"/>
    <w:rsid w:val="003C50E8"/>
    <w:rsid w:val="003C5848"/>
    <w:rsid w:val="003C5A57"/>
    <w:rsid w:val="003C5A83"/>
    <w:rsid w:val="003C5FB5"/>
    <w:rsid w:val="003C68C4"/>
    <w:rsid w:val="003C6A48"/>
    <w:rsid w:val="003C6AC2"/>
    <w:rsid w:val="003C6D3C"/>
    <w:rsid w:val="003C7697"/>
    <w:rsid w:val="003C7781"/>
    <w:rsid w:val="003C7BB2"/>
    <w:rsid w:val="003C7E2A"/>
    <w:rsid w:val="003D0267"/>
    <w:rsid w:val="003D038D"/>
    <w:rsid w:val="003D056B"/>
    <w:rsid w:val="003D0837"/>
    <w:rsid w:val="003D0C9E"/>
    <w:rsid w:val="003D0D1F"/>
    <w:rsid w:val="003D12AB"/>
    <w:rsid w:val="003D140C"/>
    <w:rsid w:val="003D1B76"/>
    <w:rsid w:val="003D211B"/>
    <w:rsid w:val="003D24AE"/>
    <w:rsid w:val="003D25AB"/>
    <w:rsid w:val="003D2967"/>
    <w:rsid w:val="003D29F6"/>
    <w:rsid w:val="003D2CB1"/>
    <w:rsid w:val="003D34D3"/>
    <w:rsid w:val="003D34F5"/>
    <w:rsid w:val="003D374E"/>
    <w:rsid w:val="003D3C43"/>
    <w:rsid w:val="003D3F5B"/>
    <w:rsid w:val="003D4002"/>
    <w:rsid w:val="003D40B0"/>
    <w:rsid w:val="003D46CF"/>
    <w:rsid w:val="003D4829"/>
    <w:rsid w:val="003D49CF"/>
    <w:rsid w:val="003D49F2"/>
    <w:rsid w:val="003D4BB8"/>
    <w:rsid w:val="003D545E"/>
    <w:rsid w:val="003D582F"/>
    <w:rsid w:val="003D5A8A"/>
    <w:rsid w:val="003D5B1B"/>
    <w:rsid w:val="003D5C09"/>
    <w:rsid w:val="003D5D12"/>
    <w:rsid w:val="003D5E0B"/>
    <w:rsid w:val="003D5ED3"/>
    <w:rsid w:val="003D6060"/>
    <w:rsid w:val="003D612C"/>
    <w:rsid w:val="003D6280"/>
    <w:rsid w:val="003D63EE"/>
    <w:rsid w:val="003D6447"/>
    <w:rsid w:val="003D6F55"/>
    <w:rsid w:val="003D70D1"/>
    <w:rsid w:val="003D7AB3"/>
    <w:rsid w:val="003D7B48"/>
    <w:rsid w:val="003D7C5F"/>
    <w:rsid w:val="003D7EB1"/>
    <w:rsid w:val="003E01A7"/>
    <w:rsid w:val="003E077C"/>
    <w:rsid w:val="003E09A4"/>
    <w:rsid w:val="003E0F59"/>
    <w:rsid w:val="003E14A5"/>
    <w:rsid w:val="003E16AA"/>
    <w:rsid w:val="003E1B02"/>
    <w:rsid w:val="003E1CF0"/>
    <w:rsid w:val="003E1FDC"/>
    <w:rsid w:val="003E23A2"/>
    <w:rsid w:val="003E27A7"/>
    <w:rsid w:val="003E2826"/>
    <w:rsid w:val="003E2EB3"/>
    <w:rsid w:val="003E2FBA"/>
    <w:rsid w:val="003E2FDE"/>
    <w:rsid w:val="003E3AAA"/>
    <w:rsid w:val="003E3FA3"/>
    <w:rsid w:val="003E40AC"/>
    <w:rsid w:val="003E432D"/>
    <w:rsid w:val="003E43B2"/>
    <w:rsid w:val="003E43DE"/>
    <w:rsid w:val="003E47B1"/>
    <w:rsid w:val="003E4A2E"/>
    <w:rsid w:val="003E5099"/>
    <w:rsid w:val="003E6162"/>
    <w:rsid w:val="003E65B9"/>
    <w:rsid w:val="003E6B63"/>
    <w:rsid w:val="003E70F7"/>
    <w:rsid w:val="003E754E"/>
    <w:rsid w:val="003E7638"/>
    <w:rsid w:val="003E7DEF"/>
    <w:rsid w:val="003E7FB7"/>
    <w:rsid w:val="003F0080"/>
    <w:rsid w:val="003F0130"/>
    <w:rsid w:val="003F0295"/>
    <w:rsid w:val="003F05F7"/>
    <w:rsid w:val="003F0775"/>
    <w:rsid w:val="003F0899"/>
    <w:rsid w:val="003F0C0B"/>
    <w:rsid w:val="003F1620"/>
    <w:rsid w:val="003F1CD0"/>
    <w:rsid w:val="003F1F41"/>
    <w:rsid w:val="003F254D"/>
    <w:rsid w:val="003F2BA4"/>
    <w:rsid w:val="003F2E0A"/>
    <w:rsid w:val="003F385A"/>
    <w:rsid w:val="003F3D8A"/>
    <w:rsid w:val="003F4C87"/>
    <w:rsid w:val="003F4F0B"/>
    <w:rsid w:val="003F5D14"/>
    <w:rsid w:val="003F618D"/>
    <w:rsid w:val="003F61A5"/>
    <w:rsid w:val="003F630A"/>
    <w:rsid w:val="003F63C6"/>
    <w:rsid w:val="003F6404"/>
    <w:rsid w:val="003F6A1F"/>
    <w:rsid w:val="003F72A0"/>
    <w:rsid w:val="003F73AF"/>
    <w:rsid w:val="003F7848"/>
    <w:rsid w:val="003F7951"/>
    <w:rsid w:val="003F7C83"/>
    <w:rsid w:val="0040045B"/>
    <w:rsid w:val="00400DC4"/>
    <w:rsid w:val="004016B0"/>
    <w:rsid w:val="00401933"/>
    <w:rsid w:val="00401D28"/>
    <w:rsid w:val="00401E03"/>
    <w:rsid w:val="0040219D"/>
    <w:rsid w:val="00402329"/>
    <w:rsid w:val="00402616"/>
    <w:rsid w:val="00402816"/>
    <w:rsid w:val="004028CC"/>
    <w:rsid w:val="00402DB2"/>
    <w:rsid w:val="00402E05"/>
    <w:rsid w:val="0040304A"/>
    <w:rsid w:val="00403289"/>
    <w:rsid w:val="004033C6"/>
    <w:rsid w:val="0040394A"/>
    <w:rsid w:val="00403A46"/>
    <w:rsid w:val="00403F72"/>
    <w:rsid w:val="0040466C"/>
    <w:rsid w:val="00405044"/>
    <w:rsid w:val="00405D77"/>
    <w:rsid w:val="00406564"/>
    <w:rsid w:val="00406AE4"/>
    <w:rsid w:val="00406C38"/>
    <w:rsid w:val="00407493"/>
    <w:rsid w:val="00407D65"/>
    <w:rsid w:val="00407DFB"/>
    <w:rsid w:val="00407F0B"/>
    <w:rsid w:val="00410338"/>
    <w:rsid w:val="00410566"/>
    <w:rsid w:val="00410D21"/>
    <w:rsid w:val="00411106"/>
    <w:rsid w:val="00411333"/>
    <w:rsid w:val="00411344"/>
    <w:rsid w:val="004115FA"/>
    <w:rsid w:val="00411788"/>
    <w:rsid w:val="00411DEB"/>
    <w:rsid w:val="004123FC"/>
    <w:rsid w:val="004125A5"/>
    <w:rsid w:val="00412D97"/>
    <w:rsid w:val="004131D5"/>
    <w:rsid w:val="00413443"/>
    <w:rsid w:val="004134B0"/>
    <w:rsid w:val="004136C4"/>
    <w:rsid w:val="004137EA"/>
    <w:rsid w:val="00413A3A"/>
    <w:rsid w:val="004141F2"/>
    <w:rsid w:val="004144E5"/>
    <w:rsid w:val="00414686"/>
    <w:rsid w:val="004149EF"/>
    <w:rsid w:val="00414B23"/>
    <w:rsid w:val="00414C1E"/>
    <w:rsid w:val="004150C9"/>
    <w:rsid w:val="0041525C"/>
    <w:rsid w:val="00415679"/>
    <w:rsid w:val="0041580C"/>
    <w:rsid w:val="00415E3D"/>
    <w:rsid w:val="00415EE1"/>
    <w:rsid w:val="00416238"/>
    <w:rsid w:val="004163B2"/>
    <w:rsid w:val="00416785"/>
    <w:rsid w:val="0041696B"/>
    <w:rsid w:val="00416CB8"/>
    <w:rsid w:val="00417676"/>
    <w:rsid w:val="004179AB"/>
    <w:rsid w:val="00417A2F"/>
    <w:rsid w:val="00417B88"/>
    <w:rsid w:val="00417F7B"/>
    <w:rsid w:val="00417F86"/>
    <w:rsid w:val="004201A8"/>
    <w:rsid w:val="00420221"/>
    <w:rsid w:val="00420649"/>
    <w:rsid w:val="00420EAB"/>
    <w:rsid w:val="00421BD5"/>
    <w:rsid w:val="0042208D"/>
    <w:rsid w:val="00423349"/>
    <w:rsid w:val="00423520"/>
    <w:rsid w:val="00423A95"/>
    <w:rsid w:val="00423BB2"/>
    <w:rsid w:val="00423CA3"/>
    <w:rsid w:val="00423DF2"/>
    <w:rsid w:val="0042438C"/>
    <w:rsid w:val="00424BD4"/>
    <w:rsid w:val="00424DC7"/>
    <w:rsid w:val="00424F80"/>
    <w:rsid w:val="0042564D"/>
    <w:rsid w:val="00425D73"/>
    <w:rsid w:val="00426114"/>
    <w:rsid w:val="0042659B"/>
    <w:rsid w:val="00426BDF"/>
    <w:rsid w:val="00426E63"/>
    <w:rsid w:val="0042710E"/>
    <w:rsid w:val="00427417"/>
    <w:rsid w:val="0042768A"/>
    <w:rsid w:val="00427BA0"/>
    <w:rsid w:val="00430345"/>
    <w:rsid w:val="00430446"/>
    <w:rsid w:val="00430478"/>
    <w:rsid w:val="0043094D"/>
    <w:rsid w:val="00430FD1"/>
    <w:rsid w:val="00431629"/>
    <w:rsid w:val="0043185A"/>
    <w:rsid w:val="004318FD"/>
    <w:rsid w:val="0043194B"/>
    <w:rsid w:val="00431FF9"/>
    <w:rsid w:val="00432262"/>
    <w:rsid w:val="00432B1B"/>
    <w:rsid w:val="00432B3E"/>
    <w:rsid w:val="004335B9"/>
    <w:rsid w:val="00433973"/>
    <w:rsid w:val="00433A85"/>
    <w:rsid w:val="00433D88"/>
    <w:rsid w:val="00433E6C"/>
    <w:rsid w:val="00433EED"/>
    <w:rsid w:val="00434138"/>
    <w:rsid w:val="00434B18"/>
    <w:rsid w:val="00434C18"/>
    <w:rsid w:val="00434C43"/>
    <w:rsid w:val="00434F72"/>
    <w:rsid w:val="00435326"/>
    <w:rsid w:val="00435BD5"/>
    <w:rsid w:val="004360F5"/>
    <w:rsid w:val="004364C4"/>
    <w:rsid w:val="00436FC3"/>
    <w:rsid w:val="0043735A"/>
    <w:rsid w:val="004378C6"/>
    <w:rsid w:val="00437AE2"/>
    <w:rsid w:val="00437E8F"/>
    <w:rsid w:val="00440108"/>
    <w:rsid w:val="0044031D"/>
    <w:rsid w:val="0044051F"/>
    <w:rsid w:val="00440E5A"/>
    <w:rsid w:val="00440FBE"/>
    <w:rsid w:val="004411B6"/>
    <w:rsid w:val="00441376"/>
    <w:rsid w:val="004413D5"/>
    <w:rsid w:val="0044202D"/>
    <w:rsid w:val="00442068"/>
    <w:rsid w:val="0044236C"/>
    <w:rsid w:val="004424E2"/>
    <w:rsid w:val="004424FF"/>
    <w:rsid w:val="004430F6"/>
    <w:rsid w:val="0044312A"/>
    <w:rsid w:val="004437B6"/>
    <w:rsid w:val="0044390C"/>
    <w:rsid w:val="00443CCF"/>
    <w:rsid w:val="00443F77"/>
    <w:rsid w:val="00444780"/>
    <w:rsid w:val="00444C0C"/>
    <w:rsid w:val="00445503"/>
    <w:rsid w:val="0044592A"/>
    <w:rsid w:val="004460F3"/>
    <w:rsid w:val="00446345"/>
    <w:rsid w:val="0044685C"/>
    <w:rsid w:val="00446CD6"/>
    <w:rsid w:val="00446CF0"/>
    <w:rsid w:val="00447887"/>
    <w:rsid w:val="00447BE7"/>
    <w:rsid w:val="00447C03"/>
    <w:rsid w:val="00450221"/>
    <w:rsid w:val="00450636"/>
    <w:rsid w:val="00450865"/>
    <w:rsid w:val="00450A26"/>
    <w:rsid w:val="004514F6"/>
    <w:rsid w:val="00451B1A"/>
    <w:rsid w:val="00451B79"/>
    <w:rsid w:val="00451D36"/>
    <w:rsid w:val="00453051"/>
    <w:rsid w:val="00453AA6"/>
    <w:rsid w:val="00453CE3"/>
    <w:rsid w:val="00453D8F"/>
    <w:rsid w:val="00453DFE"/>
    <w:rsid w:val="00453E01"/>
    <w:rsid w:val="004544E9"/>
    <w:rsid w:val="0045469A"/>
    <w:rsid w:val="00454AD2"/>
    <w:rsid w:val="00454C8A"/>
    <w:rsid w:val="00454E93"/>
    <w:rsid w:val="004550BD"/>
    <w:rsid w:val="00455895"/>
    <w:rsid w:val="00455922"/>
    <w:rsid w:val="004559DA"/>
    <w:rsid w:val="00455A58"/>
    <w:rsid w:val="00455F0A"/>
    <w:rsid w:val="00456846"/>
    <w:rsid w:val="00456B7D"/>
    <w:rsid w:val="00456F59"/>
    <w:rsid w:val="00456FE2"/>
    <w:rsid w:val="004570C6"/>
    <w:rsid w:val="00457533"/>
    <w:rsid w:val="004576E0"/>
    <w:rsid w:val="00457AEA"/>
    <w:rsid w:val="00457CC2"/>
    <w:rsid w:val="00457DEA"/>
    <w:rsid w:val="00457DF9"/>
    <w:rsid w:val="0046044F"/>
    <w:rsid w:val="0046081B"/>
    <w:rsid w:val="004608ED"/>
    <w:rsid w:val="00460B06"/>
    <w:rsid w:val="00460E57"/>
    <w:rsid w:val="00461E37"/>
    <w:rsid w:val="004622F1"/>
    <w:rsid w:val="00462319"/>
    <w:rsid w:val="00462CF7"/>
    <w:rsid w:val="004637B4"/>
    <w:rsid w:val="00463867"/>
    <w:rsid w:val="00463BDC"/>
    <w:rsid w:val="00464B98"/>
    <w:rsid w:val="004650AF"/>
    <w:rsid w:val="004663F7"/>
    <w:rsid w:val="00466638"/>
    <w:rsid w:val="004669F9"/>
    <w:rsid w:val="004669FE"/>
    <w:rsid w:val="00466B11"/>
    <w:rsid w:val="00466CB4"/>
    <w:rsid w:val="0046779C"/>
    <w:rsid w:val="004707D8"/>
    <w:rsid w:val="0047092F"/>
    <w:rsid w:val="00470CFA"/>
    <w:rsid w:val="00470CFB"/>
    <w:rsid w:val="00470F14"/>
    <w:rsid w:val="00471650"/>
    <w:rsid w:val="00471919"/>
    <w:rsid w:val="00471A25"/>
    <w:rsid w:val="00471A59"/>
    <w:rsid w:val="00471B0C"/>
    <w:rsid w:val="00471F2A"/>
    <w:rsid w:val="00472024"/>
    <w:rsid w:val="0047259F"/>
    <w:rsid w:val="004725AB"/>
    <w:rsid w:val="0047272B"/>
    <w:rsid w:val="00472907"/>
    <w:rsid w:val="00472BA5"/>
    <w:rsid w:val="004735AB"/>
    <w:rsid w:val="004735D6"/>
    <w:rsid w:val="004735E5"/>
    <w:rsid w:val="00473752"/>
    <w:rsid w:val="00473B4F"/>
    <w:rsid w:val="00473CA9"/>
    <w:rsid w:val="00473E12"/>
    <w:rsid w:val="00474127"/>
    <w:rsid w:val="0047504B"/>
    <w:rsid w:val="00475FF9"/>
    <w:rsid w:val="004760AF"/>
    <w:rsid w:val="00476670"/>
    <w:rsid w:val="0047701A"/>
    <w:rsid w:val="0047755A"/>
    <w:rsid w:val="004776B0"/>
    <w:rsid w:val="00477722"/>
    <w:rsid w:val="00480491"/>
    <w:rsid w:val="004805EF"/>
    <w:rsid w:val="0048097D"/>
    <w:rsid w:val="004813A7"/>
    <w:rsid w:val="004815EF"/>
    <w:rsid w:val="00481DB3"/>
    <w:rsid w:val="00482077"/>
    <w:rsid w:val="004822E1"/>
    <w:rsid w:val="0048294B"/>
    <w:rsid w:val="00482955"/>
    <w:rsid w:val="00482CF9"/>
    <w:rsid w:val="00482D57"/>
    <w:rsid w:val="00482FCF"/>
    <w:rsid w:val="00483B89"/>
    <w:rsid w:val="004851F0"/>
    <w:rsid w:val="00485690"/>
    <w:rsid w:val="004858AD"/>
    <w:rsid w:val="004858AE"/>
    <w:rsid w:val="00485BD0"/>
    <w:rsid w:val="00485DB3"/>
    <w:rsid w:val="00485EE9"/>
    <w:rsid w:val="00486160"/>
    <w:rsid w:val="0048620B"/>
    <w:rsid w:val="0048636F"/>
    <w:rsid w:val="00486D52"/>
    <w:rsid w:val="0048705B"/>
    <w:rsid w:val="004871A1"/>
    <w:rsid w:val="004872BE"/>
    <w:rsid w:val="00487915"/>
    <w:rsid w:val="00487C47"/>
    <w:rsid w:val="004901F5"/>
    <w:rsid w:val="004903D1"/>
    <w:rsid w:val="0049055B"/>
    <w:rsid w:val="00490668"/>
    <w:rsid w:val="004907AE"/>
    <w:rsid w:val="00490B8D"/>
    <w:rsid w:val="00491079"/>
    <w:rsid w:val="00491547"/>
    <w:rsid w:val="0049205D"/>
    <w:rsid w:val="004922DE"/>
    <w:rsid w:val="004928D3"/>
    <w:rsid w:val="00492FBF"/>
    <w:rsid w:val="00493162"/>
    <w:rsid w:val="004934A2"/>
    <w:rsid w:val="00493A31"/>
    <w:rsid w:val="00493E7A"/>
    <w:rsid w:val="004942C9"/>
    <w:rsid w:val="004942CD"/>
    <w:rsid w:val="00494483"/>
    <w:rsid w:val="0049459D"/>
    <w:rsid w:val="004950D5"/>
    <w:rsid w:val="004950D9"/>
    <w:rsid w:val="004951D0"/>
    <w:rsid w:val="0049545A"/>
    <w:rsid w:val="0049547C"/>
    <w:rsid w:val="004958FC"/>
    <w:rsid w:val="004959FD"/>
    <w:rsid w:val="00495B2D"/>
    <w:rsid w:val="00495C0A"/>
    <w:rsid w:val="00495D0E"/>
    <w:rsid w:val="00495D12"/>
    <w:rsid w:val="00496638"/>
    <w:rsid w:val="004970BB"/>
    <w:rsid w:val="00497341"/>
    <w:rsid w:val="0049775C"/>
    <w:rsid w:val="004A024C"/>
    <w:rsid w:val="004A0292"/>
    <w:rsid w:val="004A03B5"/>
    <w:rsid w:val="004A0658"/>
    <w:rsid w:val="004A0E9D"/>
    <w:rsid w:val="004A1046"/>
    <w:rsid w:val="004A1905"/>
    <w:rsid w:val="004A24C2"/>
    <w:rsid w:val="004A25AF"/>
    <w:rsid w:val="004A34DE"/>
    <w:rsid w:val="004A3A6F"/>
    <w:rsid w:val="004A3A75"/>
    <w:rsid w:val="004A3B74"/>
    <w:rsid w:val="004A3F62"/>
    <w:rsid w:val="004A41C8"/>
    <w:rsid w:val="004A4283"/>
    <w:rsid w:val="004A490F"/>
    <w:rsid w:val="004A4B2D"/>
    <w:rsid w:val="004A4DEE"/>
    <w:rsid w:val="004A5654"/>
    <w:rsid w:val="004A56BB"/>
    <w:rsid w:val="004A585C"/>
    <w:rsid w:val="004A5A09"/>
    <w:rsid w:val="004A5DF4"/>
    <w:rsid w:val="004A5E0C"/>
    <w:rsid w:val="004A5E17"/>
    <w:rsid w:val="004A5F91"/>
    <w:rsid w:val="004A68C7"/>
    <w:rsid w:val="004A6BCD"/>
    <w:rsid w:val="004A6E47"/>
    <w:rsid w:val="004A6EA3"/>
    <w:rsid w:val="004A6F7D"/>
    <w:rsid w:val="004A7256"/>
    <w:rsid w:val="004A7628"/>
    <w:rsid w:val="004A7AB6"/>
    <w:rsid w:val="004A7BD7"/>
    <w:rsid w:val="004A7E9E"/>
    <w:rsid w:val="004B00FC"/>
    <w:rsid w:val="004B0388"/>
    <w:rsid w:val="004B05A3"/>
    <w:rsid w:val="004B0986"/>
    <w:rsid w:val="004B0B2D"/>
    <w:rsid w:val="004B0DAB"/>
    <w:rsid w:val="004B0E7B"/>
    <w:rsid w:val="004B1558"/>
    <w:rsid w:val="004B15F5"/>
    <w:rsid w:val="004B167F"/>
    <w:rsid w:val="004B1839"/>
    <w:rsid w:val="004B22D1"/>
    <w:rsid w:val="004B2370"/>
    <w:rsid w:val="004B2787"/>
    <w:rsid w:val="004B2978"/>
    <w:rsid w:val="004B2BCA"/>
    <w:rsid w:val="004B2DBA"/>
    <w:rsid w:val="004B2EAB"/>
    <w:rsid w:val="004B2F06"/>
    <w:rsid w:val="004B41D8"/>
    <w:rsid w:val="004B4A9E"/>
    <w:rsid w:val="004B4F86"/>
    <w:rsid w:val="004B538D"/>
    <w:rsid w:val="004B5D29"/>
    <w:rsid w:val="004B5DC5"/>
    <w:rsid w:val="004B6035"/>
    <w:rsid w:val="004B63D2"/>
    <w:rsid w:val="004B63F4"/>
    <w:rsid w:val="004B6423"/>
    <w:rsid w:val="004B6538"/>
    <w:rsid w:val="004B669A"/>
    <w:rsid w:val="004B6807"/>
    <w:rsid w:val="004B6FD6"/>
    <w:rsid w:val="004B73FB"/>
    <w:rsid w:val="004B74DB"/>
    <w:rsid w:val="004B7524"/>
    <w:rsid w:val="004C00D6"/>
    <w:rsid w:val="004C01CD"/>
    <w:rsid w:val="004C02D8"/>
    <w:rsid w:val="004C142F"/>
    <w:rsid w:val="004C1676"/>
    <w:rsid w:val="004C1B7D"/>
    <w:rsid w:val="004C1F93"/>
    <w:rsid w:val="004C240D"/>
    <w:rsid w:val="004C2903"/>
    <w:rsid w:val="004C2AA8"/>
    <w:rsid w:val="004C32F3"/>
    <w:rsid w:val="004C331F"/>
    <w:rsid w:val="004C382D"/>
    <w:rsid w:val="004C3CD3"/>
    <w:rsid w:val="004C3D4E"/>
    <w:rsid w:val="004C4056"/>
    <w:rsid w:val="004C43DB"/>
    <w:rsid w:val="004C4445"/>
    <w:rsid w:val="004C4A9B"/>
    <w:rsid w:val="004C4B07"/>
    <w:rsid w:val="004C569D"/>
    <w:rsid w:val="004C5AE1"/>
    <w:rsid w:val="004C6052"/>
    <w:rsid w:val="004C61C9"/>
    <w:rsid w:val="004C6593"/>
    <w:rsid w:val="004C675C"/>
    <w:rsid w:val="004C70FA"/>
    <w:rsid w:val="004C75EA"/>
    <w:rsid w:val="004C7CCF"/>
    <w:rsid w:val="004C7F6A"/>
    <w:rsid w:val="004D072E"/>
    <w:rsid w:val="004D0B60"/>
    <w:rsid w:val="004D0EB0"/>
    <w:rsid w:val="004D1141"/>
    <w:rsid w:val="004D196B"/>
    <w:rsid w:val="004D1B36"/>
    <w:rsid w:val="004D219C"/>
    <w:rsid w:val="004D250A"/>
    <w:rsid w:val="004D251A"/>
    <w:rsid w:val="004D28BA"/>
    <w:rsid w:val="004D2C5C"/>
    <w:rsid w:val="004D2F11"/>
    <w:rsid w:val="004D3284"/>
    <w:rsid w:val="004D3B86"/>
    <w:rsid w:val="004D3FC5"/>
    <w:rsid w:val="004D407F"/>
    <w:rsid w:val="004D4496"/>
    <w:rsid w:val="004D45C5"/>
    <w:rsid w:val="004D4869"/>
    <w:rsid w:val="004D4DB3"/>
    <w:rsid w:val="004D5221"/>
    <w:rsid w:val="004D5AED"/>
    <w:rsid w:val="004D67BF"/>
    <w:rsid w:val="004D6946"/>
    <w:rsid w:val="004D6FBC"/>
    <w:rsid w:val="004D71BE"/>
    <w:rsid w:val="004D7347"/>
    <w:rsid w:val="004D7451"/>
    <w:rsid w:val="004D7989"/>
    <w:rsid w:val="004D7AAF"/>
    <w:rsid w:val="004D7B21"/>
    <w:rsid w:val="004E010C"/>
    <w:rsid w:val="004E0F59"/>
    <w:rsid w:val="004E11F5"/>
    <w:rsid w:val="004E131F"/>
    <w:rsid w:val="004E1DF5"/>
    <w:rsid w:val="004E1E22"/>
    <w:rsid w:val="004E1EDD"/>
    <w:rsid w:val="004E1EF5"/>
    <w:rsid w:val="004E2050"/>
    <w:rsid w:val="004E27E3"/>
    <w:rsid w:val="004E2BC7"/>
    <w:rsid w:val="004E3025"/>
    <w:rsid w:val="004E3B08"/>
    <w:rsid w:val="004E3EA6"/>
    <w:rsid w:val="004E439F"/>
    <w:rsid w:val="004E545C"/>
    <w:rsid w:val="004E574B"/>
    <w:rsid w:val="004E61DB"/>
    <w:rsid w:val="004E6A3F"/>
    <w:rsid w:val="004E6F18"/>
    <w:rsid w:val="004E6FEE"/>
    <w:rsid w:val="004E7379"/>
    <w:rsid w:val="004E75FB"/>
    <w:rsid w:val="004E77C2"/>
    <w:rsid w:val="004E7884"/>
    <w:rsid w:val="004F0074"/>
    <w:rsid w:val="004F0462"/>
    <w:rsid w:val="004F0BCF"/>
    <w:rsid w:val="004F0D0C"/>
    <w:rsid w:val="004F0E87"/>
    <w:rsid w:val="004F1377"/>
    <w:rsid w:val="004F1502"/>
    <w:rsid w:val="004F184A"/>
    <w:rsid w:val="004F1A7A"/>
    <w:rsid w:val="004F1C91"/>
    <w:rsid w:val="004F2231"/>
    <w:rsid w:val="004F25AB"/>
    <w:rsid w:val="004F28FC"/>
    <w:rsid w:val="004F2903"/>
    <w:rsid w:val="004F2B8B"/>
    <w:rsid w:val="004F2DAA"/>
    <w:rsid w:val="004F31C2"/>
    <w:rsid w:val="004F3214"/>
    <w:rsid w:val="004F36E7"/>
    <w:rsid w:val="004F375A"/>
    <w:rsid w:val="004F3933"/>
    <w:rsid w:val="004F3CF3"/>
    <w:rsid w:val="004F41D0"/>
    <w:rsid w:val="004F4AA0"/>
    <w:rsid w:val="004F6209"/>
    <w:rsid w:val="004F63DD"/>
    <w:rsid w:val="004F6464"/>
    <w:rsid w:val="004F6836"/>
    <w:rsid w:val="004F71F6"/>
    <w:rsid w:val="004F7449"/>
    <w:rsid w:val="004F7746"/>
    <w:rsid w:val="004F7A17"/>
    <w:rsid w:val="004F7EC4"/>
    <w:rsid w:val="0050005F"/>
    <w:rsid w:val="005005E2"/>
    <w:rsid w:val="005005FF"/>
    <w:rsid w:val="00500899"/>
    <w:rsid w:val="00500B0B"/>
    <w:rsid w:val="00500CE9"/>
    <w:rsid w:val="00500D91"/>
    <w:rsid w:val="00501A65"/>
    <w:rsid w:val="00501C4F"/>
    <w:rsid w:val="00501EF8"/>
    <w:rsid w:val="0050233B"/>
    <w:rsid w:val="0050237E"/>
    <w:rsid w:val="005031EB"/>
    <w:rsid w:val="00503866"/>
    <w:rsid w:val="00503DC3"/>
    <w:rsid w:val="00503F81"/>
    <w:rsid w:val="005042C7"/>
    <w:rsid w:val="0050488C"/>
    <w:rsid w:val="00504AFE"/>
    <w:rsid w:val="00504B90"/>
    <w:rsid w:val="00505110"/>
    <w:rsid w:val="005053AF"/>
    <w:rsid w:val="0050590C"/>
    <w:rsid w:val="005063E8"/>
    <w:rsid w:val="00506408"/>
    <w:rsid w:val="0050654A"/>
    <w:rsid w:val="00506E21"/>
    <w:rsid w:val="00507063"/>
    <w:rsid w:val="0050728D"/>
    <w:rsid w:val="0050788E"/>
    <w:rsid w:val="00507A2D"/>
    <w:rsid w:val="00507EDE"/>
    <w:rsid w:val="00510367"/>
    <w:rsid w:val="00510B60"/>
    <w:rsid w:val="00510EA9"/>
    <w:rsid w:val="005110AF"/>
    <w:rsid w:val="005112A3"/>
    <w:rsid w:val="0051187B"/>
    <w:rsid w:val="00511978"/>
    <w:rsid w:val="00511FD4"/>
    <w:rsid w:val="0051217F"/>
    <w:rsid w:val="005122C5"/>
    <w:rsid w:val="0051252E"/>
    <w:rsid w:val="0051280A"/>
    <w:rsid w:val="005128D3"/>
    <w:rsid w:val="00512B5F"/>
    <w:rsid w:val="00512C38"/>
    <w:rsid w:val="005133E6"/>
    <w:rsid w:val="005136FB"/>
    <w:rsid w:val="00513790"/>
    <w:rsid w:val="005138F7"/>
    <w:rsid w:val="005139E3"/>
    <w:rsid w:val="00514865"/>
    <w:rsid w:val="00514C1B"/>
    <w:rsid w:val="005154B8"/>
    <w:rsid w:val="00515507"/>
    <w:rsid w:val="005156CF"/>
    <w:rsid w:val="00515822"/>
    <w:rsid w:val="00515AF6"/>
    <w:rsid w:val="005163CA"/>
    <w:rsid w:val="0051640E"/>
    <w:rsid w:val="00516A95"/>
    <w:rsid w:val="00516F5D"/>
    <w:rsid w:val="005176CC"/>
    <w:rsid w:val="005176D1"/>
    <w:rsid w:val="00517F3B"/>
    <w:rsid w:val="00517F48"/>
    <w:rsid w:val="005201EC"/>
    <w:rsid w:val="00520590"/>
    <w:rsid w:val="005205BA"/>
    <w:rsid w:val="00520AD8"/>
    <w:rsid w:val="00520C34"/>
    <w:rsid w:val="00520C59"/>
    <w:rsid w:val="00520C98"/>
    <w:rsid w:val="0052111F"/>
    <w:rsid w:val="005214F3"/>
    <w:rsid w:val="0052188E"/>
    <w:rsid w:val="00521E9C"/>
    <w:rsid w:val="00521EF5"/>
    <w:rsid w:val="00522142"/>
    <w:rsid w:val="0052272A"/>
    <w:rsid w:val="005228CB"/>
    <w:rsid w:val="005229AD"/>
    <w:rsid w:val="00522A92"/>
    <w:rsid w:val="00522C1C"/>
    <w:rsid w:val="00522D21"/>
    <w:rsid w:val="00522F2F"/>
    <w:rsid w:val="00523005"/>
    <w:rsid w:val="005230FE"/>
    <w:rsid w:val="00523703"/>
    <w:rsid w:val="0052381E"/>
    <w:rsid w:val="00523B39"/>
    <w:rsid w:val="00523D2D"/>
    <w:rsid w:val="00523D6A"/>
    <w:rsid w:val="00523F75"/>
    <w:rsid w:val="0052489E"/>
    <w:rsid w:val="00524989"/>
    <w:rsid w:val="00524B69"/>
    <w:rsid w:val="00524D64"/>
    <w:rsid w:val="00525179"/>
    <w:rsid w:val="005253DE"/>
    <w:rsid w:val="00525887"/>
    <w:rsid w:val="00525934"/>
    <w:rsid w:val="005264E3"/>
    <w:rsid w:val="00526915"/>
    <w:rsid w:val="00526B28"/>
    <w:rsid w:val="005279B1"/>
    <w:rsid w:val="00527F9A"/>
    <w:rsid w:val="00530389"/>
    <w:rsid w:val="00530455"/>
    <w:rsid w:val="0053092E"/>
    <w:rsid w:val="00530EC1"/>
    <w:rsid w:val="00531490"/>
    <w:rsid w:val="00531716"/>
    <w:rsid w:val="0053199E"/>
    <w:rsid w:val="00531C65"/>
    <w:rsid w:val="00532573"/>
    <w:rsid w:val="00532C79"/>
    <w:rsid w:val="0053303E"/>
    <w:rsid w:val="00533126"/>
    <w:rsid w:val="0053333B"/>
    <w:rsid w:val="0053338E"/>
    <w:rsid w:val="00533996"/>
    <w:rsid w:val="005339A6"/>
    <w:rsid w:val="00533B49"/>
    <w:rsid w:val="00533E3F"/>
    <w:rsid w:val="00534286"/>
    <w:rsid w:val="00534B20"/>
    <w:rsid w:val="00534C47"/>
    <w:rsid w:val="00534D09"/>
    <w:rsid w:val="00534F23"/>
    <w:rsid w:val="00535367"/>
    <w:rsid w:val="00535523"/>
    <w:rsid w:val="005359C6"/>
    <w:rsid w:val="00535A87"/>
    <w:rsid w:val="00535BA9"/>
    <w:rsid w:val="00536055"/>
    <w:rsid w:val="00536943"/>
    <w:rsid w:val="005371E6"/>
    <w:rsid w:val="005372C4"/>
    <w:rsid w:val="005374A6"/>
    <w:rsid w:val="0053772C"/>
    <w:rsid w:val="00537A02"/>
    <w:rsid w:val="00537AD9"/>
    <w:rsid w:val="00537BBC"/>
    <w:rsid w:val="00537F25"/>
    <w:rsid w:val="00540133"/>
    <w:rsid w:val="005401D5"/>
    <w:rsid w:val="005402C9"/>
    <w:rsid w:val="00540643"/>
    <w:rsid w:val="005406AD"/>
    <w:rsid w:val="00540E5F"/>
    <w:rsid w:val="005411C7"/>
    <w:rsid w:val="0054137C"/>
    <w:rsid w:val="0054186A"/>
    <w:rsid w:val="00541BBB"/>
    <w:rsid w:val="00541E3C"/>
    <w:rsid w:val="00542810"/>
    <w:rsid w:val="005429AC"/>
    <w:rsid w:val="00542E6E"/>
    <w:rsid w:val="005430BF"/>
    <w:rsid w:val="005433E3"/>
    <w:rsid w:val="00543EAB"/>
    <w:rsid w:val="00543F88"/>
    <w:rsid w:val="00544001"/>
    <w:rsid w:val="00544172"/>
    <w:rsid w:val="00544393"/>
    <w:rsid w:val="0054521C"/>
    <w:rsid w:val="00545548"/>
    <w:rsid w:val="0054591E"/>
    <w:rsid w:val="00545CDD"/>
    <w:rsid w:val="00546A90"/>
    <w:rsid w:val="00546B1C"/>
    <w:rsid w:val="0054745E"/>
    <w:rsid w:val="005476DA"/>
    <w:rsid w:val="00547D07"/>
    <w:rsid w:val="00550409"/>
    <w:rsid w:val="00550591"/>
    <w:rsid w:val="00550CDD"/>
    <w:rsid w:val="00551419"/>
    <w:rsid w:val="00552185"/>
    <w:rsid w:val="00552505"/>
    <w:rsid w:val="005527A0"/>
    <w:rsid w:val="005538EA"/>
    <w:rsid w:val="00554218"/>
    <w:rsid w:val="0055452F"/>
    <w:rsid w:val="00554874"/>
    <w:rsid w:val="00554D9C"/>
    <w:rsid w:val="00554E15"/>
    <w:rsid w:val="00555039"/>
    <w:rsid w:val="0055518F"/>
    <w:rsid w:val="00555FBC"/>
    <w:rsid w:val="00556F51"/>
    <w:rsid w:val="00557562"/>
    <w:rsid w:val="0055792C"/>
    <w:rsid w:val="00557CE6"/>
    <w:rsid w:val="00560647"/>
    <w:rsid w:val="00560E98"/>
    <w:rsid w:val="00561047"/>
    <w:rsid w:val="005612B3"/>
    <w:rsid w:val="00561B9E"/>
    <w:rsid w:val="00561DB5"/>
    <w:rsid w:val="00562932"/>
    <w:rsid w:val="0056298E"/>
    <w:rsid w:val="00562B77"/>
    <w:rsid w:val="00563232"/>
    <w:rsid w:val="00563332"/>
    <w:rsid w:val="005633C5"/>
    <w:rsid w:val="00563A83"/>
    <w:rsid w:val="00563B27"/>
    <w:rsid w:val="00563CD2"/>
    <w:rsid w:val="00563CF6"/>
    <w:rsid w:val="005640C1"/>
    <w:rsid w:val="00564C05"/>
    <w:rsid w:val="00564DC8"/>
    <w:rsid w:val="005653CE"/>
    <w:rsid w:val="00565535"/>
    <w:rsid w:val="0056554D"/>
    <w:rsid w:val="00565739"/>
    <w:rsid w:val="00565BE8"/>
    <w:rsid w:val="00565E7B"/>
    <w:rsid w:val="00565ED9"/>
    <w:rsid w:val="00565FB4"/>
    <w:rsid w:val="0056652F"/>
    <w:rsid w:val="00566618"/>
    <w:rsid w:val="005669A7"/>
    <w:rsid w:val="00566C6A"/>
    <w:rsid w:val="00566CB7"/>
    <w:rsid w:val="00566F38"/>
    <w:rsid w:val="005670C5"/>
    <w:rsid w:val="005672C0"/>
    <w:rsid w:val="00567ED4"/>
    <w:rsid w:val="0057005B"/>
    <w:rsid w:val="00570293"/>
    <w:rsid w:val="005703FD"/>
    <w:rsid w:val="00570595"/>
    <w:rsid w:val="005707C1"/>
    <w:rsid w:val="00570BA2"/>
    <w:rsid w:val="0057149F"/>
    <w:rsid w:val="005714C0"/>
    <w:rsid w:val="00571B20"/>
    <w:rsid w:val="00571C71"/>
    <w:rsid w:val="00572009"/>
    <w:rsid w:val="005720D2"/>
    <w:rsid w:val="00572761"/>
    <w:rsid w:val="005731CC"/>
    <w:rsid w:val="00573385"/>
    <w:rsid w:val="005735C3"/>
    <w:rsid w:val="005736D0"/>
    <w:rsid w:val="00573946"/>
    <w:rsid w:val="00573B08"/>
    <w:rsid w:val="0057409A"/>
    <w:rsid w:val="0057415B"/>
    <w:rsid w:val="00574504"/>
    <w:rsid w:val="00574584"/>
    <w:rsid w:val="00574905"/>
    <w:rsid w:val="0057555F"/>
    <w:rsid w:val="00575A52"/>
    <w:rsid w:val="00575F10"/>
    <w:rsid w:val="00576457"/>
    <w:rsid w:val="00576697"/>
    <w:rsid w:val="00576B47"/>
    <w:rsid w:val="00576DAB"/>
    <w:rsid w:val="00576FB1"/>
    <w:rsid w:val="00577088"/>
    <w:rsid w:val="0057739D"/>
    <w:rsid w:val="005774F5"/>
    <w:rsid w:val="00577845"/>
    <w:rsid w:val="00577D7D"/>
    <w:rsid w:val="0058002F"/>
    <w:rsid w:val="00580313"/>
    <w:rsid w:val="00580522"/>
    <w:rsid w:val="00580AFD"/>
    <w:rsid w:val="00580D92"/>
    <w:rsid w:val="00580EAE"/>
    <w:rsid w:val="005812E1"/>
    <w:rsid w:val="00581471"/>
    <w:rsid w:val="00582A14"/>
    <w:rsid w:val="00582A6C"/>
    <w:rsid w:val="00582DEA"/>
    <w:rsid w:val="00583324"/>
    <w:rsid w:val="00583379"/>
    <w:rsid w:val="00583517"/>
    <w:rsid w:val="0058386B"/>
    <w:rsid w:val="0058399D"/>
    <w:rsid w:val="0058413E"/>
    <w:rsid w:val="005841D3"/>
    <w:rsid w:val="005846C8"/>
    <w:rsid w:val="005847EE"/>
    <w:rsid w:val="00584B15"/>
    <w:rsid w:val="005857C1"/>
    <w:rsid w:val="00585BB3"/>
    <w:rsid w:val="00585F69"/>
    <w:rsid w:val="0058602B"/>
    <w:rsid w:val="00586BCA"/>
    <w:rsid w:val="00586CBC"/>
    <w:rsid w:val="00587E16"/>
    <w:rsid w:val="00587FDE"/>
    <w:rsid w:val="005900DA"/>
    <w:rsid w:val="005900EB"/>
    <w:rsid w:val="005900F1"/>
    <w:rsid w:val="00590B47"/>
    <w:rsid w:val="00591013"/>
    <w:rsid w:val="0059119B"/>
    <w:rsid w:val="005915C0"/>
    <w:rsid w:val="00591FC9"/>
    <w:rsid w:val="005924C8"/>
    <w:rsid w:val="00592652"/>
    <w:rsid w:val="0059272F"/>
    <w:rsid w:val="0059297F"/>
    <w:rsid w:val="00592EFD"/>
    <w:rsid w:val="005935ED"/>
    <w:rsid w:val="00593EC5"/>
    <w:rsid w:val="00593F5B"/>
    <w:rsid w:val="005940AC"/>
    <w:rsid w:val="005942F2"/>
    <w:rsid w:val="005945E5"/>
    <w:rsid w:val="005947DD"/>
    <w:rsid w:val="00594812"/>
    <w:rsid w:val="00594BCE"/>
    <w:rsid w:val="00595006"/>
    <w:rsid w:val="00595223"/>
    <w:rsid w:val="005954ED"/>
    <w:rsid w:val="00595609"/>
    <w:rsid w:val="005956C9"/>
    <w:rsid w:val="0059593B"/>
    <w:rsid w:val="00595B1F"/>
    <w:rsid w:val="00596863"/>
    <w:rsid w:val="00596870"/>
    <w:rsid w:val="00596AA1"/>
    <w:rsid w:val="00596F0A"/>
    <w:rsid w:val="00597494"/>
    <w:rsid w:val="00597F4D"/>
    <w:rsid w:val="005A0035"/>
    <w:rsid w:val="005A0048"/>
    <w:rsid w:val="005A0538"/>
    <w:rsid w:val="005A0ABB"/>
    <w:rsid w:val="005A0E78"/>
    <w:rsid w:val="005A104F"/>
    <w:rsid w:val="005A1100"/>
    <w:rsid w:val="005A1504"/>
    <w:rsid w:val="005A158A"/>
    <w:rsid w:val="005A1B6C"/>
    <w:rsid w:val="005A210C"/>
    <w:rsid w:val="005A25E5"/>
    <w:rsid w:val="005A2982"/>
    <w:rsid w:val="005A2B21"/>
    <w:rsid w:val="005A2C8E"/>
    <w:rsid w:val="005A2CC2"/>
    <w:rsid w:val="005A3A7A"/>
    <w:rsid w:val="005A3CF0"/>
    <w:rsid w:val="005A3D4D"/>
    <w:rsid w:val="005A3EAB"/>
    <w:rsid w:val="005A442E"/>
    <w:rsid w:val="005A46C1"/>
    <w:rsid w:val="005A47FC"/>
    <w:rsid w:val="005A4AFD"/>
    <w:rsid w:val="005A4F6B"/>
    <w:rsid w:val="005A5276"/>
    <w:rsid w:val="005A5423"/>
    <w:rsid w:val="005A6BCB"/>
    <w:rsid w:val="005A718C"/>
    <w:rsid w:val="005A722A"/>
    <w:rsid w:val="005A7487"/>
    <w:rsid w:val="005A760E"/>
    <w:rsid w:val="005A7748"/>
    <w:rsid w:val="005A798E"/>
    <w:rsid w:val="005A7F72"/>
    <w:rsid w:val="005B008F"/>
    <w:rsid w:val="005B03C1"/>
    <w:rsid w:val="005B08DC"/>
    <w:rsid w:val="005B1159"/>
    <w:rsid w:val="005B134E"/>
    <w:rsid w:val="005B18AD"/>
    <w:rsid w:val="005B1A2E"/>
    <w:rsid w:val="005B1C3F"/>
    <w:rsid w:val="005B343C"/>
    <w:rsid w:val="005B3707"/>
    <w:rsid w:val="005B3A68"/>
    <w:rsid w:val="005B3AAA"/>
    <w:rsid w:val="005B3C3C"/>
    <w:rsid w:val="005B3E53"/>
    <w:rsid w:val="005B3E83"/>
    <w:rsid w:val="005B428C"/>
    <w:rsid w:val="005B43E9"/>
    <w:rsid w:val="005B447E"/>
    <w:rsid w:val="005B4712"/>
    <w:rsid w:val="005B4853"/>
    <w:rsid w:val="005B4A4D"/>
    <w:rsid w:val="005B4C96"/>
    <w:rsid w:val="005B4E7A"/>
    <w:rsid w:val="005B4FAD"/>
    <w:rsid w:val="005B50AC"/>
    <w:rsid w:val="005B5580"/>
    <w:rsid w:val="005B57AA"/>
    <w:rsid w:val="005B58C6"/>
    <w:rsid w:val="005B59ED"/>
    <w:rsid w:val="005B5B51"/>
    <w:rsid w:val="005B5D61"/>
    <w:rsid w:val="005B5EA9"/>
    <w:rsid w:val="005B6421"/>
    <w:rsid w:val="005B650B"/>
    <w:rsid w:val="005B6880"/>
    <w:rsid w:val="005B6C6B"/>
    <w:rsid w:val="005B6E24"/>
    <w:rsid w:val="005B7304"/>
    <w:rsid w:val="005B75F9"/>
    <w:rsid w:val="005B7BDB"/>
    <w:rsid w:val="005B7C89"/>
    <w:rsid w:val="005B7F03"/>
    <w:rsid w:val="005B7FE6"/>
    <w:rsid w:val="005C0240"/>
    <w:rsid w:val="005C0271"/>
    <w:rsid w:val="005C03CE"/>
    <w:rsid w:val="005C04A4"/>
    <w:rsid w:val="005C08A3"/>
    <w:rsid w:val="005C0991"/>
    <w:rsid w:val="005C0C4D"/>
    <w:rsid w:val="005C0CDE"/>
    <w:rsid w:val="005C1493"/>
    <w:rsid w:val="005C1583"/>
    <w:rsid w:val="005C1888"/>
    <w:rsid w:val="005C18BB"/>
    <w:rsid w:val="005C2269"/>
    <w:rsid w:val="005C2311"/>
    <w:rsid w:val="005C271E"/>
    <w:rsid w:val="005C2964"/>
    <w:rsid w:val="005C2C19"/>
    <w:rsid w:val="005C3070"/>
    <w:rsid w:val="005C3B89"/>
    <w:rsid w:val="005C3F66"/>
    <w:rsid w:val="005C42B2"/>
    <w:rsid w:val="005C4CDE"/>
    <w:rsid w:val="005C4EB6"/>
    <w:rsid w:val="005C514C"/>
    <w:rsid w:val="005C55DC"/>
    <w:rsid w:val="005C587B"/>
    <w:rsid w:val="005C5C40"/>
    <w:rsid w:val="005C6023"/>
    <w:rsid w:val="005C61D4"/>
    <w:rsid w:val="005C6D81"/>
    <w:rsid w:val="005C7D10"/>
    <w:rsid w:val="005C7E60"/>
    <w:rsid w:val="005C7F66"/>
    <w:rsid w:val="005D00D6"/>
    <w:rsid w:val="005D0AFA"/>
    <w:rsid w:val="005D0B48"/>
    <w:rsid w:val="005D0F4C"/>
    <w:rsid w:val="005D17AC"/>
    <w:rsid w:val="005D18D6"/>
    <w:rsid w:val="005D1BCB"/>
    <w:rsid w:val="005D2012"/>
    <w:rsid w:val="005D20A1"/>
    <w:rsid w:val="005D234E"/>
    <w:rsid w:val="005D2AC1"/>
    <w:rsid w:val="005D2D78"/>
    <w:rsid w:val="005D2E00"/>
    <w:rsid w:val="005D2EFA"/>
    <w:rsid w:val="005D3288"/>
    <w:rsid w:val="005D3AA8"/>
    <w:rsid w:val="005D3B2D"/>
    <w:rsid w:val="005D4A8D"/>
    <w:rsid w:val="005D5097"/>
    <w:rsid w:val="005D52FE"/>
    <w:rsid w:val="005D5577"/>
    <w:rsid w:val="005D5603"/>
    <w:rsid w:val="005D5C75"/>
    <w:rsid w:val="005D62C4"/>
    <w:rsid w:val="005D65ED"/>
    <w:rsid w:val="005D6980"/>
    <w:rsid w:val="005D6A9B"/>
    <w:rsid w:val="005D6B84"/>
    <w:rsid w:val="005D71B6"/>
    <w:rsid w:val="005D7534"/>
    <w:rsid w:val="005D7ACC"/>
    <w:rsid w:val="005E00B0"/>
    <w:rsid w:val="005E05B4"/>
    <w:rsid w:val="005E061E"/>
    <w:rsid w:val="005E06DE"/>
    <w:rsid w:val="005E125F"/>
    <w:rsid w:val="005E1747"/>
    <w:rsid w:val="005E17D2"/>
    <w:rsid w:val="005E1806"/>
    <w:rsid w:val="005E18AD"/>
    <w:rsid w:val="005E19D4"/>
    <w:rsid w:val="005E1CE9"/>
    <w:rsid w:val="005E1DB3"/>
    <w:rsid w:val="005E209C"/>
    <w:rsid w:val="005E27EE"/>
    <w:rsid w:val="005E2868"/>
    <w:rsid w:val="005E35DC"/>
    <w:rsid w:val="005E35FE"/>
    <w:rsid w:val="005E363D"/>
    <w:rsid w:val="005E3E2A"/>
    <w:rsid w:val="005E4E75"/>
    <w:rsid w:val="005E58CB"/>
    <w:rsid w:val="005E58F0"/>
    <w:rsid w:val="005E5C6D"/>
    <w:rsid w:val="005E5C83"/>
    <w:rsid w:val="005E60B5"/>
    <w:rsid w:val="005E6499"/>
    <w:rsid w:val="005E7231"/>
    <w:rsid w:val="005E78AB"/>
    <w:rsid w:val="005E7C0C"/>
    <w:rsid w:val="005E7F20"/>
    <w:rsid w:val="005F0150"/>
    <w:rsid w:val="005F0691"/>
    <w:rsid w:val="005F092A"/>
    <w:rsid w:val="005F0B5E"/>
    <w:rsid w:val="005F0D09"/>
    <w:rsid w:val="005F0FED"/>
    <w:rsid w:val="005F1118"/>
    <w:rsid w:val="005F123F"/>
    <w:rsid w:val="005F1C0B"/>
    <w:rsid w:val="005F1C48"/>
    <w:rsid w:val="005F1E7A"/>
    <w:rsid w:val="005F2BB6"/>
    <w:rsid w:val="005F2DF3"/>
    <w:rsid w:val="005F3110"/>
    <w:rsid w:val="005F3211"/>
    <w:rsid w:val="005F42D6"/>
    <w:rsid w:val="005F4823"/>
    <w:rsid w:val="005F4842"/>
    <w:rsid w:val="005F4D51"/>
    <w:rsid w:val="005F4F1B"/>
    <w:rsid w:val="005F5670"/>
    <w:rsid w:val="005F572E"/>
    <w:rsid w:val="005F5994"/>
    <w:rsid w:val="005F599A"/>
    <w:rsid w:val="005F5B36"/>
    <w:rsid w:val="005F5F2C"/>
    <w:rsid w:val="005F60BA"/>
    <w:rsid w:val="005F65C8"/>
    <w:rsid w:val="005F6892"/>
    <w:rsid w:val="005F68D8"/>
    <w:rsid w:val="005F6BD9"/>
    <w:rsid w:val="005F6DEA"/>
    <w:rsid w:val="005F7484"/>
    <w:rsid w:val="005F7792"/>
    <w:rsid w:val="005F7917"/>
    <w:rsid w:val="005F794B"/>
    <w:rsid w:val="005F7B82"/>
    <w:rsid w:val="005F7C04"/>
    <w:rsid w:val="0060024B"/>
    <w:rsid w:val="00600ECF"/>
    <w:rsid w:val="00600F63"/>
    <w:rsid w:val="0060209F"/>
    <w:rsid w:val="006023B8"/>
    <w:rsid w:val="006024D0"/>
    <w:rsid w:val="006028F9"/>
    <w:rsid w:val="00602D34"/>
    <w:rsid w:val="00602D5E"/>
    <w:rsid w:val="00602ECC"/>
    <w:rsid w:val="00603296"/>
    <w:rsid w:val="0060329C"/>
    <w:rsid w:val="00603565"/>
    <w:rsid w:val="00603888"/>
    <w:rsid w:val="00603B28"/>
    <w:rsid w:val="006048A6"/>
    <w:rsid w:val="006049E4"/>
    <w:rsid w:val="00604AE6"/>
    <w:rsid w:val="0060538A"/>
    <w:rsid w:val="00605499"/>
    <w:rsid w:val="006057A6"/>
    <w:rsid w:val="00605928"/>
    <w:rsid w:val="00605A26"/>
    <w:rsid w:val="00605A8B"/>
    <w:rsid w:val="00605AC0"/>
    <w:rsid w:val="00606001"/>
    <w:rsid w:val="00606085"/>
    <w:rsid w:val="0060687E"/>
    <w:rsid w:val="00607114"/>
    <w:rsid w:val="00607471"/>
    <w:rsid w:val="006076A5"/>
    <w:rsid w:val="006076E0"/>
    <w:rsid w:val="00607761"/>
    <w:rsid w:val="006077F8"/>
    <w:rsid w:val="00607BCF"/>
    <w:rsid w:val="00607D8C"/>
    <w:rsid w:val="00610D08"/>
    <w:rsid w:val="00610D42"/>
    <w:rsid w:val="00610D50"/>
    <w:rsid w:val="00611296"/>
    <w:rsid w:val="006112EE"/>
    <w:rsid w:val="0061137F"/>
    <w:rsid w:val="00611657"/>
    <w:rsid w:val="006118B5"/>
    <w:rsid w:val="00611951"/>
    <w:rsid w:val="00611D6F"/>
    <w:rsid w:val="00611F87"/>
    <w:rsid w:val="006124B9"/>
    <w:rsid w:val="006126E0"/>
    <w:rsid w:val="00612888"/>
    <w:rsid w:val="006128C0"/>
    <w:rsid w:val="00612912"/>
    <w:rsid w:val="00612BE1"/>
    <w:rsid w:val="00612FEA"/>
    <w:rsid w:val="00613202"/>
    <w:rsid w:val="006132DF"/>
    <w:rsid w:val="006137D5"/>
    <w:rsid w:val="0061389E"/>
    <w:rsid w:val="00614914"/>
    <w:rsid w:val="00614BB8"/>
    <w:rsid w:val="006150E2"/>
    <w:rsid w:val="00615478"/>
    <w:rsid w:val="006155AA"/>
    <w:rsid w:val="00615B47"/>
    <w:rsid w:val="00615B90"/>
    <w:rsid w:val="00616399"/>
    <w:rsid w:val="00616A09"/>
    <w:rsid w:val="00616C3F"/>
    <w:rsid w:val="00616CA2"/>
    <w:rsid w:val="00617111"/>
    <w:rsid w:val="0061717B"/>
    <w:rsid w:val="00617AC4"/>
    <w:rsid w:val="00617D5C"/>
    <w:rsid w:val="00617DE7"/>
    <w:rsid w:val="00617F58"/>
    <w:rsid w:val="00617FCC"/>
    <w:rsid w:val="0062038A"/>
    <w:rsid w:val="006206FC"/>
    <w:rsid w:val="006208B1"/>
    <w:rsid w:val="00620AEA"/>
    <w:rsid w:val="006211B6"/>
    <w:rsid w:val="0062126D"/>
    <w:rsid w:val="006215B0"/>
    <w:rsid w:val="00621734"/>
    <w:rsid w:val="0062219F"/>
    <w:rsid w:val="0062271D"/>
    <w:rsid w:val="00622DBC"/>
    <w:rsid w:val="00622E67"/>
    <w:rsid w:val="00623570"/>
    <w:rsid w:val="006239BD"/>
    <w:rsid w:val="00624055"/>
    <w:rsid w:val="006241E0"/>
    <w:rsid w:val="0062428E"/>
    <w:rsid w:val="0062434C"/>
    <w:rsid w:val="0062476C"/>
    <w:rsid w:val="00624C14"/>
    <w:rsid w:val="00624FD7"/>
    <w:rsid w:val="00625753"/>
    <w:rsid w:val="0062578E"/>
    <w:rsid w:val="00625AA8"/>
    <w:rsid w:val="00625ABC"/>
    <w:rsid w:val="00625AEF"/>
    <w:rsid w:val="00625B53"/>
    <w:rsid w:val="00625E61"/>
    <w:rsid w:val="00626184"/>
    <w:rsid w:val="00626DA5"/>
    <w:rsid w:val="006273E6"/>
    <w:rsid w:val="0062748B"/>
    <w:rsid w:val="0062752C"/>
    <w:rsid w:val="00627591"/>
    <w:rsid w:val="00627B12"/>
    <w:rsid w:val="00630BC5"/>
    <w:rsid w:val="00630E35"/>
    <w:rsid w:val="00630F55"/>
    <w:rsid w:val="00631421"/>
    <w:rsid w:val="00631BFD"/>
    <w:rsid w:val="0063245D"/>
    <w:rsid w:val="006332C6"/>
    <w:rsid w:val="00633B57"/>
    <w:rsid w:val="00633E60"/>
    <w:rsid w:val="00633EBA"/>
    <w:rsid w:val="00633F8B"/>
    <w:rsid w:val="00633FE5"/>
    <w:rsid w:val="0063416E"/>
    <w:rsid w:val="0063419D"/>
    <w:rsid w:val="006344C8"/>
    <w:rsid w:val="00634BD8"/>
    <w:rsid w:val="00634ED0"/>
    <w:rsid w:val="00635DD4"/>
    <w:rsid w:val="006372F2"/>
    <w:rsid w:val="00637ADD"/>
    <w:rsid w:val="00637B07"/>
    <w:rsid w:val="00640497"/>
    <w:rsid w:val="00640E2C"/>
    <w:rsid w:val="0064105E"/>
    <w:rsid w:val="00642306"/>
    <w:rsid w:val="00642559"/>
    <w:rsid w:val="00642B1D"/>
    <w:rsid w:val="00642BDF"/>
    <w:rsid w:val="006433D3"/>
    <w:rsid w:val="0064362C"/>
    <w:rsid w:val="00643AD2"/>
    <w:rsid w:val="00643FE1"/>
    <w:rsid w:val="00644C95"/>
    <w:rsid w:val="00645122"/>
    <w:rsid w:val="0064515B"/>
    <w:rsid w:val="0064534A"/>
    <w:rsid w:val="006455DF"/>
    <w:rsid w:val="00645BC5"/>
    <w:rsid w:val="00645D12"/>
    <w:rsid w:val="006469FB"/>
    <w:rsid w:val="00646A87"/>
    <w:rsid w:val="00646FA8"/>
    <w:rsid w:val="0064724A"/>
    <w:rsid w:val="006472BD"/>
    <w:rsid w:val="00647341"/>
    <w:rsid w:val="006477B6"/>
    <w:rsid w:val="00647AD1"/>
    <w:rsid w:val="00647B52"/>
    <w:rsid w:val="00650089"/>
    <w:rsid w:val="00650B33"/>
    <w:rsid w:val="00650D84"/>
    <w:rsid w:val="00650E76"/>
    <w:rsid w:val="006510C9"/>
    <w:rsid w:val="00651141"/>
    <w:rsid w:val="006516EA"/>
    <w:rsid w:val="00651F82"/>
    <w:rsid w:val="00652197"/>
    <w:rsid w:val="00652387"/>
    <w:rsid w:val="00652995"/>
    <w:rsid w:val="006529F3"/>
    <w:rsid w:val="00652A8D"/>
    <w:rsid w:val="00652AC0"/>
    <w:rsid w:val="0065388F"/>
    <w:rsid w:val="00654336"/>
    <w:rsid w:val="0065451D"/>
    <w:rsid w:val="00654532"/>
    <w:rsid w:val="00654562"/>
    <w:rsid w:val="0065471C"/>
    <w:rsid w:val="0065482A"/>
    <w:rsid w:val="00654C8C"/>
    <w:rsid w:val="00655201"/>
    <w:rsid w:val="00655654"/>
    <w:rsid w:val="00655B8D"/>
    <w:rsid w:val="00655FE4"/>
    <w:rsid w:val="006561FE"/>
    <w:rsid w:val="006562D5"/>
    <w:rsid w:val="00656535"/>
    <w:rsid w:val="00656974"/>
    <w:rsid w:val="00656D69"/>
    <w:rsid w:val="00657288"/>
    <w:rsid w:val="006579C3"/>
    <w:rsid w:val="00657A20"/>
    <w:rsid w:val="00657D60"/>
    <w:rsid w:val="00657E14"/>
    <w:rsid w:val="00660338"/>
    <w:rsid w:val="006605EB"/>
    <w:rsid w:val="00660B3B"/>
    <w:rsid w:val="0066121D"/>
    <w:rsid w:val="00661700"/>
    <w:rsid w:val="006617A7"/>
    <w:rsid w:val="0066182A"/>
    <w:rsid w:val="00661B0D"/>
    <w:rsid w:val="00661C5C"/>
    <w:rsid w:val="00661D78"/>
    <w:rsid w:val="0066296B"/>
    <w:rsid w:val="00662C9A"/>
    <w:rsid w:val="006630A8"/>
    <w:rsid w:val="0066315F"/>
    <w:rsid w:val="0066321E"/>
    <w:rsid w:val="00664A30"/>
    <w:rsid w:val="00664CDB"/>
    <w:rsid w:val="00664ED2"/>
    <w:rsid w:val="00665088"/>
    <w:rsid w:val="00665391"/>
    <w:rsid w:val="006655CF"/>
    <w:rsid w:val="00665A2D"/>
    <w:rsid w:val="00666309"/>
    <w:rsid w:val="0066744C"/>
    <w:rsid w:val="0067063F"/>
    <w:rsid w:val="00670883"/>
    <w:rsid w:val="00670A9F"/>
    <w:rsid w:val="00670CC1"/>
    <w:rsid w:val="00671020"/>
    <w:rsid w:val="006710CD"/>
    <w:rsid w:val="00671CC8"/>
    <w:rsid w:val="00672618"/>
    <w:rsid w:val="0067262F"/>
    <w:rsid w:val="00672B0A"/>
    <w:rsid w:val="00672F63"/>
    <w:rsid w:val="00673109"/>
    <w:rsid w:val="00673153"/>
    <w:rsid w:val="00673443"/>
    <w:rsid w:val="006735CB"/>
    <w:rsid w:val="006735E7"/>
    <w:rsid w:val="0067389A"/>
    <w:rsid w:val="006738F6"/>
    <w:rsid w:val="00673F4D"/>
    <w:rsid w:val="00674A83"/>
    <w:rsid w:val="00674D79"/>
    <w:rsid w:val="00674F64"/>
    <w:rsid w:val="00675191"/>
    <w:rsid w:val="006754D6"/>
    <w:rsid w:val="0067560B"/>
    <w:rsid w:val="00675E70"/>
    <w:rsid w:val="006762FC"/>
    <w:rsid w:val="00676396"/>
    <w:rsid w:val="006764FD"/>
    <w:rsid w:val="006769B1"/>
    <w:rsid w:val="00676A07"/>
    <w:rsid w:val="00677164"/>
    <w:rsid w:val="0067743A"/>
    <w:rsid w:val="006778AC"/>
    <w:rsid w:val="00677A7C"/>
    <w:rsid w:val="00677B19"/>
    <w:rsid w:val="00677CA2"/>
    <w:rsid w:val="00680010"/>
    <w:rsid w:val="0068016A"/>
    <w:rsid w:val="006802DA"/>
    <w:rsid w:val="00680391"/>
    <w:rsid w:val="006809B9"/>
    <w:rsid w:val="00681718"/>
    <w:rsid w:val="00681BDA"/>
    <w:rsid w:val="00681FFB"/>
    <w:rsid w:val="006827E3"/>
    <w:rsid w:val="0068291A"/>
    <w:rsid w:val="00682D3C"/>
    <w:rsid w:val="0068310C"/>
    <w:rsid w:val="006831C6"/>
    <w:rsid w:val="006834FE"/>
    <w:rsid w:val="00683AA4"/>
    <w:rsid w:val="00684010"/>
    <w:rsid w:val="006844D3"/>
    <w:rsid w:val="006845F1"/>
    <w:rsid w:val="0068485F"/>
    <w:rsid w:val="00684D74"/>
    <w:rsid w:val="00684FDE"/>
    <w:rsid w:val="0068512E"/>
    <w:rsid w:val="00685132"/>
    <w:rsid w:val="00685390"/>
    <w:rsid w:val="00685820"/>
    <w:rsid w:val="00685872"/>
    <w:rsid w:val="00685F90"/>
    <w:rsid w:val="00685F92"/>
    <w:rsid w:val="00686016"/>
    <w:rsid w:val="00686157"/>
    <w:rsid w:val="006866D5"/>
    <w:rsid w:val="00686ECF"/>
    <w:rsid w:val="00686F7F"/>
    <w:rsid w:val="006872A1"/>
    <w:rsid w:val="00687796"/>
    <w:rsid w:val="00687861"/>
    <w:rsid w:val="006878CF"/>
    <w:rsid w:val="00687D93"/>
    <w:rsid w:val="00687F52"/>
    <w:rsid w:val="006907A3"/>
    <w:rsid w:val="006907CE"/>
    <w:rsid w:val="00692169"/>
    <w:rsid w:val="00692481"/>
    <w:rsid w:val="006924A4"/>
    <w:rsid w:val="00692579"/>
    <w:rsid w:val="00692834"/>
    <w:rsid w:val="0069285E"/>
    <w:rsid w:val="00692A41"/>
    <w:rsid w:val="00692ED9"/>
    <w:rsid w:val="00693207"/>
    <w:rsid w:val="00693497"/>
    <w:rsid w:val="006935CA"/>
    <w:rsid w:val="00694E92"/>
    <w:rsid w:val="00694F37"/>
    <w:rsid w:val="006958C4"/>
    <w:rsid w:val="006959BB"/>
    <w:rsid w:val="00696025"/>
    <w:rsid w:val="00696605"/>
    <w:rsid w:val="00696BA4"/>
    <w:rsid w:val="00696DA6"/>
    <w:rsid w:val="00696DB9"/>
    <w:rsid w:val="00696DF7"/>
    <w:rsid w:val="00696EF7"/>
    <w:rsid w:val="006970FC"/>
    <w:rsid w:val="00697848"/>
    <w:rsid w:val="00697E47"/>
    <w:rsid w:val="006A022E"/>
    <w:rsid w:val="006A043C"/>
    <w:rsid w:val="006A0B49"/>
    <w:rsid w:val="006A102A"/>
    <w:rsid w:val="006A1210"/>
    <w:rsid w:val="006A12CB"/>
    <w:rsid w:val="006A1435"/>
    <w:rsid w:val="006A15D5"/>
    <w:rsid w:val="006A2729"/>
    <w:rsid w:val="006A29C9"/>
    <w:rsid w:val="006A2A4E"/>
    <w:rsid w:val="006A2BA0"/>
    <w:rsid w:val="006A2C0B"/>
    <w:rsid w:val="006A30C5"/>
    <w:rsid w:val="006A3627"/>
    <w:rsid w:val="006A3A08"/>
    <w:rsid w:val="006A3D02"/>
    <w:rsid w:val="006A3D2A"/>
    <w:rsid w:val="006A3E3D"/>
    <w:rsid w:val="006A3FE8"/>
    <w:rsid w:val="006A40E2"/>
    <w:rsid w:val="006A40F8"/>
    <w:rsid w:val="006A415D"/>
    <w:rsid w:val="006A426C"/>
    <w:rsid w:val="006A42D0"/>
    <w:rsid w:val="006A47FF"/>
    <w:rsid w:val="006A4895"/>
    <w:rsid w:val="006A4CC0"/>
    <w:rsid w:val="006A53CE"/>
    <w:rsid w:val="006A5492"/>
    <w:rsid w:val="006A5BD5"/>
    <w:rsid w:val="006A5CF4"/>
    <w:rsid w:val="006A5EC1"/>
    <w:rsid w:val="006A6810"/>
    <w:rsid w:val="006A6A08"/>
    <w:rsid w:val="006A6FE4"/>
    <w:rsid w:val="006A7193"/>
    <w:rsid w:val="006A72A3"/>
    <w:rsid w:val="006A746C"/>
    <w:rsid w:val="006A7DBE"/>
    <w:rsid w:val="006A7E33"/>
    <w:rsid w:val="006A7EDD"/>
    <w:rsid w:val="006B0210"/>
    <w:rsid w:val="006B060D"/>
    <w:rsid w:val="006B0A3D"/>
    <w:rsid w:val="006B0B30"/>
    <w:rsid w:val="006B0D9D"/>
    <w:rsid w:val="006B1407"/>
    <w:rsid w:val="006B1492"/>
    <w:rsid w:val="006B277B"/>
    <w:rsid w:val="006B27C2"/>
    <w:rsid w:val="006B2C39"/>
    <w:rsid w:val="006B3ABF"/>
    <w:rsid w:val="006B3C90"/>
    <w:rsid w:val="006B3CDB"/>
    <w:rsid w:val="006B4075"/>
    <w:rsid w:val="006B4F3B"/>
    <w:rsid w:val="006B516B"/>
    <w:rsid w:val="006B5296"/>
    <w:rsid w:val="006B5505"/>
    <w:rsid w:val="006B6A36"/>
    <w:rsid w:val="006B6CD3"/>
    <w:rsid w:val="006B7069"/>
    <w:rsid w:val="006B7281"/>
    <w:rsid w:val="006B72D0"/>
    <w:rsid w:val="006B7912"/>
    <w:rsid w:val="006B7C63"/>
    <w:rsid w:val="006B7D1C"/>
    <w:rsid w:val="006C0460"/>
    <w:rsid w:val="006C0B72"/>
    <w:rsid w:val="006C0E98"/>
    <w:rsid w:val="006C107B"/>
    <w:rsid w:val="006C11C6"/>
    <w:rsid w:val="006C173B"/>
    <w:rsid w:val="006C1C6C"/>
    <w:rsid w:val="006C26CB"/>
    <w:rsid w:val="006C2B8C"/>
    <w:rsid w:val="006C3437"/>
    <w:rsid w:val="006C36C8"/>
    <w:rsid w:val="006C47BD"/>
    <w:rsid w:val="006C4813"/>
    <w:rsid w:val="006C4BD1"/>
    <w:rsid w:val="006C4BEA"/>
    <w:rsid w:val="006C4E50"/>
    <w:rsid w:val="006C4FD2"/>
    <w:rsid w:val="006C519C"/>
    <w:rsid w:val="006C5394"/>
    <w:rsid w:val="006C53B6"/>
    <w:rsid w:val="006C5C18"/>
    <w:rsid w:val="006C5F44"/>
    <w:rsid w:val="006C621E"/>
    <w:rsid w:val="006C6293"/>
    <w:rsid w:val="006C6434"/>
    <w:rsid w:val="006C65BE"/>
    <w:rsid w:val="006C687E"/>
    <w:rsid w:val="006C6E49"/>
    <w:rsid w:val="006C7852"/>
    <w:rsid w:val="006D06ED"/>
    <w:rsid w:val="006D07A2"/>
    <w:rsid w:val="006D0AD8"/>
    <w:rsid w:val="006D185F"/>
    <w:rsid w:val="006D2254"/>
    <w:rsid w:val="006D24E3"/>
    <w:rsid w:val="006D250B"/>
    <w:rsid w:val="006D2769"/>
    <w:rsid w:val="006D29CF"/>
    <w:rsid w:val="006D2AFE"/>
    <w:rsid w:val="006D3586"/>
    <w:rsid w:val="006D3659"/>
    <w:rsid w:val="006D3BE8"/>
    <w:rsid w:val="006D3D56"/>
    <w:rsid w:val="006D421B"/>
    <w:rsid w:val="006D4371"/>
    <w:rsid w:val="006D4889"/>
    <w:rsid w:val="006D4CDF"/>
    <w:rsid w:val="006D4E76"/>
    <w:rsid w:val="006D561E"/>
    <w:rsid w:val="006D5C4A"/>
    <w:rsid w:val="006D6704"/>
    <w:rsid w:val="006D6773"/>
    <w:rsid w:val="006D6868"/>
    <w:rsid w:val="006D6B17"/>
    <w:rsid w:val="006D6B63"/>
    <w:rsid w:val="006D72DA"/>
    <w:rsid w:val="006D7386"/>
    <w:rsid w:val="006D74AB"/>
    <w:rsid w:val="006D751F"/>
    <w:rsid w:val="006D7689"/>
    <w:rsid w:val="006D77EA"/>
    <w:rsid w:val="006D7B26"/>
    <w:rsid w:val="006D7BD2"/>
    <w:rsid w:val="006D7FCE"/>
    <w:rsid w:val="006E0555"/>
    <w:rsid w:val="006E06D2"/>
    <w:rsid w:val="006E0E14"/>
    <w:rsid w:val="006E12FA"/>
    <w:rsid w:val="006E1584"/>
    <w:rsid w:val="006E17DF"/>
    <w:rsid w:val="006E26C2"/>
    <w:rsid w:val="006E2B8B"/>
    <w:rsid w:val="006E3177"/>
    <w:rsid w:val="006E32F4"/>
    <w:rsid w:val="006E337E"/>
    <w:rsid w:val="006E38D2"/>
    <w:rsid w:val="006E3F93"/>
    <w:rsid w:val="006E40CE"/>
    <w:rsid w:val="006E46F7"/>
    <w:rsid w:val="006E4DE4"/>
    <w:rsid w:val="006E4EC6"/>
    <w:rsid w:val="006E5940"/>
    <w:rsid w:val="006E5BA3"/>
    <w:rsid w:val="006E5C67"/>
    <w:rsid w:val="006E5CB3"/>
    <w:rsid w:val="006E5CED"/>
    <w:rsid w:val="006E5EDA"/>
    <w:rsid w:val="006E64A7"/>
    <w:rsid w:val="006E6F07"/>
    <w:rsid w:val="006E7088"/>
    <w:rsid w:val="006E7D12"/>
    <w:rsid w:val="006F0059"/>
    <w:rsid w:val="006F07D2"/>
    <w:rsid w:val="006F0FE2"/>
    <w:rsid w:val="006F1518"/>
    <w:rsid w:val="006F1E53"/>
    <w:rsid w:val="006F1EC2"/>
    <w:rsid w:val="006F1F6F"/>
    <w:rsid w:val="006F20DF"/>
    <w:rsid w:val="006F22E8"/>
    <w:rsid w:val="006F2613"/>
    <w:rsid w:val="006F287F"/>
    <w:rsid w:val="006F28DB"/>
    <w:rsid w:val="006F3138"/>
    <w:rsid w:val="006F4559"/>
    <w:rsid w:val="006F4877"/>
    <w:rsid w:val="006F48CC"/>
    <w:rsid w:val="006F4E1C"/>
    <w:rsid w:val="006F4FFD"/>
    <w:rsid w:val="006F5691"/>
    <w:rsid w:val="006F56B5"/>
    <w:rsid w:val="006F5B73"/>
    <w:rsid w:val="006F5C15"/>
    <w:rsid w:val="006F5EC7"/>
    <w:rsid w:val="006F609C"/>
    <w:rsid w:val="006F6215"/>
    <w:rsid w:val="006F6819"/>
    <w:rsid w:val="006F68AE"/>
    <w:rsid w:val="006F6CCB"/>
    <w:rsid w:val="006F751F"/>
    <w:rsid w:val="006F79A7"/>
    <w:rsid w:val="006F7D27"/>
    <w:rsid w:val="0070012C"/>
    <w:rsid w:val="00700B6B"/>
    <w:rsid w:val="0070109E"/>
    <w:rsid w:val="007010B8"/>
    <w:rsid w:val="00701158"/>
    <w:rsid w:val="0070124F"/>
    <w:rsid w:val="00701273"/>
    <w:rsid w:val="0070139C"/>
    <w:rsid w:val="0070141C"/>
    <w:rsid w:val="007015BE"/>
    <w:rsid w:val="007017F7"/>
    <w:rsid w:val="00701A9C"/>
    <w:rsid w:val="00701E09"/>
    <w:rsid w:val="007021EF"/>
    <w:rsid w:val="0070243D"/>
    <w:rsid w:val="00702C3A"/>
    <w:rsid w:val="00702FA2"/>
    <w:rsid w:val="00703534"/>
    <w:rsid w:val="007038E0"/>
    <w:rsid w:val="00703967"/>
    <w:rsid w:val="00703DB8"/>
    <w:rsid w:val="00704484"/>
    <w:rsid w:val="007044A0"/>
    <w:rsid w:val="0070451A"/>
    <w:rsid w:val="00704651"/>
    <w:rsid w:val="00704890"/>
    <w:rsid w:val="007049EE"/>
    <w:rsid w:val="00704A65"/>
    <w:rsid w:val="00704A92"/>
    <w:rsid w:val="00704ABD"/>
    <w:rsid w:val="00704E11"/>
    <w:rsid w:val="007051C4"/>
    <w:rsid w:val="0070524E"/>
    <w:rsid w:val="00705B6F"/>
    <w:rsid w:val="00705D37"/>
    <w:rsid w:val="00705DD6"/>
    <w:rsid w:val="00705EB7"/>
    <w:rsid w:val="0070624F"/>
    <w:rsid w:val="00706361"/>
    <w:rsid w:val="0070639D"/>
    <w:rsid w:val="0070653E"/>
    <w:rsid w:val="00706816"/>
    <w:rsid w:val="00706B90"/>
    <w:rsid w:val="00707240"/>
    <w:rsid w:val="0070778F"/>
    <w:rsid w:val="0070791B"/>
    <w:rsid w:val="007079A6"/>
    <w:rsid w:val="0071072A"/>
    <w:rsid w:val="00710888"/>
    <w:rsid w:val="00710989"/>
    <w:rsid w:val="007109C8"/>
    <w:rsid w:val="00710B28"/>
    <w:rsid w:val="00710E3B"/>
    <w:rsid w:val="00711366"/>
    <w:rsid w:val="00711454"/>
    <w:rsid w:val="00711D20"/>
    <w:rsid w:val="0071202D"/>
    <w:rsid w:val="0071210A"/>
    <w:rsid w:val="007128F9"/>
    <w:rsid w:val="00712DD6"/>
    <w:rsid w:val="00713383"/>
    <w:rsid w:val="0071391C"/>
    <w:rsid w:val="00713974"/>
    <w:rsid w:val="0071412F"/>
    <w:rsid w:val="007147A6"/>
    <w:rsid w:val="00714862"/>
    <w:rsid w:val="00714A08"/>
    <w:rsid w:val="00715A13"/>
    <w:rsid w:val="00715A5F"/>
    <w:rsid w:val="007160A2"/>
    <w:rsid w:val="00716443"/>
    <w:rsid w:val="007166F8"/>
    <w:rsid w:val="0071673E"/>
    <w:rsid w:val="007168C7"/>
    <w:rsid w:val="00716ACC"/>
    <w:rsid w:val="00716EBA"/>
    <w:rsid w:val="00716F36"/>
    <w:rsid w:val="0071754B"/>
    <w:rsid w:val="00717E11"/>
    <w:rsid w:val="00717F51"/>
    <w:rsid w:val="00717F7D"/>
    <w:rsid w:val="00720627"/>
    <w:rsid w:val="007206DF"/>
    <w:rsid w:val="00720C05"/>
    <w:rsid w:val="00720F20"/>
    <w:rsid w:val="00721275"/>
    <w:rsid w:val="00722273"/>
    <w:rsid w:val="007223D5"/>
    <w:rsid w:val="007226DE"/>
    <w:rsid w:val="00722774"/>
    <w:rsid w:val="00722CC0"/>
    <w:rsid w:val="00722EEC"/>
    <w:rsid w:val="00723132"/>
    <w:rsid w:val="00723701"/>
    <w:rsid w:val="007239CD"/>
    <w:rsid w:val="00723AA4"/>
    <w:rsid w:val="00723B20"/>
    <w:rsid w:val="00723DA0"/>
    <w:rsid w:val="00723E45"/>
    <w:rsid w:val="007240C5"/>
    <w:rsid w:val="00724575"/>
    <w:rsid w:val="00724AFE"/>
    <w:rsid w:val="00724E05"/>
    <w:rsid w:val="00725194"/>
    <w:rsid w:val="007251B4"/>
    <w:rsid w:val="00725279"/>
    <w:rsid w:val="007253BE"/>
    <w:rsid w:val="00725A1E"/>
    <w:rsid w:val="00725F64"/>
    <w:rsid w:val="00726CD3"/>
    <w:rsid w:val="007277AC"/>
    <w:rsid w:val="00727F4D"/>
    <w:rsid w:val="007307B8"/>
    <w:rsid w:val="00731E91"/>
    <w:rsid w:val="00731EDB"/>
    <w:rsid w:val="0073230B"/>
    <w:rsid w:val="00732433"/>
    <w:rsid w:val="00732495"/>
    <w:rsid w:val="00732D4E"/>
    <w:rsid w:val="00732DD4"/>
    <w:rsid w:val="007331A1"/>
    <w:rsid w:val="00733831"/>
    <w:rsid w:val="00733AC4"/>
    <w:rsid w:val="00733C54"/>
    <w:rsid w:val="007341A8"/>
    <w:rsid w:val="0073425D"/>
    <w:rsid w:val="00734A6D"/>
    <w:rsid w:val="00734B6F"/>
    <w:rsid w:val="00734C32"/>
    <w:rsid w:val="00734E67"/>
    <w:rsid w:val="00734F83"/>
    <w:rsid w:val="0073511D"/>
    <w:rsid w:val="00735373"/>
    <w:rsid w:val="00735F7A"/>
    <w:rsid w:val="007362CE"/>
    <w:rsid w:val="0073672B"/>
    <w:rsid w:val="00737CCC"/>
    <w:rsid w:val="00737FF6"/>
    <w:rsid w:val="00740D5D"/>
    <w:rsid w:val="00740E89"/>
    <w:rsid w:val="007410C4"/>
    <w:rsid w:val="007411FB"/>
    <w:rsid w:val="00741322"/>
    <w:rsid w:val="007414A5"/>
    <w:rsid w:val="007416F0"/>
    <w:rsid w:val="00741938"/>
    <w:rsid w:val="00741DC6"/>
    <w:rsid w:val="00741DC7"/>
    <w:rsid w:val="00742030"/>
    <w:rsid w:val="007422CC"/>
    <w:rsid w:val="0074299F"/>
    <w:rsid w:val="00742A3A"/>
    <w:rsid w:val="00742D7B"/>
    <w:rsid w:val="00742FD5"/>
    <w:rsid w:val="0074312A"/>
    <w:rsid w:val="00743812"/>
    <w:rsid w:val="00743868"/>
    <w:rsid w:val="00743B2A"/>
    <w:rsid w:val="00743CBC"/>
    <w:rsid w:val="00743DF0"/>
    <w:rsid w:val="00743E90"/>
    <w:rsid w:val="00743EED"/>
    <w:rsid w:val="00744BF1"/>
    <w:rsid w:val="00744E4B"/>
    <w:rsid w:val="00745059"/>
    <w:rsid w:val="007452DF"/>
    <w:rsid w:val="007453E3"/>
    <w:rsid w:val="00745E15"/>
    <w:rsid w:val="007463F9"/>
    <w:rsid w:val="00746515"/>
    <w:rsid w:val="007468D0"/>
    <w:rsid w:val="00746C6E"/>
    <w:rsid w:val="00746E51"/>
    <w:rsid w:val="00746F90"/>
    <w:rsid w:val="007474F6"/>
    <w:rsid w:val="007478F6"/>
    <w:rsid w:val="00747AB1"/>
    <w:rsid w:val="00750170"/>
    <w:rsid w:val="0075021A"/>
    <w:rsid w:val="00750287"/>
    <w:rsid w:val="007506B0"/>
    <w:rsid w:val="00750732"/>
    <w:rsid w:val="00750AB7"/>
    <w:rsid w:val="00750AC9"/>
    <w:rsid w:val="00751010"/>
    <w:rsid w:val="007512DB"/>
    <w:rsid w:val="00751534"/>
    <w:rsid w:val="00751843"/>
    <w:rsid w:val="00751B15"/>
    <w:rsid w:val="00752482"/>
    <w:rsid w:val="007524D5"/>
    <w:rsid w:val="0075261C"/>
    <w:rsid w:val="007526CC"/>
    <w:rsid w:val="00752763"/>
    <w:rsid w:val="007529B2"/>
    <w:rsid w:val="007531F0"/>
    <w:rsid w:val="0075332A"/>
    <w:rsid w:val="007534B1"/>
    <w:rsid w:val="007536ED"/>
    <w:rsid w:val="00753E6E"/>
    <w:rsid w:val="00754439"/>
    <w:rsid w:val="00754581"/>
    <w:rsid w:val="007546F4"/>
    <w:rsid w:val="0075477C"/>
    <w:rsid w:val="00754AC0"/>
    <w:rsid w:val="00754BD0"/>
    <w:rsid w:val="00754E9A"/>
    <w:rsid w:val="00754F0B"/>
    <w:rsid w:val="00755453"/>
    <w:rsid w:val="0075554C"/>
    <w:rsid w:val="00755883"/>
    <w:rsid w:val="00755B4D"/>
    <w:rsid w:val="007564B5"/>
    <w:rsid w:val="0075685C"/>
    <w:rsid w:val="00756B72"/>
    <w:rsid w:val="00756C73"/>
    <w:rsid w:val="00756F18"/>
    <w:rsid w:val="00757B9F"/>
    <w:rsid w:val="00760274"/>
    <w:rsid w:val="00760415"/>
    <w:rsid w:val="0076095E"/>
    <w:rsid w:val="00761322"/>
    <w:rsid w:val="00761802"/>
    <w:rsid w:val="00761F65"/>
    <w:rsid w:val="00761F6E"/>
    <w:rsid w:val="0076200F"/>
    <w:rsid w:val="00762170"/>
    <w:rsid w:val="00762AE7"/>
    <w:rsid w:val="00763118"/>
    <w:rsid w:val="007635FB"/>
    <w:rsid w:val="0076364E"/>
    <w:rsid w:val="00763690"/>
    <w:rsid w:val="00764018"/>
    <w:rsid w:val="0076470F"/>
    <w:rsid w:val="00764788"/>
    <w:rsid w:val="007647B9"/>
    <w:rsid w:val="0076516B"/>
    <w:rsid w:val="00765827"/>
    <w:rsid w:val="00765880"/>
    <w:rsid w:val="0076588D"/>
    <w:rsid w:val="00765DB4"/>
    <w:rsid w:val="00766198"/>
    <w:rsid w:val="007664FA"/>
    <w:rsid w:val="00766942"/>
    <w:rsid w:val="007673D3"/>
    <w:rsid w:val="00767CFB"/>
    <w:rsid w:val="00770293"/>
    <w:rsid w:val="00770302"/>
    <w:rsid w:val="007706B5"/>
    <w:rsid w:val="00770886"/>
    <w:rsid w:val="00770D99"/>
    <w:rsid w:val="007716AD"/>
    <w:rsid w:val="0077242B"/>
    <w:rsid w:val="0077264A"/>
    <w:rsid w:val="00772671"/>
    <w:rsid w:val="007726D5"/>
    <w:rsid w:val="007728E2"/>
    <w:rsid w:val="00773725"/>
    <w:rsid w:val="007737AD"/>
    <w:rsid w:val="00773C29"/>
    <w:rsid w:val="00773DE2"/>
    <w:rsid w:val="00773FEA"/>
    <w:rsid w:val="0077453E"/>
    <w:rsid w:val="00774AAB"/>
    <w:rsid w:val="00775207"/>
    <w:rsid w:val="00775212"/>
    <w:rsid w:val="00775226"/>
    <w:rsid w:val="0077564E"/>
    <w:rsid w:val="00775A05"/>
    <w:rsid w:val="00775DCC"/>
    <w:rsid w:val="00776482"/>
    <w:rsid w:val="00776A78"/>
    <w:rsid w:val="00776F89"/>
    <w:rsid w:val="00776FC8"/>
    <w:rsid w:val="007770AB"/>
    <w:rsid w:val="007772E2"/>
    <w:rsid w:val="0077743F"/>
    <w:rsid w:val="0077753E"/>
    <w:rsid w:val="0077760F"/>
    <w:rsid w:val="00777F2E"/>
    <w:rsid w:val="007800D7"/>
    <w:rsid w:val="007806C2"/>
    <w:rsid w:val="00780DEB"/>
    <w:rsid w:val="00780E5D"/>
    <w:rsid w:val="00780FCD"/>
    <w:rsid w:val="00781A2B"/>
    <w:rsid w:val="00781A9A"/>
    <w:rsid w:val="007826C1"/>
    <w:rsid w:val="00782742"/>
    <w:rsid w:val="00782B77"/>
    <w:rsid w:val="0078389D"/>
    <w:rsid w:val="007838BC"/>
    <w:rsid w:val="00783AAC"/>
    <w:rsid w:val="00783BA7"/>
    <w:rsid w:val="007842A2"/>
    <w:rsid w:val="007843ED"/>
    <w:rsid w:val="0078466C"/>
    <w:rsid w:val="0078471E"/>
    <w:rsid w:val="00784810"/>
    <w:rsid w:val="00785276"/>
    <w:rsid w:val="0078595E"/>
    <w:rsid w:val="007859A2"/>
    <w:rsid w:val="00785D9B"/>
    <w:rsid w:val="00786095"/>
    <w:rsid w:val="00786234"/>
    <w:rsid w:val="0078655D"/>
    <w:rsid w:val="00787454"/>
    <w:rsid w:val="007875C0"/>
    <w:rsid w:val="00787794"/>
    <w:rsid w:val="00787BFC"/>
    <w:rsid w:val="00787D02"/>
    <w:rsid w:val="00790F6B"/>
    <w:rsid w:val="00791598"/>
    <w:rsid w:val="00791B2F"/>
    <w:rsid w:val="00791E29"/>
    <w:rsid w:val="00791F5D"/>
    <w:rsid w:val="0079200C"/>
    <w:rsid w:val="00792072"/>
    <w:rsid w:val="007928FA"/>
    <w:rsid w:val="00792BA2"/>
    <w:rsid w:val="00792C09"/>
    <w:rsid w:val="00792D5D"/>
    <w:rsid w:val="0079314E"/>
    <w:rsid w:val="0079396E"/>
    <w:rsid w:val="00794396"/>
    <w:rsid w:val="00794A8E"/>
    <w:rsid w:val="00794E01"/>
    <w:rsid w:val="007955CD"/>
    <w:rsid w:val="00795735"/>
    <w:rsid w:val="00795932"/>
    <w:rsid w:val="00795939"/>
    <w:rsid w:val="00795A0C"/>
    <w:rsid w:val="00795B9A"/>
    <w:rsid w:val="00795BB2"/>
    <w:rsid w:val="00795D73"/>
    <w:rsid w:val="00796159"/>
    <w:rsid w:val="0079633D"/>
    <w:rsid w:val="00796804"/>
    <w:rsid w:val="0079692E"/>
    <w:rsid w:val="007969A0"/>
    <w:rsid w:val="00796AAC"/>
    <w:rsid w:val="007971E7"/>
    <w:rsid w:val="00797875"/>
    <w:rsid w:val="00797ABE"/>
    <w:rsid w:val="00797CE0"/>
    <w:rsid w:val="007A0218"/>
    <w:rsid w:val="007A11B6"/>
    <w:rsid w:val="007A1A86"/>
    <w:rsid w:val="007A1CFF"/>
    <w:rsid w:val="007A1F9C"/>
    <w:rsid w:val="007A2361"/>
    <w:rsid w:val="007A2574"/>
    <w:rsid w:val="007A276A"/>
    <w:rsid w:val="007A2B32"/>
    <w:rsid w:val="007A36C1"/>
    <w:rsid w:val="007A4043"/>
    <w:rsid w:val="007A406B"/>
    <w:rsid w:val="007A40AA"/>
    <w:rsid w:val="007A43F1"/>
    <w:rsid w:val="007A4DBC"/>
    <w:rsid w:val="007A5660"/>
    <w:rsid w:val="007A5FAF"/>
    <w:rsid w:val="007A621F"/>
    <w:rsid w:val="007A6B80"/>
    <w:rsid w:val="007A751D"/>
    <w:rsid w:val="007A79F2"/>
    <w:rsid w:val="007B02E4"/>
    <w:rsid w:val="007B067E"/>
    <w:rsid w:val="007B0689"/>
    <w:rsid w:val="007B06EC"/>
    <w:rsid w:val="007B183F"/>
    <w:rsid w:val="007B1951"/>
    <w:rsid w:val="007B2328"/>
    <w:rsid w:val="007B2395"/>
    <w:rsid w:val="007B36C4"/>
    <w:rsid w:val="007B3725"/>
    <w:rsid w:val="007B379F"/>
    <w:rsid w:val="007B3A77"/>
    <w:rsid w:val="007B4B1F"/>
    <w:rsid w:val="007B4EC7"/>
    <w:rsid w:val="007B5366"/>
    <w:rsid w:val="007B5390"/>
    <w:rsid w:val="007B5832"/>
    <w:rsid w:val="007B5D85"/>
    <w:rsid w:val="007B5FE8"/>
    <w:rsid w:val="007B636E"/>
    <w:rsid w:val="007B6416"/>
    <w:rsid w:val="007B6862"/>
    <w:rsid w:val="007B72B5"/>
    <w:rsid w:val="007B7D62"/>
    <w:rsid w:val="007C00F0"/>
    <w:rsid w:val="007C0529"/>
    <w:rsid w:val="007C08B1"/>
    <w:rsid w:val="007C08D4"/>
    <w:rsid w:val="007C0DEB"/>
    <w:rsid w:val="007C0FCB"/>
    <w:rsid w:val="007C1190"/>
    <w:rsid w:val="007C18B2"/>
    <w:rsid w:val="007C213C"/>
    <w:rsid w:val="007C23BF"/>
    <w:rsid w:val="007C28B4"/>
    <w:rsid w:val="007C2915"/>
    <w:rsid w:val="007C2FB0"/>
    <w:rsid w:val="007C2FF3"/>
    <w:rsid w:val="007C329F"/>
    <w:rsid w:val="007C330C"/>
    <w:rsid w:val="007C33A6"/>
    <w:rsid w:val="007C3F40"/>
    <w:rsid w:val="007C525D"/>
    <w:rsid w:val="007C5709"/>
    <w:rsid w:val="007C572F"/>
    <w:rsid w:val="007C57EB"/>
    <w:rsid w:val="007C5F1F"/>
    <w:rsid w:val="007C619A"/>
    <w:rsid w:val="007C645A"/>
    <w:rsid w:val="007C64FF"/>
    <w:rsid w:val="007C687D"/>
    <w:rsid w:val="007C6A7B"/>
    <w:rsid w:val="007C6D3D"/>
    <w:rsid w:val="007C769F"/>
    <w:rsid w:val="007C7B42"/>
    <w:rsid w:val="007C7BAE"/>
    <w:rsid w:val="007D054D"/>
    <w:rsid w:val="007D068A"/>
    <w:rsid w:val="007D14BF"/>
    <w:rsid w:val="007D1863"/>
    <w:rsid w:val="007D224D"/>
    <w:rsid w:val="007D2A19"/>
    <w:rsid w:val="007D2D2F"/>
    <w:rsid w:val="007D335B"/>
    <w:rsid w:val="007D35B4"/>
    <w:rsid w:val="007D3911"/>
    <w:rsid w:val="007D4220"/>
    <w:rsid w:val="007D42AC"/>
    <w:rsid w:val="007D4497"/>
    <w:rsid w:val="007D45A8"/>
    <w:rsid w:val="007D464B"/>
    <w:rsid w:val="007D467E"/>
    <w:rsid w:val="007D46C5"/>
    <w:rsid w:val="007D4838"/>
    <w:rsid w:val="007D4B86"/>
    <w:rsid w:val="007D5B68"/>
    <w:rsid w:val="007D5B9B"/>
    <w:rsid w:val="007D6660"/>
    <w:rsid w:val="007D6BC6"/>
    <w:rsid w:val="007D71C2"/>
    <w:rsid w:val="007D74F3"/>
    <w:rsid w:val="007D785C"/>
    <w:rsid w:val="007D7AD0"/>
    <w:rsid w:val="007E04B0"/>
    <w:rsid w:val="007E0575"/>
    <w:rsid w:val="007E0624"/>
    <w:rsid w:val="007E08F1"/>
    <w:rsid w:val="007E0F6F"/>
    <w:rsid w:val="007E0F78"/>
    <w:rsid w:val="007E1292"/>
    <w:rsid w:val="007E15DC"/>
    <w:rsid w:val="007E28F2"/>
    <w:rsid w:val="007E2B1D"/>
    <w:rsid w:val="007E31FA"/>
    <w:rsid w:val="007E41D9"/>
    <w:rsid w:val="007E428D"/>
    <w:rsid w:val="007E4449"/>
    <w:rsid w:val="007E46E8"/>
    <w:rsid w:val="007E4745"/>
    <w:rsid w:val="007E47B9"/>
    <w:rsid w:val="007E4EA9"/>
    <w:rsid w:val="007E5055"/>
    <w:rsid w:val="007E52DF"/>
    <w:rsid w:val="007E554B"/>
    <w:rsid w:val="007E5B96"/>
    <w:rsid w:val="007E5C25"/>
    <w:rsid w:val="007E6310"/>
    <w:rsid w:val="007E682A"/>
    <w:rsid w:val="007E6836"/>
    <w:rsid w:val="007E6E6C"/>
    <w:rsid w:val="007E6EF5"/>
    <w:rsid w:val="007E752B"/>
    <w:rsid w:val="007E76DC"/>
    <w:rsid w:val="007E7848"/>
    <w:rsid w:val="007E79F3"/>
    <w:rsid w:val="007E7D6E"/>
    <w:rsid w:val="007F0450"/>
    <w:rsid w:val="007F0B7D"/>
    <w:rsid w:val="007F0E14"/>
    <w:rsid w:val="007F0F2C"/>
    <w:rsid w:val="007F0FA5"/>
    <w:rsid w:val="007F1B48"/>
    <w:rsid w:val="007F1B6B"/>
    <w:rsid w:val="007F1DAC"/>
    <w:rsid w:val="007F230D"/>
    <w:rsid w:val="007F29DC"/>
    <w:rsid w:val="007F3213"/>
    <w:rsid w:val="007F349D"/>
    <w:rsid w:val="007F371F"/>
    <w:rsid w:val="007F3AF5"/>
    <w:rsid w:val="007F5087"/>
    <w:rsid w:val="007F50D3"/>
    <w:rsid w:val="007F5722"/>
    <w:rsid w:val="007F5C42"/>
    <w:rsid w:val="007F60B3"/>
    <w:rsid w:val="007F64A2"/>
    <w:rsid w:val="007F65CE"/>
    <w:rsid w:val="007F6822"/>
    <w:rsid w:val="007F6E13"/>
    <w:rsid w:val="007F75C3"/>
    <w:rsid w:val="007F7DEB"/>
    <w:rsid w:val="007F7F35"/>
    <w:rsid w:val="00800254"/>
    <w:rsid w:val="00800514"/>
    <w:rsid w:val="00800930"/>
    <w:rsid w:val="008012E2"/>
    <w:rsid w:val="008012EA"/>
    <w:rsid w:val="00801573"/>
    <w:rsid w:val="00801A8B"/>
    <w:rsid w:val="00801B90"/>
    <w:rsid w:val="00801CCD"/>
    <w:rsid w:val="008024E6"/>
    <w:rsid w:val="008026AA"/>
    <w:rsid w:val="00802B00"/>
    <w:rsid w:val="00802B57"/>
    <w:rsid w:val="00802F04"/>
    <w:rsid w:val="00803034"/>
    <w:rsid w:val="0080307F"/>
    <w:rsid w:val="00803576"/>
    <w:rsid w:val="00803A49"/>
    <w:rsid w:val="0080442F"/>
    <w:rsid w:val="008056A3"/>
    <w:rsid w:val="00805720"/>
    <w:rsid w:val="008057A2"/>
    <w:rsid w:val="00806046"/>
    <w:rsid w:val="0080629C"/>
    <w:rsid w:val="008063E4"/>
    <w:rsid w:val="008073EE"/>
    <w:rsid w:val="00807581"/>
    <w:rsid w:val="00807B23"/>
    <w:rsid w:val="00810AFB"/>
    <w:rsid w:val="00811055"/>
    <w:rsid w:val="008118BE"/>
    <w:rsid w:val="00811B81"/>
    <w:rsid w:val="00811C8B"/>
    <w:rsid w:val="00811E34"/>
    <w:rsid w:val="0081251A"/>
    <w:rsid w:val="00812699"/>
    <w:rsid w:val="008126C8"/>
    <w:rsid w:val="00812BCC"/>
    <w:rsid w:val="00812FA6"/>
    <w:rsid w:val="00813237"/>
    <w:rsid w:val="00813306"/>
    <w:rsid w:val="008135F7"/>
    <w:rsid w:val="0081389D"/>
    <w:rsid w:val="00813A82"/>
    <w:rsid w:val="00813B7F"/>
    <w:rsid w:val="0081484B"/>
    <w:rsid w:val="0081496E"/>
    <w:rsid w:val="00814BC6"/>
    <w:rsid w:val="00815571"/>
    <w:rsid w:val="0081587E"/>
    <w:rsid w:val="00816ACF"/>
    <w:rsid w:val="00816D01"/>
    <w:rsid w:val="0081706C"/>
    <w:rsid w:val="00817754"/>
    <w:rsid w:val="0081796F"/>
    <w:rsid w:val="00817A12"/>
    <w:rsid w:val="00817ECF"/>
    <w:rsid w:val="00820601"/>
    <w:rsid w:val="0082069C"/>
    <w:rsid w:val="008208C1"/>
    <w:rsid w:val="00820D0B"/>
    <w:rsid w:val="00820DBC"/>
    <w:rsid w:val="0082193C"/>
    <w:rsid w:val="00821BA2"/>
    <w:rsid w:val="00821C61"/>
    <w:rsid w:val="00821F95"/>
    <w:rsid w:val="00822808"/>
    <w:rsid w:val="0082286D"/>
    <w:rsid w:val="008228B1"/>
    <w:rsid w:val="008233BD"/>
    <w:rsid w:val="00823587"/>
    <w:rsid w:val="0082365F"/>
    <w:rsid w:val="00823785"/>
    <w:rsid w:val="008237D6"/>
    <w:rsid w:val="00823A70"/>
    <w:rsid w:val="00823B0B"/>
    <w:rsid w:val="00823EDE"/>
    <w:rsid w:val="00824694"/>
    <w:rsid w:val="00824DA6"/>
    <w:rsid w:val="00824EA9"/>
    <w:rsid w:val="00824F22"/>
    <w:rsid w:val="00825537"/>
    <w:rsid w:val="00825E9E"/>
    <w:rsid w:val="00826091"/>
    <w:rsid w:val="008261AA"/>
    <w:rsid w:val="00826624"/>
    <w:rsid w:val="0082677F"/>
    <w:rsid w:val="0082681B"/>
    <w:rsid w:val="00826896"/>
    <w:rsid w:val="00826981"/>
    <w:rsid w:val="0082714B"/>
    <w:rsid w:val="008271D5"/>
    <w:rsid w:val="0082723F"/>
    <w:rsid w:val="008273B8"/>
    <w:rsid w:val="0082794F"/>
    <w:rsid w:val="00827CFA"/>
    <w:rsid w:val="00827D99"/>
    <w:rsid w:val="00827E63"/>
    <w:rsid w:val="008303EB"/>
    <w:rsid w:val="008305D9"/>
    <w:rsid w:val="00831019"/>
    <w:rsid w:val="00831312"/>
    <w:rsid w:val="00831514"/>
    <w:rsid w:val="00831515"/>
    <w:rsid w:val="00831A93"/>
    <w:rsid w:val="00831B9E"/>
    <w:rsid w:val="00831EBA"/>
    <w:rsid w:val="00832942"/>
    <w:rsid w:val="00832A98"/>
    <w:rsid w:val="00833593"/>
    <w:rsid w:val="00833854"/>
    <w:rsid w:val="00833E2B"/>
    <w:rsid w:val="00834020"/>
    <w:rsid w:val="00834691"/>
    <w:rsid w:val="008351BA"/>
    <w:rsid w:val="0083549F"/>
    <w:rsid w:val="0083578E"/>
    <w:rsid w:val="00835891"/>
    <w:rsid w:val="00835BB5"/>
    <w:rsid w:val="00835ECD"/>
    <w:rsid w:val="00836566"/>
    <w:rsid w:val="00836B6E"/>
    <w:rsid w:val="00836EE3"/>
    <w:rsid w:val="008379B7"/>
    <w:rsid w:val="00837A93"/>
    <w:rsid w:val="00840A78"/>
    <w:rsid w:val="00840C17"/>
    <w:rsid w:val="00840DB9"/>
    <w:rsid w:val="00840F78"/>
    <w:rsid w:val="00841064"/>
    <w:rsid w:val="00841222"/>
    <w:rsid w:val="00841537"/>
    <w:rsid w:val="00841876"/>
    <w:rsid w:val="0084231E"/>
    <w:rsid w:val="0084283F"/>
    <w:rsid w:val="00842FCA"/>
    <w:rsid w:val="008431B6"/>
    <w:rsid w:val="0084398F"/>
    <w:rsid w:val="00843D88"/>
    <w:rsid w:val="00844102"/>
    <w:rsid w:val="008441CD"/>
    <w:rsid w:val="0084456E"/>
    <w:rsid w:val="00844F80"/>
    <w:rsid w:val="008462FE"/>
    <w:rsid w:val="0084657F"/>
    <w:rsid w:val="00846AFC"/>
    <w:rsid w:val="00846CCA"/>
    <w:rsid w:val="008470BB"/>
    <w:rsid w:val="008470C7"/>
    <w:rsid w:val="008474D0"/>
    <w:rsid w:val="0084754C"/>
    <w:rsid w:val="008477AA"/>
    <w:rsid w:val="008479B2"/>
    <w:rsid w:val="00847DDB"/>
    <w:rsid w:val="0085049B"/>
    <w:rsid w:val="00850AD2"/>
    <w:rsid w:val="00850BE2"/>
    <w:rsid w:val="00851028"/>
    <w:rsid w:val="0085103D"/>
    <w:rsid w:val="008514BE"/>
    <w:rsid w:val="00851C4C"/>
    <w:rsid w:val="00851FB3"/>
    <w:rsid w:val="00852475"/>
    <w:rsid w:val="008524E8"/>
    <w:rsid w:val="008525CC"/>
    <w:rsid w:val="00852902"/>
    <w:rsid w:val="0085304E"/>
    <w:rsid w:val="00853089"/>
    <w:rsid w:val="008530A9"/>
    <w:rsid w:val="0085332B"/>
    <w:rsid w:val="00853444"/>
    <w:rsid w:val="0085388A"/>
    <w:rsid w:val="00853A74"/>
    <w:rsid w:val="00853D3D"/>
    <w:rsid w:val="0085430D"/>
    <w:rsid w:val="0085434F"/>
    <w:rsid w:val="008543B2"/>
    <w:rsid w:val="00854443"/>
    <w:rsid w:val="008545BA"/>
    <w:rsid w:val="00854760"/>
    <w:rsid w:val="008547B3"/>
    <w:rsid w:val="00855246"/>
    <w:rsid w:val="00855DF9"/>
    <w:rsid w:val="00855E39"/>
    <w:rsid w:val="00856B36"/>
    <w:rsid w:val="00856B6C"/>
    <w:rsid w:val="00856CED"/>
    <w:rsid w:val="00856D48"/>
    <w:rsid w:val="00857369"/>
    <w:rsid w:val="008574C8"/>
    <w:rsid w:val="00857A77"/>
    <w:rsid w:val="00857C80"/>
    <w:rsid w:val="00857C93"/>
    <w:rsid w:val="0086001A"/>
    <w:rsid w:val="008608CC"/>
    <w:rsid w:val="008608EA"/>
    <w:rsid w:val="00860AE6"/>
    <w:rsid w:val="008614D6"/>
    <w:rsid w:val="008616CE"/>
    <w:rsid w:val="00861CCC"/>
    <w:rsid w:val="00862524"/>
    <w:rsid w:val="00862A64"/>
    <w:rsid w:val="00862DB9"/>
    <w:rsid w:val="00862FC1"/>
    <w:rsid w:val="008632D4"/>
    <w:rsid w:val="00863507"/>
    <w:rsid w:val="008635A7"/>
    <w:rsid w:val="00863795"/>
    <w:rsid w:val="00863ABA"/>
    <w:rsid w:val="00863D1A"/>
    <w:rsid w:val="00864008"/>
    <w:rsid w:val="00864AF8"/>
    <w:rsid w:val="008657DB"/>
    <w:rsid w:val="00865B03"/>
    <w:rsid w:val="00865B69"/>
    <w:rsid w:val="0086602F"/>
    <w:rsid w:val="00866B8A"/>
    <w:rsid w:val="00866BF0"/>
    <w:rsid w:val="00866E5C"/>
    <w:rsid w:val="00867255"/>
    <w:rsid w:val="008701B2"/>
    <w:rsid w:val="008701FB"/>
    <w:rsid w:val="008706D4"/>
    <w:rsid w:val="00870C4C"/>
    <w:rsid w:val="00870E34"/>
    <w:rsid w:val="00871548"/>
    <w:rsid w:val="008716A7"/>
    <w:rsid w:val="008718B6"/>
    <w:rsid w:val="008719CD"/>
    <w:rsid w:val="00871D12"/>
    <w:rsid w:val="008720D2"/>
    <w:rsid w:val="00872330"/>
    <w:rsid w:val="00872553"/>
    <w:rsid w:val="00872736"/>
    <w:rsid w:val="00872864"/>
    <w:rsid w:val="00872A74"/>
    <w:rsid w:val="00872AA2"/>
    <w:rsid w:val="00872D7D"/>
    <w:rsid w:val="008732F6"/>
    <w:rsid w:val="00873450"/>
    <w:rsid w:val="00873783"/>
    <w:rsid w:val="0087389F"/>
    <w:rsid w:val="00873A5A"/>
    <w:rsid w:val="00873AD9"/>
    <w:rsid w:val="008741B7"/>
    <w:rsid w:val="00874CD3"/>
    <w:rsid w:val="00874DE5"/>
    <w:rsid w:val="00874EB1"/>
    <w:rsid w:val="008751B2"/>
    <w:rsid w:val="0087534C"/>
    <w:rsid w:val="008756E6"/>
    <w:rsid w:val="0087588E"/>
    <w:rsid w:val="008758A6"/>
    <w:rsid w:val="00875987"/>
    <w:rsid w:val="00875CBE"/>
    <w:rsid w:val="00875DC1"/>
    <w:rsid w:val="00876205"/>
    <w:rsid w:val="0087637F"/>
    <w:rsid w:val="00876663"/>
    <w:rsid w:val="0087696E"/>
    <w:rsid w:val="00876C93"/>
    <w:rsid w:val="00876CBB"/>
    <w:rsid w:val="008772BF"/>
    <w:rsid w:val="008775D0"/>
    <w:rsid w:val="00877D16"/>
    <w:rsid w:val="008801CA"/>
    <w:rsid w:val="0088064F"/>
    <w:rsid w:val="008806DD"/>
    <w:rsid w:val="0088095A"/>
    <w:rsid w:val="00880DCB"/>
    <w:rsid w:val="00880EFA"/>
    <w:rsid w:val="008810B5"/>
    <w:rsid w:val="00881225"/>
    <w:rsid w:val="00881285"/>
    <w:rsid w:val="00881B1F"/>
    <w:rsid w:val="00881DFF"/>
    <w:rsid w:val="00882B30"/>
    <w:rsid w:val="00882C92"/>
    <w:rsid w:val="00882FD8"/>
    <w:rsid w:val="008832D6"/>
    <w:rsid w:val="0088398F"/>
    <w:rsid w:val="00883AB2"/>
    <w:rsid w:val="00883B68"/>
    <w:rsid w:val="00883C3C"/>
    <w:rsid w:val="00883CC9"/>
    <w:rsid w:val="0088420D"/>
    <w:rsid w:val="00884652"/>
    <w:rsid w:val="00884A4B"/>
    <w:rsid w:val="00884FB7"/>
    <w:rsid w:val="00884FF0"/>
    <w:rsid w:val="00885164"/>
    <w:rsid w:val="0088527D"/>
    <w:rsid w:val="00885453"/>
    <w:rsid w:val="00885859"/>
    <w:rsid w:val="00885954"/>
    <w:rsid w:val="00885C7D"/>
    <w:rsid w:val="00885DAA"/>
    <w:rsid w:val="0088651D"/>
    <w:rsid w:val="00886548"/>
    <w:rsid w:val="008868BD"/>
    <w:rsid w:val="00886954"/>
    <w:rsid w:val="00886A94"/>
    <w:rsid w:val="0088736E"/>
    <w:rsid w:val="00887834"/>
    <w:rsid w:val="00887FDE"/>
    <w:rsid w:val="0089002F"/>
    <w:rsid w:val="00890148"/>
    <w:rsid w:val="00890197"/>
    <w:rsid w:val="0089043A"/>
    <w:rsid w:val="00890BD5"/>
    <w:rsid w:val="00890BDA"/>
    <w:rsid w:val="00890C85"/>
    <w:rsid w:val="0089148B"/>
    <w:rsid w:val="008915A8"/>
    <w:rsid w:val="008918CB"/>
    <w:rsid w:val="008918FE"/>
    <w:rsid w:val="00891B58"/>
    <w:rsid w:val="00892183"/>
    <w:rsid w:val="0089253B"/>
    <w:rsid w:val="0089260F"/>
    <w:rsid w:val="0089326A"/>
    <w:rsid w:val="008942B0"/>
    <w:rsid w:val="008946F9"/>
    <w:rsid w:val="00894A4A"/>
    <w:rsid w:val="00894B3B"/>
    <w:rsid w:val="00894C2F"/>
    <w:rsid w:val="008958BF"/>
    <w:rsid w:val="008958FF"/>
    <w:rsid w:val="00895D6D"/>
    <w:rsid w:val="00895E33"/>
    <w:rsid w:val="00896019"/>
    <w:rsid w:val="0089624E"/>
    <w:rsid w:val="00896EA0"/>
    <w:rsid w:val="00897429"/>
    <w:rsid w:val="00897B40"/>
    <w:rsid w:val="008A02A3"/>
    <w:rsid w:val="008A03AF"/>
    <w:rsid w:val="008A052A"/>
    <w:rsid w:val="008A10A1"/>
    <w:rsid w:val="008A15F4"/>
    <w:rsid w:val="008A1748"/>
    <w:rsid w:val="008A17B9"/>
    <w:rsid w:val="008A1994"/>
    <w:rsid w:val="008A1E32"/>
    <w:rsid w:val="008A2539"/>
    <w:rsid w:val="008A30F5"/>
    <w:rsid w:val="008A3462"/>
    <w:rsid w:val="008A35CD"/>
    <w:rsid w:val="008A36A6"/>
    <w:rsid w:val="008A3701"/>
    <w:rsid w:val="008A37E5"/>
    <w:rsid w:val="008A38F6"/>
    <w:rsid w:val="008A48C3"/>
    <w:rsid w:val="008A4DFD"/>
    <w:rsid w:val="008A571E"/>
    <w:rsid w:val="008A5CB5"/>
    <w:rsid w:val="008A6554"/>
    <w:rsid w:val="008A66C0"/>
    <w:rsid w:val="008A6D61"/>
    <w:rsid w:val="008A75E7"/>
    <w:rsid w:val="008A7646"/>
    <w:rsid w:val="008A7814"/>
    <w:rsid w:val="008A7875"/>
    <w:rsid w:val="008A79B9"/>
    <w:rsid w:val="008A7C64"/>
    <w:rsid w:val="008A7E13"/>
    <w:rsid w:val="008B03CC"/>
    <w:rsid w:val="008B07F5"/>
    <w:rsid w:val="008B08A5"/>
    <w:rsid w:val="008B0BFB"/>
    <w:rsid w:val="008B0E0D"/>
    <w:rsid w:val="008B135C"/>
    <w:rsid w:val="008B18C9"/>
    <w:rsid w:val="008B193C"/>
    <w:rsid w:val="008B1C7C"/>
    <w:rsid w:val="008B264B"/>
    <w:rsid w:val="008B286F"/>
    <w:rsid w:val="008B2C3F"/>
    <w:rsid w:val="008B2D95"/>
    <w:rsid w:val="008B35D5"/>
    <w:rsid w:val="008B3C57"/>
    <w:rsid w:val="008B42DF"/>
    <w:rsid w:val="008B47C8"/>
    <w:rsid w:val="008B486A"/>
    <w:rsid w:val="008B4E04"/>
    <w:rsid w:val="008B5365"/>
    <w:rsid w:val="008B53A5"/>
    <w:rsid w:val="008B5FE0"/>
    <w:rsid w:val="008B695B"/>
    <w:rsid w:val="008B696F"/>
    <w:rsid w:val="008B6D20"/>
    <w:rsid w:val="008B6F38"/>
    <w:rsid w:val="008B6F76"/>
    <w:rsid w:val="008B6FF8"/>
    <w:rsid w:val="008B77A3"/>
    <w:rsid w:val="008C0018"/>
    <w:rsid w:val="008C02B8"/>
    <w:rsid w:val="008C031C"/>
    <w:rsid w:val="008C034F"/>
    <w:rsid w:val="008C036B"/>
    <w:rsid w:val="008C052B"/>
    <w:rsid w:val="008C071E"/>
    <w:rsid w:val="008C0754"/>
    <w:rsid w:val="008C08CA"/>
    <w:rsid w:val="008C0B99"/>
    <w:rsid w:val="008C0EC1"/>
    <w:rsid w:val="008C0EE5"/>
    <w:rsid w:val="008C12F5"/>
    <w:rsid w:val="008C19BE"/>
    <w:rsid w:val="008C1B58"/>
    <w:rsid w:val="008C23F4"/>
    <w:rsid w:val="008C24E8"/>
    <w:rsid w:val="008C2A6B"/>
    <w:rsid w:val="008C3902"/>
    <w:rsid w:val="008C3CBD"/>
    <w:rsid w:val="008C3E4C"/>
    <w:rsid w:val="008C4C4C"/>
    <w:rsid w:val="008C4E43"/>
    <w:rsid w:val="008C5053"/>
    <w:rsid w:val="008C5630"/>
    <w:rsid w:val="008C5881"/>
    <w:rsid w:val="008C60BE"/>
    <w:rsid w:val="008C614E"/>
    <w:rsid w:val="008C62E3"/>
    <w:rsid w:val="008C710E"/>
    <w:rsid w:val="008C7200"/>
    <w:rsid w:val="008C730B"/>
    <w:rsid w:val="008C7DCF"/>
    <w:rsid w:val="008D01B8"/>
    <w:rsid w:val="008D0204"/>
    <w:rsid w:val="008D0AEF"/>
    <w:rsid w:val="008D0DC9"/>
    <w:rsid w:val="008D1387"/>
    <w:rsid w:val="008D17E0"/>
    <w:rsid w:val="008D1FAF"/>
    <w:rsid w:val="008D2118"/>
    <w:rsid w:val="008D2199"/>
    <w:rsid w:val="008D25EB"/>
    <w:rsid w:val="008D278A"/>
    <w:rsid w:val="008D2BC4"/>
    <w:rsid w:val="008D3388"/>
    <w:rsid w:val="008D371D"/>
    <w:rsid w:val="008D3A92"/>
    <w:rsid w:val="008D410C"/>
    <w:rsid w:val="008D43BB"/>
    <w:rsid w:val="008D5434"/>
    <w:rsid w:val="008D54AA"/>
    <w:rsid w:val="008D55EC"/>
    <w:rsid w:val="008D5B64"/>
    <w:rsid w:val="008D5C61"/>
    <w:rsid w:val="008D627C"/>
    <w:rsid w:val="008D70E1"/>
    <w:rsid w:val="008D71FC"/>
    <w:rsid w:val="008D7647"/>
    <w:rsid w:val="008D7A5C"/>
    <w:rsid w:val="008D7B57"/>
    <w:rsid w:val="008D7CD5"/>
    <w:rsid w:val="008E032D"/>
    <w:rsid w:val="008E0CBD"/>
    <w:rsid w:val="008E0D4D"/>
    <w:rsid w:val="008E1D88"/>
    <w:rsid w:val="008E22E9"/>
    <w:rsid w:val="008E2658"/>
    <w:rsid w:val="008E2A71"/>
    <w:rsid w:val="008E2D46"/>
    <w:rsid w:val="008E33F9"/>
    <w:rsid w:val="008E37B4"/>
    <w:rsid w:val="008E38A2"/>
    <w:rsid w:val="008E392E"/>
    <w:rsid w:val="008E3C72"/>
    <w:rsid w:val="008E412C"/>
    <w:rsid w:val="008E45B5"/>
    <w:rsid w:val="008E486B"/>
    <w:rsid w:val="008E48AC"/>
    <w:rsid w:val="008E4A37"/>
    <w:rsid w:val="008E4A8F"/>
    <w:rsid w:val="008E4B53"/>
    <w:rsid w:val="008E4C68"/>
    <w:rsid w:val="008E4DE6"/>
    <w:rsid w:val="008E4F39"/>
    <w:rsid w:val="008E535A"/>
    <w:rsid w:val="008E54C2"/>
    <w:rsid w:val="008E5C23"/>
    <w:rsid w:val="008E5EDB"/>
    <w:rsid w:val="008E65B9"/>
    <w:rsid w:val="008E6AC5"/>
    <w:rsid w:val="008E74F8"/>
    <w:rsid w:val="008E7A9F"/>
    <w:rsid w:val="008F039B"/>
    <w:rsid w:val="008F08D4"/>
    <w:rsid w:val="008F0974"/>
    <w:rsid w:val="008F0B1C"/>
    <w:rsid w:val="008F0CCD"/>
    <w:rsid w:val="008F0DE6"/>
    <w:rsid w:val="008F145A"/>
    <w:rsid w:val="008F1880"/>
    <w:rsid w:val="008F1A95"/>
    <w:rsid w:val="008F1DB8"/>
    <w:rsid w:val="008F20FC"/>
    <w:rsid w:val="008F266B"/>
    <w:rsid w:val="008F2A55"/>
    <w:rsid w:val="008F2BB5"/>
    <w:rsid w:val="008F3292"/>
    <w:rsid w:val="008F34D0"/>
    <w:rsid w:val="008F37BB"/>
    <w:rsid w:val="008F3959"/>
    <w:rsid w:val="008F39DC"/>
    <w:rsid w:val="008F3E6C"/>
    <w:rsid w:val="008F47A5"/>
    <w:rsid w:val="008F4DE7"/>
    <w:rsid w:val="008F4E46"/>
    <w:rsid w:val="008F4F1E"/>
    <w:rsid w:val="008F5085"/>
    <w:rsid w:val="008F53F9"/>
    <w:rsid w:val="008F572C"/>
    <w:rsid w:val="008F5A54"/>
    <w:rsid w:val="008F5AA3"/>
    <w:rsid w:val="008F5BB0"/>
    <w:rsid w:val="008F5C0E"/>
    <w:rsid w:val="008F6415"/>
    <w:rsid w:val="008F6A5E"/>
    <w:rsid w:val="008F70A0"/>
    <w:rsid w:val="008F719B"/>
    <w:rsid w:val="008F739D"/>
    <w:rsid w:val="008F758F"/>
    <w:rsid w:val="008F7590"/>
    <w:rsid w:val="008F7955"/>
    <w:rsid w:val="008F7EF2"/>
    <w:rsid w:val="009005D2"/>
    <w:rsid w:val="00900D0A"/>
    <w:rsid w:val="00901124"/>
    <w:rsid w:val="0090138D"/>
    <w:rsid w:val="009017E0"/>
    <w:rsid w:val="00901984"/>
    <w:rsid w:val="00901C16"/>
    <w:rsid w:val="00901E72"/>
    <w:rsid w:val="0090220C"/>
    <w:rsid w:val="009027D7"/>
    <w:rsid w:val="00902D56"/>
    <w:rsid w:val="00902E26"/>
    <w:rsid w:val="009034D0"/>
    <w:rsid w:val="00903840"/>
    <w:rsid w:val="00903966"/>
    <w:rsid w:val="00903D5D"/>
    <w:rsid w:val="009040B3"/>
    <w:rsid w:val="009043B7"/>
    <w:rsid w:val="009048C7"/>
    <w:rsid w:val="00904BDE"/>
    <w:rsid w:val="00904C10"/>
    <w:rsid w:val="00904D7B"/>
    <w:rsid w:val="00904DA8"/>
    <w:rsid w:val="009054E0"/>
    <w:rsid w:val="0090550E"/>
    <w:rsid w:val="0090583C"/>
    <w:rsid w:val="009058A1"/>
    <w:rsid w:val="00905989"/>
    <w:rsid w:val="00906170"/>
    <w:rsid w:val="009063A7"/>
    <w:rsid w:val="00906A48"/>
    <w:rsid w:val="00906BD2"/>
    <w:rsid w:val="00906DBC"/>
    <w:rsid w:val="00906E2A"/>
    <w:rsid w:val="009072B4"/>
    <w:rsid w:val="00907422"/>
    <w:rsid w:val="009074FD"/>
    <w:rsid w:val="00907B29"/>
    <w:rsid w:val="00907DB4"/>
    <w:rsid w:val="00910218"/>
    <w:rsid w:val="00910731"/>
    <w:rsid w:val="00910D10"/>
    <w:rsid w:val="00911344"/>
    <w:rsid w:val="009119E6"/>
    <w:rsid w:val="00911A39"/>
    <w:rsid w:val="00911E04"/>
    <w:rsid w:val="00912192"/>
    <w:rsid w:val="00912387"/>
    <w:rsid w:val="00912991"/>
    <w:rsid w:val="009129B3"/>
    <w:rsid w:val="00912A85"/>
    <w:rsid w:val="009132AB"/>
    <w:rsid w:val="009132F9"/>
    <w:rsid w:val="00913393"/>
    <w:rsid w:val="009137DE"/>
    <w:rsid w:val="00914756"/>
    <w:rsid w:val="009147E6"/>
    <w:rsid w:val="0091539B"/>
    <w:rsid w:val="009153EF"/>
    <w:rsid w:val="00915677"/>
    <w:rsid w:val="00915E22"/>
    <w:rsid w:val="009169EE"/>
    <w:rsid w:val="0091737F"/>
    <w:rsid w:val="00917E4B"/>
    <w:rsid w:val="0092008E"/>
    <w:rsid w:val="00920523"/>
    <w:rsid w:val="009206BA"/>
    <w:rsid w:val="009208A8"/>
    <w:rsid w:val="009209B7"/>
    <w:rsid w:val="00920A90"/>
    <w:rsid w:val="00920B69"/>
    <w:rsid w:val="00920BC7"/>
    <w:rsid w:val="00920F68"/>
    <w:rsid w:val="00921218"/>
    <w:rsid w:val="0092155C"/>
    <w:rsid w:val="00921C9D"/>
    <w:rsid w:val="00922326"/>
    <w:rsid w:val="00922378"/>
    <w:rsid w:val="00922D62"/>
    <w:rsid w:val="00923124"/>
    <w:rsid w:val="00923165"/>
    <w:rsid w:val="0092344C"/>
    <w:rsid w:val="00923765"/>
    <w:rsid w:val="00923E0D"/>
    <w:rsid w:val="0092412F"/>
    <w:rsid w:val="009246F8"/>
    <w:rsid w:val="00924FB9"/>
    <w:rsid w:val="0092528A"/>
    <w:rsid w:val="00925C91"/>
    <w:rsid w:val="00926072"/>
    <w:rsid w:val="0092627F"/>
    <w:rsid w:val="0092642C"/>
    <w:rsid w:val="009269EE"/>
    <w:rsid w:val="00926D1B"/>
    <w:rsid w:val="0092749D"/>
    <w:rsid w:val="00927ECB"/>
    <w:rsid w:val="009307E0"/>
    <w:rsid w:val="00930C66"/>
    <w:rsid w:val="009312F9"/>
    <w:rsid w:val="00931548"/>
    <w:rsid w:val="0093177E"/>
    <w:rsid w:val="009318BE"/>
    <w:rsid w:val="00931932"/>
    <w:rsid w:val="00931A5F"/>
    <w:rsid w:val="00931D28"/>
    <w:rsid w:val="009326D9"/>
    <w:rsid w:val="009329EC"/>
    <w:rsid w:val="00932BD2"/>
    <w:rsid w:val="00932C83"/>
    <w:rsid w:val="009331FF"/>
    <w:rsid w:val="009332FC"/>
    <w:rsid w:val="00933A10"/>
    <w:rsid w:val="00933C38"/>
    <w:rsid w:val="00933D87"/>
    <w:rsid w:val="00934046"/>
    <w:rsid w:val="00934145"/>
    <w:rsid w:val="0093417A"/>
    <w:rsid w:val="009341BF"/>
    <w:rsid w:val="00934220"/>
    <w:rsid w:val="00934515"/>
    <w:rsid w:val="00934B97"/>
    <w:rsid w:val="0093606F"/>
    <w:rsid w:val="00936109"/>
    <w:rsid w:val="009363E0"/>
    <w:rsid w:val="009368BA"/>
    <w:rsid w:val="00936953"/>
    <w:rsid w:val="00936F17"/>
    <w:rsid w:val="00937244"/>
    <w:rsid w:val="00937414"/>
    <w:rsid w:val="009378AB"/>
    <w:rsid w:val="00937E1B"/>
    <w:rsid w:val="00940102"/>
    <w:rsid w:val="00940632"/>
    <w:rsid w:val="00940781"/>
    <w:rsid w:val="00940B50"/>
    <w:rsid w:val="00940CF2"/>
    <w:rsid w:val="009414BB"/>
    <w:rsid w:val="00941BD5"/>
    <w:rsid w:val="00942060"/>
    <w:rsid w:val="009429D5"/>
    <w:rsid w:val="00943265"/>
    <w:rsid w:val="009448EC"/>
    <w:rsid w:val="00944907"/>
    <w:rsid w:val="00944AB9"/>
    <w:rsid w:val="00944B40"/>
    <w:rsid w:val="00944DFD"/>
    <w:rsid w:val="0094505F"/>
    <w:rsid w:val="009451DA"/>
    <w:rsid w:val="00945AEB"/>
    <w:rsid w:val="00945B8E"/>
    <w:rsid w:val="00945F59"/>
    <w:rsid w:val="00946318"/>
    <w:rsid w:val="0094657B"/>
    <w:rsid w:val="00946B0B"/>
    <w:rsid w:val="00947398"/>
    <w:rsid w:val="00947513"/>
    <w:rsid w:val="00947729"/>
    <w:rsid w:val="00947ABD"/>
    <w:rsid w:val="00947BFF"/>
    <w:rsid w:val="0095011C"/>
    <w:rsid w:val="00950373"/>
    <w:rsid w:val="009503AD"/>
    <w:rsid w:val="009503EF"/>
    <w:rsid w:val="00950CB6"/>
    <w:rsid w:val="00950DB9"/>
    <w:rsid w:val="00950DF2"/>
    <w:rsid w:val="009515E8"/>
    <w:rsid w:val="00951626"/>
    <w:rsid w:val="00951A72"/>
    <w:rsid w:val="00951A8F"/>
    <w:rsid w:val="00952320"/>
    <w:rsid w:val="00952DDC"/>
    <w:rsid w:val="00952FFF"/>
    <w:rsid w:val="0095303D"/>
    <w:rsid w:val="00953202"/>
    <w:rsid w:val="0095354B"/>
    <w:rsid w:val="0095415D"/>
    <w:rsid w:val="0095477E"/>
    <w:rsid w:val="00954C1F"/>
    <w:rsid w:val="00955585"/>
    <w:rsid w:val="009557F9"/>
    <w:rsid w:val="00955F51"/>
    <w:rsid w:val="00956795"/>
    <w:rsid w:val="00957CB2"/>
    <w:rsid w:val="00957F29"/>
    <w:rsid w:val="00960B8B"/>
    <w:rsid w:val="009616DB"/>
    <w:rsid w:val="00961702"/>
    <w:rsid w:val="00962AD1"/>
    <w:rsid w:val="00962DE3"/>
    <w:rsid w:val="00962E94"/>
    <w:rsid w:val="00963B01"/>
    <w:rsid w:val="0096400B"/>
    <w:rsid w:val="00964181"/>
    <w:rsid w:val="0096484E"/>
    <w:rsid w:val="00964902"/>
    <w:rsid w:val="00964B87"/>
    <w:rsid w:val="00965145"/>
    <w:rsid w:val="009653D1"/>
    <w:rsid w:val="00966113"/>
    <w:rsid w:val="00966283"/>
    <w:rsid w:val="0096637A"/>
    <w:rsid w:val="00966D4D"/>
    <w:rsid w:val="0096740F"/>
    <w:rsid w:val="00967E2C"/>
    <w:rsid w:val="00967F69"/>
    <w:rsid w:val="009700F0"/>
    <w:rsid w:val="00970172"/>
    <w:rsid w:val="0097026A"/>
    <w:rsid w:val="009702AC"/>
    <w:rsid w:val="00970345"/>
    <w:rsid w:val="00970827"/>
    <w:rsid w:val="009709ED"/>
    <w:rsid w:val="00970A0C"/>
    <w:rsid w:val="00970AB3"/>
    <w:rsid w:val="009710C8"/>
    <w:rsid w:val="00971421"/>
    <w:rsid w:val="00971484"/>
    <w:rsid w:val="00971567"/>
    <w:rsid w:val="00971A08"/>
    <w:rsid w:val="00972673"/>
    <w:rsid w:val="009728E6"/>
    <w:rsid w:val="009729D2"/>
    <w:rsid w:val="00972BD7"/>
    <w:rsid w:val="00973852"/>
    <w:rsid w:val="00973C5C"/>
    <w:rsid w:val="00973FD6"/>
    <w:rsid w:val="00974097"/>
    <w:rsid w:val="00974179"/>
    <w:rsid w:val="0097441C"/>
    <w:rsid w:val="00974737"/>
    <w:rsid w:val="0097485A"/>
    <w:rsid w:val="009749B0"/>
    <w:rsid w:val="00974AD9"/>
    <w:rsid w:val="00974BA6"/>
    <w:rsid w:val="009750DE"/>
    <w:rsid w:val="009755B0"/>
    <w:rsid w:val="009755E0"/>
    <w:rsid w:val="009759B4"/>
    <w:rsid w:val="00976131"/>
    <w:rsid w:val="00976668"/>
    <w:rsid w:val="009766B5"/>
    <w:rsid w:val="00976D44"/>
    <w:rsid w:val="00976F89"/>
    <w:rsid w:val="00977682"/>
    <w:rsid w:val="0097773C"/>
    <w:rsid w:val="00977AD8"/>
    <w:rsid w:val="00977ADD"/>
    <w:rsid w:val="00977F38"/>
    <w:rsid w:val="009800C9"/>
    <w:rsid w:val="00980270"/>
    <w:rsid w:val="00980351"/>
    <w:rsid w:val="009806B8"/>
    <w:rsid w:val="00980FBA"/>
    <w:rsid w:val="00981313"/>
    <w:rsid w:val="009817D9"/>
    <w:rsid w:val="0098182A"/>
    <w:rsid w:val="00981EE3"/>
    <w:rsid w:val="00982174"/>
    <w:rsid w:val="00982BC5"/>
    <w:rsid w:val="00982CC9"/>
    <w:rsid w:val="00983C8F"/>
    <w:rsid w:val="00984391"/>
    <w:rsid w:val="009844CF"/>
    <w:rsid w:val="00984C99"/>
    <w:rsid w:val="009851C9"/>
    <w:rsid w:val="0098591A"/>
    <w:rsid w:val="009859B1"/>
    <w:rsid w:val="0098610D"/>
    <w:rsid w:val="0098613B"/>
    <w:rsid w:val="0098660B"/>
    <w:rsid w:val="009867D4"/>
    <w:rsid w:val="00986894"/>
    <w:rsid w:val="00986AA7"/>
    <w:rsid w:val="00986D61"/>
    <w:rsid w:val="00986E13"/>
    <w:rsid w:val="0098717A"/>
    <w:rsid w:val="009871F1"/>
    <w:rsid w:val="00987AAD"/>
    <w:rsid w:val="00987C73"/>
    <w:rsid w:val="00987EA2"/>
    <w:rsid w:val="00990714"/>
    <w:rsid w:val="00990A25"/>
    <w:rsid w:val="00990BA5"/>
    <w:rsid w:val="00990D5E"/>
    <w:rsid w:val="00991068"/>
    <w:rsid w:val="009911D5"/>
    <w:rsid w:val="0099168E"/>
    <w:rsid w:val="009919F0"/>
    <w:rsid w:val="00991B57"/>
    <w:rsid w:val="00991EBA"/>
    <w:rsid w:val="009929F0"/>
    <w:rsid w:val="009929F3"/>
    <w:rsid w:val="00992A3B"/>
    <w:rsid w:val="00992B45"/>
    <w:rsid w:val="00992C70"/>
    <w:rsid w:val="00994009"/>
    <w:rsid w:val="009940F7"/>
    <w:rsid w:val="0099416B"/>
    <w:rsid w:val="009941E9"/>
    <w:rsid w:val="00994614"/>
    <w:rsid w:val="00994659"/>
    <w:rsid w:val="00995A2C"/>
    <w:rsid w:val="00995AFE"/>
    <w:rsid w:val="00995D93"/>
    <w:rsid w:val="00996116"/>
    <w:rsid w:val="009962E5"/>
    <w:rsid w:val="00996637"/>
    <w:rsid w:val="00996AE1"/>
    <w:rsid w:val="00996B17"/>
    <w:rsid w:val="0099752C"/>
    <w:rsid w:val="009975EC"/>
    <w:rsid w:val="00997797"/>
    <w:rsid w:val="00997E6A"/>
    <w:rsid w:val="009A0114"/>
    <w:rsid w:val="009A05A9"/>
    <w:rsid w:val="009A1053"/>
    <w:rsid w:val="009A120A"/>
    <w:rsid w:val="009A12C0"/>
    <w:rsid w:val="009A15D2"/>
    <w:rsid w:val="009A1CBC"/>
    <w:rsid w:val="009A24AE"/>
    <w:rsid w:val="009A2525"/>
    <w:rsid w:val="009A2710"/>
    <w:rsid w:val="009A2AC8"/>
    <w:rsid w:val="009A33A9"/>
    <w:rsid w:val="009A3AE6"/>
    <w:rsid w:val="009A43D5"/>
    <w:rsid w:val="009A466D"/>
    <w:rsid w:val="009A46CA"/>
    <w:rsid w:val="009A4ECF"/>
    <w:rsid w:val="009A5670"/>
    <w:rsid w:val="009A5818"/>
    <w:rsid w:val="009A66FA"/>
    <w:rsid w:val="009A704C"/>
    <w:rsid w:val="009A706B"/>
    <w:rsid w:val="009A7073"/>
    <w:rsid w:val="009A71C2"/>
    <w:rsid w:val="009A7C0E"/>
    <w:rsid w:val="009B0150"/>
    <w:rsid w:val="009B03E8"/>
    <w:rsid w:val="009B047E"/>
    <w:rsid w:val="009B0750"/>
    <w:rsid w:val="009B0918"/>
    <w:rsid w:val="009B0C9D"/>
    <w:rsid w:val="009B0E60"/>
    <w:rsid w:val="009B1072"/>
    <w:rsid w:val="009B1121"/>
    <w:rsid w:val="009B124E"/>
    <w:rsid w:val="009B1C8A"/>
    <w:rsid w:val="009B2186"/>
    <w:rsid w:val="009B25FB"/>
    <w:rsid w:val="009B27E6"/>
    <w:rsid w:val="009B29CD"/>
    <w:rsid w:val="009B3389"/>
    <w:rsid w:val="009B3615"/>
    <w:rsid w:val="009B36F4"/>
    <w:rsid w:val="009B374E"/>
    <w:rsid w:val="009B39A8"/>
    <w:rsid w:val="009B3B0B"/>
    <w:rsid w:val="009B3E3B"/>
    <w:rsid w:val="009B42C2"/>
    <w:rsid w:val="009B499B"/>
    <w:rsid w:val="009B4DB8"/>
    <w:rsid w:val="009B50BF"/>
    <w:rsid w:val="009B5282"/>
    <w:rsid w:val="009B5B0F"/>
    <w:rsid w:val="009B6476"/>
    <w:rsid w:val="009B6EDD"/>
    <w:rsid w:val="009B722E"/>
    <w:rsid w:val="009B799A"/>
    <w:rsid w:val="009B7BDD"/>
    <w:rsid w:val="009B7D9B"/>
    <w:rsid w:val="009C010C"/>
    <w:rsid w:val="009C0432"/>
    <w:rsid w:val="009C0652"/>
    <w:rsid w:val="009C0B1D"/>
    <w:rsid w:val="009C12F2"/>
    <w:rsid w:val="009C134D"/>
    <w:rsid w:val="009C135C"/>
    <w:rsid w:val="009C17DF"/>
    <w:rsid w:val="009C1B31"/>
    <w:rsid w:val="009C1DC7"/>
    <w:rsid w:val="009C2123"/>
    <w:rsid w:val="009C21B6"/>
    <w:rsid w:val="009C24F4"/>
    <w:rsid w:val="009C3085"/>
    <w:rsid w:val="009C396D"/>
    <w:rsid w:val="009C3979"/>
    <w:rsid w:val="009C4005"/>
    <w:rsid w:val="009C4CE7"/>
    <w:rsid w:val="009C4FC2"/>
    <w:rsid w:val="009C506D"/>
    <w:rsid w:val="009C50FB"/>
    <w:rsid w:val="009C58B9"/>
    <w:rsid w:val="009C59E5"/>
    <w:rsid w:val="009C5CFB"/>
    <w:rsid w:val="009C5EA9"/>
    <w:rsid w:val="009C6477"/>
    <w:rsid w:val="009C6C11"/>
    <w:rsid w:val="009C6FBB"/>
    <w:rsid w:val="009C79F2"/>
    <w:rsid w:val="009C7D35"/>
    <w:rsid w:val="009C7D51"/>
    <w:rsid w:val="009C7D9F"/>
    <w:rsid w:val="009D038D"/>
    <w:rsid w:val="009D0617"/>
    <w:rsid w:val="009D071A"/>
    <w:rsid w:val="009D0CF1"/>
    <w:rsid w:val="009D0F9F"/>
    <w:rsid w:val="009D1296"/>
    <w:rsid w:val="009D157F"/>
    <w:rsid w:val="009D1F0C"/>
    <w:rsid w:val="009D2276"/>
    <w:rsid w:val="009D233A"/>
    <w:rsid w:val="009D300A"/>
    <w:rsid w:val="009D3336"/>
    <w:rsid w:val="009D373E"/>
    <w:rsid w:val="009D385B"/>
    <w:rsid w:val="009D4282"/>
    <w:rsid w:val="009D449B"/>
    <w:rsid w:val="009D44F3"/>
    <w:rsid w:val="009D47E4"/>
    <w:rsid w:val="009D4837"/>
    <w:rsid w:val="009D4B36"/>
    <w:rsid w:val="009D4E6B"/>
    <w:rsid w:val="009D53AE"/>
    <w:rsid w:val="009D6322"/>
    <w:rsid w:val="009D6377"/>
    <w:rsid w:val="009D6573"/>
    <w:rsid w:val="009D6735"/>
    <w:rsid w:val="009D6745"/>
    <w:rsid w:val="009D6ACB"/>
    <w:rsid w:val="009D6EC1"/>
    <w:rsid w:val="009D71FB"/>
    <w:rsid w:val="009D74E6"/>
    <w:rsid w:val="009D78A2"/>
    <w:rsid w:val="009E0615"/>
    <w:rsid w:val="009E0B2F"/>
    <w:rsid w:val="009E0F21"/>
    <w:rsid w:val="009E10A3"/>
    <w:rsid w:val="009E1984"/>
    <w:rsid w:val="009E2629"/>
    <w:rsid w:val="009E2785"/>
    <w:rsid w:val="009E2CB6"/>
    <w:rsid w:val="009E2EDD"/>
    <w:rsid w:val="009E3692"/>
    <w:rsid w:val="009E371C"/>
    <w:rsid w:val="009E3935"/>
    <w:rsid w:val="009E3C61"/>
    <w:rsid w:val="009E3D3D"/>
    <w:rsid w:val="009E3F37"/>
    <w:rsid w:val="009E3F64"/>
    <w:rsid w:val="009E3FFA"/>
    <w:rsid w:val="009E403E"/>
    <w:rsid w:val="009E406F"/>
    <w:rsid w:val="009E4187"/>
    <w:rsid w:val="009E43EE"/>
    <w:rsid w:val="009E47B2"/>
    <w:rsid w:val="009E4D70"/>
    <w:rsid w:val="009E5278"/>
    <w:rsid w:val="009E541C"/>
    <w:rsid w:val="009E5AAF"/>
    <w:rsid w:val="009E5D81"/>
    <w:rsid w:val="009E6231"/>
    <w:rsid w:val="009E6316"/>
    <w:rsid w:val="009E656A"/>
    <w:rsid w:val="009E6865"/>
    <w:rsid w:val="009E6DD3"/>
    <w:rsid w:val="009E6FAB"/>
    <w:rsid w:val="009E70C0"/>
    <w:rsid w:val="009E7183"/>
    <w:rsid w:val="009E7FFD"/>
    <w:rsid w:val="009F099E"/>
    <w:rsid w:val="009F0F68"/>
    <w:rsid w:val="009F15B5"/>
    <w:rsid w:val="009F197B"/>
    <w:rsid w:val="009F2873"/>
    <w:rsid w:val="009F2B55"/>
    <w:rsid w:val="009F2C6B"/>
    <w:rsid w:val="009F309C"/>
    <w:rsid w:val="009F3106"/>
    <w:rsid w:val="009F3D12"/>
    <w:rsid w:val="009F3F4C"/>
    <w:rsid w:val="009F4FA5"/>
    <w:rsid w:val="009F55CA"/>
    <w:rsid w:val="009F5DEF"/>
    <w:rsid w:val="009F6134"/>
    <w:rsid w:val="009F635C"/>
    <w:rsid w:val="009F64CA"/>
    <w:rsid w:val="009F685F"/>
    <w:rsid w:val="009F6E29"/>
    <w:rsid w:val="009F6E50"/>
    <w:rsid w:val="009F6E74"/>
    <w:rsid w:val="009F70E8"/>
    <w:rsid w:val="009F7A61"/>
    <w:rsid w:val="00A00553"/>
    <w:rsid w:val="00A005BD"/>
    <w:rsid w:val="00A0072B"/>
    <w:rsid w:val="00A00FF2"/>
    <w:rsid w:val="00A0194C"/>
    <w:rsid w:val="00A01A35"/>
    <w:rsid w:val="00A02386"/>
    <w:rsid w:val="00A02474"/>
    <w:rsid w:val="00A02AE6"/>
    <w:rsid w:val="00A03464"/>
    <w:rsid w:val="00A03887"/>
    <w:rsid w:val="00A03922"/>
    <w:rsid w:val="00A03D20"/>
    <w:rsid w:val="00A04137"/>
    <w:rsid w:val="00A04277"/>
    <w:rsid w:val="00A045A7"/>
    <w:rsid w:val="00A04713"/>
    <w:rsid w:val="00A04C34"/>
    <w:rsid w:val="00A055D1"/>
    <w:rsid w:val="00A058AF"/>
    <w:rsid w:val="00A05D74"/>
    <w:rsid w:val="00A05E5E"/>
    <w:rsid w:val="00A0634D"/>
    <w:rsid w:val="00A066FF"/>
    <w:rsid w:val="00A06AA2"/>
    <w:rsid w:val="00A06AC1"/>
    <w:rsid w:val="00A06E7E"/>
    <w:rsid w:val="00A07C42"/>
    <w:rsid w:val="00A10974"/>
    <w:rsid w:val="00A109AE"/>
    <w:rsid w:val="00A10D5B"/>
    <w:rsid w:val="00A11080"/>
    <w:rsid w:val="00A110E7"/>
    <w:rsid w:val="00A1132C"/>
    <w:rsid w:val="00A11606"/>
    <w:rsid w:val="00A11656"/>
    <w:rsid w:val="00A1175A"/>
    <w:rsid w:val="00A11B17"/>
    <w:rsid w:val="00A11FED"/>
    <w:rsid w:val="00A1205A"/>
    <w:rsid w:val="00A12E38"/>
    <w:rsid w:val="00A1322B"/>
    <w:rsid w:val="00A134BA"/>
    <w:rsid w:val="00A136FD"/>
    <w:rsid w:val="00A145F9"/>
    <w:rsid w:val="00A146D8"/>
    <w:rsid w:val="00A14945"/>
    <w:rsid w:val="00A14C78"/>
    <w:rsid w:val="00A14CDF"/>
    <w:rsid w:val="00A15091"/>
    <w:rsid w:val="00A1513C"/>
    <w:rsid w:val="00A1520E"/>
    <w:rsid w:val="00A15245"/>
    <w:rsid w:val="00A1581D"/>
    <w:rsid w:val="00A1587C"/>
    <w:rsid w:val="00A1598B"/>
    <w:rsid w:val="00A15A10"/>
    <w:rsid w:val="00A15AC9"/>
    <w:rsid w:val="00A15D5A"/>
    <w:rsid w:val="00A15D7E"/>
    <w:rsid w:val="00A1619A"/>
    <w:rsid w:val="00A165A6"/>
    <w:rsid w:val="00A16644"/>
    <w:rsid w:val="00A166F5"/>
    <w:rsid w:val="00A16833"/>
    <w:rsid w:val="00A16B8E"/>
    <w:rsid w:val="00A16C61"/>
    <w:rsid w:val="00A1700B"/>
    <w:rsid w:val="00A175CC"/>
    <w:rsid w:val="00A17A47"/>
    <w:rsid w:val="00A17CFD"/>
    <w:rsid w:val="00A17D87"/>
    <w:rsid w:val="00A20504"/>
    <w:rsid w:val="00A215D7"/>
    <w:rsid w:val="00A217E2"/>
    <w:rsid w:val="00A219A8"/>
    <w:rsid w:val="00A21C5D"/>
    <w:rsid w:val="00A21EB8"/>
    <w:rsid w:val="00A21F69"/>
    <w:rsid w:val="00A2203D"/>
    <w:rsid w:val="00A22754"/>
    <w:rsid w:val="00A23000"/>
    <w:rsid w:val="00A23332"/>
    <w:rsid w:val="00A23D32"/>
    <w:rsid w:val="00A23F10"/>
    <w:rsid w:val="00A23FDF"/>
    <w:rsid w:val="00A24133"/>
    <w:rsid w:val="00A242BF"/>
    <w:rsid w:val="00A242E6"/>
    <w:rsid w:val="00A248FD"/>
    <w:rsid w:val="00A24DB1"/>
    <w:rsid w:val="00A2536D"/>
    <w:rsid w:val="00A25762"/>
    <w:rsid w:val="00A25D62"/>
    <w:rsid w:val="00A25F10"/>
    <w:rsid w:val="00A26804"/>
    <w:rsid w:val="00A27A57"/>
    <w:rsid w:val="00A27AD3"/>
    <w:rsid w:val="00A27CBC"/>
    <w:rsid w:val="00A27E64"/>
    <w:rsid w:val="00A30033"/>
    <w:rsid w:val="00A3049B"/>
    <w:rsid w:val="00A3060F"/>
    <w:rsid w:val="00A30A3F"/>
    <w:rsid w:val="00A30B67"/>
    <w:rsid w:val="00A30B84"/>
    <w:rsid w:val="00A31346"/>
    <w:rsid w:val="00A31584"/>
    <w:rsid w:val="00A3197A"/>
    <w:rsid w:val="00A31A33"/>
    <w:rsid w:val="00A31DF4"/>
    <w:rsid w:val="00A32E49"/>
    <w:rsid w:val="00A33078"/>
    <w:rsid w:val="00A333B6"/>
    <w:rsid w:val="00A33568"/>
    <w:rsid w:val="00A33872"/>
    <w:rsid w:val="00A33B14"/>
    <w:rsid w:val="00A33DBB"/>
    <w:rsid w:val="00A33EB3"/>
    <w:rsid w:val="00A33F29"/>
    <w:rsid w:val="00A34437"/>
    <w:rsid w:val="00A351A5"/>
    <w:rsid w:val="00A351C9"/>
    <w:rsid w:val="00A35671"/>
    <w:rsid w:val="00A35D73"/>
    <w:rsid w:val="00A35E0B"/>
    <w:rsid w:val="00A35E38"/>
    <w:rsid w:val="00A3647F"/>
    <w:rsid w:val="00A36DA8"/>
    <w:rsid w:val="00A37113"/>
    <w:rsid w:val="00A37553"/>
    <w:rsid w:val="00A375F1"/>
    <w:rsid w:val="00A37BE7"/>
    <w:rsid w:val="00A401FC"/>
    <w:rsid w:val="00A40D86"/>
    <w:rsid w:val="00A415E7"/>
    <w:rsid w:val="00A419C2"/>
    <w:rsid w:val="00A41CE7"/>
    <w:rsid w:val="00A41E51"/>
    <w:rsid w:val="00A425D4"/>
    <w:rsid w:val="00A42F8A"/>
    <w:rsid w:val="00A431DA"/>
    <w:rsid w:val="00A43B88"/>
    <w:rsid w:val="00A44A80"/>
    <w:rsid w:val="00A45300"/>
    <w:rsid w:val="00A46206"/>
    <w:rsid w:val="00A46314"/>
    <w:rsid w:val="00A4633A"/>
    <w:rsid w:val="00A46AD1"/>
    <w:rsid w:val="00A47B74"/>
    <w:rsid w:val="00A503D0"/>
    <w:rsid w:val="00A504CA"/>
    <w:rsid w:val="00A5054C"/>
    <w:rsid w:val="00A5078A"/>
    <w:rsid w:val="00A50B21"/>
    <w:rsid w:val="00A50F0B"/>
    <w:rsid w:val="00A51169"/>
    <w:rsid w:val="00A51332"/>
    <w:rsid w:val="00A515C6"/>
    <w:rsid w:val="00A51897"/>
    <w:rsid w:val="00A518EA"/>
    <w:rsid w:val="00A51905"/>
    <w:rsid w:val="00A51B3A"/>
    <w:rsid w:val="00A52008"/>
    <w:rsid w:val="00A525F9"/>
    <w:rsid w:val="00A52AD8"/>
    <w:rsid w:val="00A5387D"/>
    <w:rsid w:val="00A539AF"/>
    <w:rsid w:val="00A53ECB"/>
    <w:rsid w:val="00A5426C"/>
    <w:rsid w:val="00A54D1D"/>
    <w:rsid w:val="00A54F58"/>
    <w:rsid w:val="00A55594"/>
    <w:rsid w:val="00A555B7"/>
    <w:rsid w:val="00A55E38"/>
    <w:rsid w:val="00A56460"/>
    <w:rsid w:val="00A566B9"/>
    <w:rsid w:val="00A56AA9"/>
    <w:rsid w:val="00A5715B"/>
    <w:rsid w:val="00A572DB"/>
    <w:rsid w:val="00A57404"/>
    <w:rsid w:val="00A57A78"/>
    <w:rsid w:val="00A600EA"/>
    <w:rsid w:val="00A60775"/>
    <w:rsid w:val="00A60F70"/>
    <w:rsid w:val="00A61A27"/>
    <w:rsid w:val="00A61C39"/>
    <w:rsid w:val="00A61F2D"/>
    <w:rsid w:val="00A62451"/>
    <w:rsid w:val="00A6245B"/>
    <w:rsid w:val="00A625F6"/>
    <w:rsid w:val="00A62D83"/>
    <w:rsid w:val="00A62DB6"/>
    <w:rsid w:val="00A631E3"/>
    <w:rsid w:val="00A63A6F"/>
    <w:rsid w:val="00A63A77"/>
    <w:rsid w:val="00A63DF4"/>
    <w:rsid w:val="00A64048"/>
    <w:rsid w:val="00A644B6"/>
    <w:rsid w:val="00A646B8"/>
    <w:rsid w:val="00A64EFA"/>
    <w:rsid w:val="00A651C5"/>
    <w:rsid w:val="00A66104"/>
    <w:rsid w:val="00A66161"/>
    <w:rsid w:val="00A662AF"/>
    <w:rsid w:val="00A664D7"/>
    <w:rsid w:val="00A667BA"/>
    <w:rsid w:val="00A67001"/>
    <w:rsid w:val="00A67360"/>
    <w:rsid w:val="00A673BC"/>
    <w:rsid w:val="00A67AA5"/>
    <w:rsid w:val="00A67B06"/>
    <w:rsid w:val="00A67B62"/>
    <w:rsid w:val="00A67C88"/>
    <w:rsid w:val="00A7032F"/>
    <w:rsid w:val="00A705D9"/>
    <w:rsid w:val="00A70761"/>
    <w:rsid w:val="00A70A89"/>
    <w:rsid w:val="00A70C4B"/>
    <w:rsid w:val="00A7131B"/>
    <w:rsid w:val="00A71405"/>
    <w:rsid w:val="00A71617"/>
    <w:rsid w:val="00A71674"/>
    <w:rsid w:val="00A71682"/>
    <w:rsid w:val="00A7177E"/>
    <w:rsid w:val="00A71922"/>
    <w:rsid w:val="00A71BE9"/>
    <w:rsid w:val="00A71D29"/>
    <w:rsid w:val="00A71E74"/>
    <w:rsid w:val="00A71F4C"/>
    <w:rsid w:val="00A73D8C"/>
    <w:rsid w:val="00A74220"/>
    <w:rsid w:val="00A74511"/>
    <w:rsid w:val="00A74665"/>
    <w:rsid w:val="00A74962"/>
    <w:rsid w:val="00A74A94"/>
    <w:rsid w:val="00A74C15"/>
    <w:rsid w:val="00A74FE4"/>
    <w:rsid w:val="00A75075"/>
    <w:rsid w:val="00A7511C"/>
    <w:rsid w:val="00A7522E"/>
    <w:rsid w:val="00A75D7E"/>
    <w:rsid w:val="00A7665C"/>
    <w:rsid w:val="00A76892"/>
    <w:rsid w:val="00A76A9E"/>
    <w:rsid w:val="00A76FAE"/>
    <w:rsid w:val="00A77157"/>
    <w:rsid w:val="00A7730E"/>
    <w:rsid w:val="00A77603"/>
    <w:rsid w:val="00A776F5"/>
    <w:rsid w:val="00A77848"/>
    <w:rsid w:val="00A77887"/>
    <w:rsid w:val="00A80922"/>
    <w:rsid w:val="00A809C3"/>
    <w:rsid w:val="00A809DF"/>
    <w:rsid w:val="00A8100F"/>
    <w:rsid w:val="00A8121F"/>
    <w:rsid w:val="00A81301"/>
    <w:rsid w:val="00A8146C"/>
    <w:rsid w:val="00A81BD5"/>
    <w:rsid w:val="00A81C2E"/>
    <w:rsid w:val="00A81C9D"/>
    <w:rsid w:val="00A827E5"/>
    <w:rsid w:val="00A827E7"/>
    <w:rsid w:val="00A83CC8"/>
    <w:rsid w:val="00A83D7E"/>
    <w:rsid w:val="00A83DFC"/>
    <w:rsid w:val="00A83EBF"/>
    <w:rsid w:val="00A83F35"/>
    <w:rsid w:val="00A84824"/>
    <w:rsid w:val="00A84D1D"/>
    <w:rsid w:val="00A84F5D"/>
    <w:rsid w:val="00A85560"/>
    <w:rsid w:val="00A8560F"/>
    <w:rsid w:val="00A85CBF"/>
    <w:rsid w:val="00A85DBC"/>
    <w:rsid w:val="00A85EEB"/>
    <w:rsid w:val="00A8624A"/>
    <w:rsid w:val="00A862CF"/>
    <w:rsid w:val="00A862F3"/>
    <w:rsid w:val="00A863DC"/>
    <w:rsid w:val="00A869D4"/>
    <w:rsid w:val="00A86A9A"/>
    <w:rsid w:val="00A8761D"/>
    <w:rsid w:val="00A877DF"/>
    <w:rsid w:val="00A87B2C"/>
    <w:rsid w:val="00A908AD"/>
    <w:rsid w:val="00A90915"/>
    <w:rsid w:val="00A90C9D"/>
    <w:rsid w:val="00A912CB"/>
    <w:rsid w:val="00A914E6"/>
    <w:rsid w:val="00A919E9"/>
    <w:rsid w:val="00A91BDB"/>
    <w:rsid w:val="00A92BCA"/>
    <w:rsid w:val="00A92E3A"/>
    <w:rsid w:val="00A92E54"/>
    <w:rsid w:val="00A93335"/>
    <w:rsid w:val="00A9357A"/>
    <w:rsid w:val="00A93752"/>
    <w:rsid w:val="00A938D5"/>
    <w:rsid w:val="00A93A98"/>
    <w:rsid w:val="00A9459A"/>
    <w:rsid w:val="00A948D1"/>
    <w:rsid w:val="00A94AF9"/>
    <w:rsid w:val="00A94D86"/>
    <w:rsid w:val="00A95115"/>
    <w:rsid w:val="00A95ABF"/>
    <w:rsid w:val="00A95B79"/>
    <w:rsid w:val="00A95CB4"/>
    <w:rsid w:val="00A96003"/>
    <w:rsid w:val="00A9620C"/>
    <w:rsid w:val="00A96290"/>
    <w:rsid w:val="00A96399"/>
    <w:rsid w:val="00A96A29"/>
    <w:rsid w:val="00A97ADE"/>
    <w:rsid w:val="00A97C10"/>
    <w:rsid w:val="00AA00B1"/>
    <w:rsid w:val="00AA03C0"/>
    <w:rsid w:val="00AA0EA2"/>
    <w:rsid w:val="00AA1298"/>
    <w:rsid w:val="00AA1BF9"/>
    <w:rsid w:val="00AA1E5D"/>
    <w:rsid w:val="00AA1F05"/>
    <w:rsid w:val="00AA2419"/>
    <w:rsid w:val="00AA2BA0"/>
    <w:rsid w:val="00AA2E01"/>
    <w:rsid w:val="00AA2E38"/>
    <w:rsid w:val="00AA2E55"/>
    <w:rsid w:val="00AA3065"/>
    <w:rsid w:val="00AA3B6E"/>
    <w:rsid w:val="00AA3CE4"/>
    <w:rsid w:val="00AA3F63"/>
    <w:rsid w:val="00AA4134"/>
    <w:rsid w:val="00AA442B"/>
    <w:rsid w:val="00AA5761"/>
    <w:rsid w:val="00AA5D85"/>
    <w:rsid w:val="00AA5F07"/>
    <w:rsid w:val="00AA637F"/>
    <w:rsid w:val="00AA662B"/>
    <w:rsid w:val="00AA6790"/>
    <w:rsid w:val="00AA6D9E"/>
    <w:rsid w:val="00AA7177"/>
    <w:rsid w:val="00AA72AB"/>
    <w:rsid w:val="00AA7985"/>
    <w:rsid w:val="00AB0040"/>
    <w:rsid w:val="00AB0B8E"/>
    <w:rsid w:val="00AB0DF7"/>
    <w:rsid w:val="00AB1042"/>
    <w:rsid w:val="00AB1371"/>
    <w:rsid w:val="00AB1535"/>
    <w:rsid w:val="00AB1B4E"/>
    <w:rsid w:val="00AB1D00"/>
    <w:rsid w:val="00AB201E"/>
    <w:rsid w:val="00AB2043"/>
    <w:rsid w:val="00AB2A46"/>
    <w:rsid w:val="00AB2BF1"/>
    <w:rsid w:val="00AB2CE0"/>
    <w:rsid w:val="00AB31FA"/>
    <w:rsid w:val="00AB3652"/>
    <w:rsid w:val="00AB3896"/>
    <w:rsid w:val="00AB38AA"/>
    <w:rsid w:val="00AB3BC1"/>
    <w:rsid w:val="00AB3D7A"/>
    <w:rsid w:val="00AB3E2E"/>
    <w:rsid w:val="00AB449D"/>
    <w:rsid w:val="00AB4581"/>
    <w:rsid w:val="00AB474C"/>
    <w:rsid w:val="00AB5054"/>
    <w:rsid w:val="00AB54C4"/>
    <w:rsid w:val="00AB577D"/>
    <w:rsid w:val="00AB5E3E"/>
    <w:rsid w:val="00AB6130"/>
    <w:rsid w:val="00AB6142"/>
    <w:rsid w:val="00AB6182"/>
    <w:rsid w:val="00AB66C2"/>
    <w:rsid w:val="00AB6B6A"/>
    <w:rsid w:val="00AB6FE7"/>
    <w:rsid w:val="00AB70B4"/>
    <w:rsid w:val="00AB79A7"/>
    <w:rsid w:val="00AC07E0"/>
    <w:rsid w:val="00AC0DAB"/>
    <w:rsid w:val="00AC117E"/>
    <w:rsid w:val="00AC1190"/>
    <w:rsid w:val="00AC14B7"/>
    <w:rsid w:val="00AC17D4"/>
    <w:rsid w:val="00AC17F5"/>
    <w:rsid w:val="00AC1946"/>
    <w:rsid w:val="00AC1A92"/>
    <w:rsid w:val="00AC1ED3"/>
    <w:rsid w:val="00AC22DE"/>
    <w:rsid w:val="00AC23FD"/>
    <w:rsid w:val="00AC2855"/>
    <w:rsid w:val="00AC2889"/>
    <w:rsid w:val="00AC2C84"/>
    <w:rsid w:val="00AC2DAC"/>
    <w:rsid w:val="00AC367F"/>
    <w:rsid w:val="00AC3E5C"/>
    <w:rsid w:val="00AC47BD"/>
    <w:rsid w:val="00AC490B"/>
    <w:rsid w:val="00AC4E8B"/>
    <w:rsid w:val="00AC5361"/>
    <w:rsid w:val="00AC5404"/>
    <w:rsid w:val="00AC5949"/>
    <w:rsid w:val="00AC5E0B"/>
    <w:rsid w:val="00AC5F6A"/>
    <w:rsid w:val="00AC669C"/>
    <w:rsid w:val="00AC6A7F"/>
    <w:rsid w:val="00AC6F71"/>
    <w:rsid w:val="00AC7465"/>
    <w:rsid w:val="00AC7AB1"/>
    <w:rsid w:val="00AD0294"/>
    <w:rsid w:val="00AD0343"/>
    <w:rsid w:val="00AD097B"/>
    <w:rsid w:val="00AD09C4"/>
    <w:rsid w:val="00AD0DBC"/>
    <w:rsid w:val="00AD0DF2"/>
    <w:rsid w:val="00AD0EBE"/>
    <w:rsid w:val="00AD1379"/>
    <w:rsid w:val="00AD172D"/>
    <w:rsid w:val="00AD186C"/>
    <w:rsid w:val="00AD2211"/>
    <w:rsid w:val="00AD23AC"/>
    <w:rsid w:val="00AD2415"/>
    <w:rsid w:val="00AD2602"/>
    <w:rsid w:val="00AD2960"/>
    <w:rsid w:val="00AD2CA9"/>
    <w:rsid w:val="00AD2E3E"/>
    <w:rsid w:val="00AD3213"/>
    <w:rsid w:val="00AD3480"/>
    <w:rsid w:val="00AD3535"/>
    <w:rsid w:val="00AD368F"/>
    <w:rsid w:val="00AD3E70"/>
    <w:rsid w:val="00AD40A2"/>
    <w:rsid w:val="00AD43FD"/>
    <w:rsid w:val="00AD47E8"/>
    <w:rsid w:val="00AD485B"/>
    <w:rsid w:val="00AD4A5C"/>
    <w:rsid w:val="00AD4FBA"/>
    <w:rsid w:val="00AD5036"/>
    <w:rsid w:val="00AD5774"/>
    <w:rsid w:val="00AD6030"/>
    <w:rsid w:val="00AD6083"/>
    <w:rsid w:val="00AD6B37"/>
    <w:rsid w:val="00AD71FA"/>
    <w:rsid w:val="00AD7E39"/>
    <w:rsid w:val="00AD7FFD"/>
    <w:rsid w:val="00AE01F0"/>
    <w:rsid w:val="00AE035A"/>
    <w:rsid w:val="00AE0625"/>
    <w:rsid w:val="00AE0983"/>
    <w:rsid w:val="00AE0A43"/>
    <w:rsid w:val="00AE0BD1"/>
    <w:rsid w:val="00AE13B2"/>
    <w:rsid w:val="00AE13BD"/>
    <w:rsid w:val="00AE1592"/>
    <w:rsid w:val="00AE160B"/>
    <w:rsid w:val="00AE17B0"/>
    <w:rsid w:val="00AE1A07"/>
    <w:rsid w:val="00AE1ACA"/>
    <w:rsid w:val="00AE1E2E"/>
    <w:rsid w:val="00AE22F6"/>
    <w:rsid w:val="00AE2695"/>
    <w:rsid w:val="00AE2966"/>
    <w:rsid w:val="00AE2C59"/>
    <w:rsid w:val="00AE2CF1"/>
    <w:rsid w:val="00AE334B"/>
    <w:rsid w:val="00AE3A96"/>
    <w:rsid w:val="00AE4392"/>
    <w:rsid w:val="00AE460F"/>
    <w:rsid w:val="00AE467B"/>
    <w:rsid w:val="00AE48FF"/>
    <w:rsid w:val="00AE4A9E"/>
    <w:rsid w:val="00AE4F0F"/>
    <w:rsid w:val="00AE4F67"/>
    <w:rsid w:val="00AE4FA5"/>
    <w:rsid w:val="00AE50F1"/>
    <w:rsid w:val="00AE513C"/>
    <w:rsid w:val="00AE5221"/>
    <w:rsid w:val="00AE53A3"/>
    <w:rsid w:val="00AE58C5"/>
    <w:rsid w:val="00AE5DEE"/>
    <w:rsid w:val="00AE636D"/>
    <w:rsid w:val="00AE6693"/>
    <w:rsid w:val="00AE686A"/>
    <w:rsid w:val="00AE6F67"/>
    <w:rsid w:val="00AE73F2"/>
    <w:rsid w:val="00AE770E"/>
    <w:rsid w:val="00AE773F"/>
    <w:rsid w:val="00AE7EAB"/>
    <w:rsid w:val="00AF15A3"/>
    <w:rsid w:val="00AF1B76"/>
    <w:rsid w:val="00AF2542"/>
    <w:rsid w:val="00AF2997"/>
    <w:rsid w:val="00AF2B4F"/>
    <w:rsid w:val="00AF3008"/>
    <w:rsid w:val="00AF32CF"/>
    <w:rsid w:val="00AF371D"/>
    <w:rsid w:val="00AF37B2"/>
    <w:rsid w:val="00AF38C2"/>
    <w:rsid w:val="00AF438D"/>
    <w:rsid w:val="00AF465E"/>
    <w:rsid w:val="00AF4CBC"/>
    <w:rsid w:val="00AF514C"/>
    <w:rsid w:val="00AF51A1"/>
    <w:rsid w:val="00AF5548"/>
    <w:rsid w:val="00AF56ED"/>
    <w:rsid w:val="00AF5E2D"/>
    <w:rsid w:val="00AF5E89"/>
    <w:rsid w:val="00AF60EE"/>
    <w:rsid w:val="00AF610E"/>
    <w:rsid w:val="00AF6D87"/>
    <w:rsid w:val="00AF7851"/>
    <w:rsid w:val="00AF7E33"/>
    <w:rsid w:val="00B00901"/>
    <w:rsid w:val="00B013A7"/>
    <w:rsid w:val="00B01955"/>
    <w:rsid w:val="00B02013"/>
    <w:rsid w:val="00B028F6"/>
    <w:rsid w:val="00B039C0"/>
    <w:rsid w:val="00B03CD0"/>
    <w:rsid w:val="00B0418B"/>
    <w:rsid w:val="00B047BA"/>
    <w:rsid w:val="00B04974"/>
    <w:rsid w:val="00B057AA"/>
    <w:rsid w:val="00B05A59"/>
    <w:rsid w:val="00B05DC2"/>
    <w:rsid w:val="00B05F27"/>
    <w:rsid w:val="00B0613C"/>
    <w:rsid w:val="00B065E3"/>
    <w:rsid w:val="00B073E6"/>
    <w:rsid w:val="00B07BD6"/>
    <w:rsid w:val="00B106FF"/>
    <w:rsid w:val="00B1080C"/>
    <w:rsid w:val="00B111D2"/>
    <w:rsid w:val="00B116F6"/>
    <w:rsid w:val="00B1177F"/>
    <w:rsid w:val="00B11ABB"/>
    <w:rsid w:val="00B122B4"/>
    <w:rsid w:val="00B12712"/>
    <w:rsid w:val="00B127C9"/>
    <w:rsid w:val="00B133C3"/>
    <w:rsid w:val="00B140E7"/>
    <w:rsid w:val="00B1456D"/>
    <w:rsid w:val="00B14A2F"/>
    <w:rsid w:val="00B14B71"/>
    <w:rsid w:val="00B15490"/>
    <w:rsid w:val="00B1581D"/>
    <w:rsid w:val="00B15AF7"/>
    <w:rsid w:val="00B160B0"/>
    <w:rsid w:val="00B16131"/>
    <w:rsid w:val="00B16780"/>
    <w:rsid w:val="00B1679A"/>
    <w:rsid w:val="00B16AD8"/>
    <w:rsid w:val="00B16F35"/>
    <w:rsid w:val="00B17195"/>
    <w:rsid w:val="00B172D5"/>
    <w:rsid w:val="00B17A23"/>
    <w:rsid w:val="00B17DA5"/>
    <w:rsid w:val="00B205EA"/>
    <w:rsid w:val="00B2060D"/>
    <w:rsid w:val="00B20DD4"/>
    <w:rsid w:val="00B21111"/>
    <w:rsid w:val="00B21C95"/>
    <w:rsid w:val="00B222B8"/>
    <w:rsid w:val="00B22663"/>
    <w:rsid w:val="00B23348"/>
    <w:rsid w:val="00B2358C"/>
    <w:rsid w:val="00B23B38"/>
    <w:rsid w:val="00B23DA9"/>
    <w:rsid w:val="00B2408D"/>
    <w:rsid w:val="00B24B55"/>
    <w:rsid w:val="00B24D18"/>
    <w:rsid w:val="00B25774"/>
    <w:rsid w:val="00B25D2A"/>
    <w:rsid w:val="00B25F6A"/>
    <w:rsid w:val="00B260C1"/>
    <w:rsid w:val="00B2622A"/>
    <w:rsid w:val="00B2627A"/>
    <w:rsid w:val="00B26338"/>
    <w:rsid w:val="00B267E3"/>
    <w:rsid w:val="00B26C99"/>
    <w:rsid w:val="00B27724"/>
    <w:rsid w:val="00B27874"/>
    <w:rsid w:val="00B30351"/>
    <w:rsid w:val="00B319DF"/>
    <w:rsid w:val="00B31AE4"/>
    <w:rsid w:val="00B31CBC"/>
    <w:rsid w:val="00B31D42"/>
    <w:rsid w:val="00B31DE4"/>
    <w:rsid w:val="00B320E0"/>
    <w:rsid w:val="00B32859"/>
    <w:rsid w:val="00B32D4B"/>
    <w:rsid w:val="00B330E5"/>
    <w:rsid w:val="00B331D9"/>
    <w:rsid w:val="00B33865"/>
    <w:rsid w:val="00B3389E"/>
    <w:rsid w:val="00B34DA3"/>
    <w:rsid w:val="00B34F8E"/>
    <w:rsid w:val="00B357D9"/>
    <w:rsid w:val="00B35896"/>
    <w:rsid w:val="00B36131"/>
    <w:rsid w:val="00B36242"/>
    <w:rsid w:val="00B368B2"/>
    <w:rsid w:val="00B36D54"/>
    <w:rsid w:val="00B37BC4"/>
    <w:rsid w:val="00B40102"/>
    <w:rsid w:val="00B40CCE"/>
    <w:rsid w:val="00B40DB2"/>
    <w:rsid w:val="00B41894"/>
    <w:rsid w:val="00B41FE1"/>
    <w:rsid w:val="00B42101"/>
    <w:rsid w:val="00B4228F"/>
    <w:rsid w:val="00B42552"/>
    <w:rsid w:val="00B42900"/>
    <w:rsid w:val="00B42E3F"/>
    <w:rsid w:val="00B43514"/>
    <w:rsid w:val="00B43A2F"/>
    <w:rsid w:val="00B43AF3"/>
    <w:rsid w:val="00B43C37"/>
    <w:rsid w:val="00B43E62"/>
    <w:rsid w:val="00B44809"/>
    <w:rsid w:val="00B44B88"/>
    <w:rsid w:val="00B45116"/>
    <w:rsid w:val="00B4520D"/>
    <w:rsid w:val="00B457EE"/>
    <w:rsid w:val="00B45826"/>
    <w:rsid w:val="00B45867"/>
    <w:rsid w:val="00B45949"/>
    <w:rsid w:val="00B45A18"/>
    <w:rsid w:val="00B45B64"/>
    <w:rsid w:val="00B45BCD"/>
    <w:rsid w:val="00B45E4C"/>
    <w:rsid w:val="00B45E5E"/>
    <w:rsid w:val="00B45F40"/>
    <w:rsid w:val="00B45F76"/>
    <w:rsid w:val="00B4651E"/>
    <w:rsid w:val="00B46F96"/>
    <w:rsid w:val="00B4742D"/>
    <w:rsid w:val="00B47533"/>
    <w:rsid w:val="00B47B17"/>
    <w:rsid w:val="00B47D2B"/>
    <w:rsid w:val="00B47FD9"/>
    <w:rsid w:val="00B50140"/>
    <w:rsid w:val="00B5067C"/>
    <w:rsid w:val="00B5092A"/>
    <w:rsid w:val="00B50D83"/>
    <w:rsid w:val="00B50E63"/>
    <w:rsid w:val="00B5108C"/>
    <w:rsid w:val="00B512CF"/>
    <w:rsid w:val="00B51661"/>
    <w:rsid w:val="00B51779"/>
    <w:rsid w:val="00B51A1E"/>
    <w:rsid w:val="00B51B1B"/>
    <w:rsid w:val="00B51BC4"/>
    <w:rsid w:val="00B51C0C"/>
    <w:rsid w:val="00B51E09"/>
    <w:rsid w:val="00B52148"/>
    <w:rsid w:val="00B5240A"/>
    <w:rsid w:val="00B5296B"/>
    <w:rsid w:val="00B53306"/>
    <w:rsid w:val="00B53481"/>
    <w:rsid w:val="00B5381E"/>
    <w:rsid w:val="00B53A6E"/>
    <w:rsid w:val="00B53A89"/>
    <w:rsid w:val="00B53A95"/>
    <w:rsid w:val="00B53B0D"/>
    <w:rsid w:val="00B54249"/>
    <w:rsid w:val="00B54799"/>
    <w:rsid w:val="00B547D2"/>
    <w:rsid w:val="00B54875"/>
    <w:rsid w:val="00B54F15"/>
    <w:rsid w:val="00B5522E"/>
    <w:rsid w:val="00B558B5"/>
    <w:rsid w:val="00B55AD4"/>
    <w:rsid w:val="00B5616C"/>
    <w:rsid w:val="00B57027"/>
    <w:rsid w:val="00B570DB"/>
    <w:rsid w:val="00B57243"/>
    <w:rsid w:val="00B5731A"/>
    <w:rsid w:val="00B57325"/>
    <w:rsid w:val="00B57415"/>
    <w:rsid w:val="00B575BD"/>
    <w:rsid w:val="00B5760A"/>
    <w:rsid w:val="00B5780B"/>
    <w:rsid w:val="00B60208"/>
    <w:rsid w:val="00B6032A"/>
    <w:rsid w:val="00B6040C"/>
    <w:rsid w:val="00B609CA"/>
    <w:rsid w:val="00B60BBE"/>
    <w:rsid w:val="00B60D19"/>
    <w:rsid w:val="00B60D86"/>
    <w:rsid w:val="00B61402"/>
    <w:rsid w:val="00B618BD"/>
    <w:rsid w:val="00B61D3A"/>
    <w:rsid w:val="00B6211B"/>
    <w:rsid w:val="00B622A7"/>
    <w:rsid w:val="00B625A6"/>
    <w:rsid w:val="00B62BE4"/>
    <w:rsid w:val="00B62C31"/>
    <w:rsid w:val="00B62FCE"/>
    <w:rsid w:val="00B63276"/>
    <w:rsid w:val="00B63A8C"/>
    <w:rsid w:val="00B63CA7"/>
    <w:rsid w:val="00B63CB8"/>
    <w:rsid w:val="00B63EC7"/>
    <w:rsid w:val="00B6428B"/>
    <w:rsid w:val="00B6438C"/>
    <w:rsid w:val="00B647A4"/>
    <w:rsid w:val="00B65285"/>
    <w:rsid w:val="00B657F2"/>
    <w:rsid w:val="00B65B68"/>
    <w:rsid w:val="00B66394"/>
    <w:rsid w:val="00B66556"/>
    <w:rsid w:val="00B66FC0"/>
    <w:rsid w:val="00B6721E"/>
    <w:rsid w:val="00B6751C"/>
    <w:rsid w:val="00B67A29"/>
    <w:rsid w:val="00B67A78"/>
    <w:rsid w:val="00B7066D"/>
    <w:rsid w:val="00B707F6"/>
    <w:rsid w:val="00B70895"/>
    <w:rsid w:val="00B70B6C"/>
    <w:rsid w:val="00B719E7"/>
    <w:rsid w:val="00B71D3C"/>
    <w:rsid w:val="00B72412"/>
    <w:rsid w:val="00B727C1"/>
    <w:rsid w:val="00B72A74"/>
    <w:rsid w:val="00B732FA"/>
    <w:rsid w:val="00B734C8"/>
    <w:rsid w:val="00B73556"/>
    <w:rsid w:val="00B7499C"/>
    <w:rsid w:val="00B74C84"/>
    <w:rsid w:val="00B74CD5"/>
    <w:rsid w:val="00B7534E"/>
    <w:rsid w:val="00B759CF"/>
    <w:rsid w:val="00B75B1E"/>
    <w:rsid w:val="00B75BC5"/>
    <w:rsid w:val="00B76195"/>
    <w:rsid w:val="00B76D9A"/>
    <w:rsid w:val="00B7708D"/>
    <w:rsid w:val="00B772EF"/>
    <w:rsid w:val="00B77476"/>
    <w:rsid w:val="00B775D6"/>
    <w:rsid w:val="00B7769C"/>
    <w:rsid w:val="00B7771B"/>
    <w:rsid w:val="00B8029E"/>
    <w:rsid w:val="00B80525"/>
    <w:rsid w:val="00B805E8"/>
    <w:rsid w:val="00B80951"/>
    <w:rsid w:val="00B80E91"/>
    <w:rsid w:val="00B810CE"/>
    <w:rsid w:val="00B81660"/>
    <w:rsid w:val="00B817A1"/>
    <w:rsid w:val="00B817D7"/>
    <w:rsid w:val="00B81A1A"/>
    <w:rsid w:val="00B81A4D"/>
    <w:rsid w:val="00B81B79"/>
    <w:rsid w:val="00B82032"/>
    <w:rsid w:val="00B82088"/>
    <w:rsid w:val="00B822A0"/>
    <w:rsid w:val="00B824E5"/>
    <w:rsid w:val="00B82767"/>
    <w:rsid w:val="00B82FC6"/>
    <w:rsid w:val="00B83417"/>
    <w:rsid w:val="00B8351E"/>
    <w:rsid w:val="00B8367C"/>
    <w:rsid w:val="00B83E15"/>
    <w:rsid w:val="00B83FD0"/>
    <w:rsid w:val="00B84077"/>
    <w:rsid w:val="00B841E9"/>
    <w:rsid w:val="00B8439B"/>
    <w:rsid w:val="00B84B0E"/>
    <w:rsid w:val="00B84B1F"/>
    <w:rsid w:val="00B84E0A"/>
    <w:rsid w:val="00B85651"/>
    <w:rsid w:val="00B85AB6"/>
    <w:rsid w:val="00B85D93"/>
    <w:rsid w:val="00B86A30"/>
    <w:rsid w:val="00B86E2C"/>
    <w:rsid w:val="00B876F4"/>
    <w:rsid w:val="00B878AD"/>
    <w:rsid w:val="00B878DC"/>
    <w:rsid w:val="00B87B0F"/>
    <w:rsid w:val="00B87F76"/>
    <w:rsid w:val="00B90449"/>
    <w:rsid w:val="00B9083A"/>
    <w:rsid w:val="00B9099B"/>
    <w:rsid w:val="00B90C40"/>
    <w:rsid w:val="00B90E2D"/>
    <w:rsid w:val="00B9110E"/>
    <w:rsid w:val="00B91206"/>
    <w:rsid w:val="00B91580"/>
    <w:rsid w:val="00B91733"/>
    <w:rsid w:val="00B91F1A"/>
    <w:rsid w:val="00B9207D"/>
    <w:rsid w:val="00B920F4"/>
    <w:rsid w:val="00B921BB"/>
    <w:rsid w:val="00B935DD"/>
    <w:rsid w:val="00B93710"/>
    <w:rsid w:val="00B937FC"/>
    <w:rsid w:val="00B93B24"/>
    <w:rsid w:val="00B94093"/>
    <w:rsid w:val="00B94171"/>
    <w:rsid w:val="00B94190"/>
    <w:rsid w:val="00B948E4"/>
    <w:rsid w:val="00B949A7"/>
    <w:rsid w:val="00B95151"/>
    <w:rsid w:val="00B953EA"/>
    <w:rsid w:val="00B954D0"/>
    <w:rsid w:val="00B957CF"/>
    <w:rsid w:val="00B95D93"/>
    <w:rsid w:val="00B960C8"/>
    <w:rsid w:val="00B9613B"/>
    <w:rsid w:val="00B96236"/>
    <w:rsid w:val="00B96392"/>
    <w:rsid w:val="00B969A4"/>
    <w:rsid w:val="00B96B4E"/>
    <w:rsid w:val="00B97085"/>
    <w:rsid w:val="00B973D1"/>
    <w:rsid w:val="00B974E3"/>
    <w:rsid w:val="00B9766C"/>
    <w:rsid w:val="00B97778"/>
    <w:rsid w:val="00B97BF1"/>
    <w:rsid w:val="00BA0A71"/>
    <w:rsid w:val="00BA0F73"/>
    <w:rsid w:val="00BA125D"/>
    <w:rsid w:val="00BA2040"/>
    <w:rsid w:val="00BA216D"/>
    <w:rsid w:val="00BA22F9"/>
    <w:rsid w:val="00BA240B"/>
    <w:rsid w:val="00BA2695"/>
    <w:rsid w:val="00BA27F7"/>
    <w:rsid w:val="00BA2809"/>
    <w:rsid w:val="00BA2E7F"/>
    <w:rsid w:val="00BA32C1"/>
    <w:rsid w:val="00BA340C"/>
    <w:rsid w:val="00BA3C3B"/>
    <w:rsid w:val="00BA3EC5"/>
    <w:rsid w:val="00BA4746"/>
    <w:rsid w:val="00BA47BF"/>
    <w:rsid w:val="00BA4AE8"/>
    <w:rsid w:val="00BA5ACC"/>
    <w:rsid w:val="00BA5DCB"/>
    <w:rsid w:val="00BA5FC8"/>
    <w:rsid w:val="00BA6063"/>
    <w:rsid w:val="00BA64CF"/>
    <w:rsid w:val="00BA6862"/>
    <w:rsid w:val="00BA68AD"/>
    <w:rsid w:val="00BA7395"/>
    <w:rsid w:val="00BA7BA0"/>
    <w:rsid w:val="00BA7D10"/>
    <w:rsid w:val="00BA7F53"/>
    <w:rsid w:val="00BB0813"/>
    <w:rsid w:val="00BB10B5"/>
    <w:rsid w:val="00BB131D"/>
    <w:rsid w:val="00BB1715"/>
    <w:rsid w:val="00BB17B9"/>
    <w:rsid w:val="00BB1D57"/>
    <w:rsid w:val="00BB202C"/>
    <w:rsid w:val="00BB234C"/>
    <w:rsid w:val="00BB271C"/>
    <w:rsid w:val="00BB2774"/>
    <w:rsid w:val="00BB2C75"/>
    <w:rsid w:val="00BB3140"/>
    <w:rsid w:val="00BB3304"/>
    <w:rsid w:val="00BB3414"/>
    <w:rsid w:val="00BB3983"/>
    <w:rsid w:val="00BB3A0A"/>
    <w:rsid w:val="00BB44F0"/>
    <w:rsid w:val="00BB4589"/>
    <w:rsid w:val="00BB475A"/>
    <w:rsid w:val="00BB4994"/>
    <w:rsid w:val="00BB4A17"/>
    <w:rsid w:val="00BB4CC9"/>
    <w:rsid w:val="00BB5555"/>
    <w:rsid w:val="00BB56E3"/>
    <w:rsid w:val="00BB5705"/>
    <w:rsid w:val="00BB5980"/>
    <w:rsid w:val="00BB5FE9"/>
    <w:rsid w:val="00BB6207"/>
    <w:rsid w:val="00BB64BC"/>
    <w:rsid w:val="00BB6BCD"/>
    <w:rsid w:val="00BB719A"/>
    <w:rsid w:val="00BB72F6"/>
    <w:rsid w:val="00BB7A91"/>
    <w:rsid w:val="00BB7D52"/>
    <w:rsid w:val="00BB7F3D"/>
    <w:rsid w:val="00BC00DD"/>
    <w:rsid w:val="00BC00F6"/>
    <w:rsid w:val="00BC01DE"/>
    <w:rsid w:val="00BC0DE2"/>
    <w:rsid w:val="00BC105E"/>
    <w:rsid w:val="00BC10E1"/>
    <w:rsid w:val="00BC1413"/>
    <w:rsid w:val="00BC1656"/>
    <w:rsid w:val="00BC173F"/>
    <w:rsid w:val="00BC1956"/>
    <w:rsid w:val="00BC1F6C"/>
    <w:rsid w:val="00BC2097"/>
    <w:rsid w:val="00BC2260"/>
    <w:rsid w:val="00BC24DA"/>
    <w:rsid w:val="00BC2DBB"/>
    <w:rsid w:val="00BC3165"/>
    <w:rsid w:val="00BC327A"/>
    <w:rsid w:val="00BC3E24"/>
    <w:rsid w:val="00BC410E"/>
    <w:rsid w:val="00BC4137"/>
    <w:rsid w:val="00BC42C2"/>
    <w:rsid w:val="00BC4C82"/>
    <w:rsid w:val="00BC5035"/>
    <w:rsid w:val="00BC5052"/>
    <w:rsid w:val="00BC5063"/>
    <w:rsid w:val="00BC5094"/>
    <w:rsid w:val="00BC5528"/>
    <w:rsid w:val="00BC59C8"/>
    <w:rsid w:val="00BC59F2"/>
    <w:rsid w:val="00BC5DA7"/>
    <w:rsid w:val="00BC65BC"/>
    <w:rsid w:val="00BC7515"/>
    <w:rsid w:val="00BC7783"/>
    <w:rsid w:val="00BC799E"/>
    <w:rsid w:val="00BC7CD0"/>
    <w:rsid w:val="00BD05B7"/>
    <w:rsid w:val="00BD0ABF"/>
    <w:rsid w:val="00BD0F81"/>
    <w:rsid w:val="00BD104A"/>
    <w:rsid w:val="00BD115B"/>
    <w:rsid w:val="00BD129F"/>
    <w:rsid w:val="00BD149C"/>
    <w:rsid w:val="00BD1578"/>
    <w:rsid w:val="00BD1B39"/>
    <w:rsid w:val="00BD1BA5"/>
    <w:rsid w:val="00BD21B5"/>
    <w:rsid w:val="00BD2304"/>
    <w:rsid w:val="00BD27FD"/>
    <w:rsid w:val="00BD28DA"/>
    <w:rsid w:val="00BD2A21"/>
    <w:rsid w:val="00BD2BD3"/>
    <w:rsid w:val="00BD31D3"/>
    <w:rsid w:val="00BD327F"/>
    <w:rsid w:val="00BD3572"/>
    <w:rsid w:val="00BD37EF"/>
    <w:rsid w:val="00BD3B05"/>
    <w:rsid w:val="00BD3EE6"/>
    <w:rsid w:val="00BD4072"/>
    <w:rsid w:val="00BD4180"/>
    <w:rsid w:val="00BD466F"/>
    <w:rsid w:val="00BD514A"/>
    <w:rsid w:val="00BD52C8"/>
    <w:rsid w:val="00BD5977"/>
    <w:rsid w:val="00BD650B"/>
    <w:rsid w:val="00BD67A9"/>
    <w:rsid w:val="00BD6B89"/>
    <w:rsid w:val="00BD6C25"/>
    <w:rsid w:val="00BD6CA4"/>
    <w:rsid w:val="00BD6D45"/>
    <w:rsid w:val="00BD6E51"/>
    <w:rsid w:val="00BD7386"/>
    <w:rsid w:val="00BE0585"/>
    <w:rsid w:val="00BE08D5"/>
    <w:rsid w:val="00BE0C10"/>
    <w:rsid w:val="00BE0C98"/>
    <w:rsid w:val="00BE0E99"/>
    <w:rsid w:val="00BE1024"/>
    <w:rsid w:val="00BE12D1"/>
    <w:rsid w:val="00BE1654"/>
    <w:rsid w:val="00BE18A5"/>
    <w:rsid w:val="00BE2205"/>
    <w:rsid w:val="00BE2751"/>
    <w:rsid w:val="00BE34AB"/>
    <w:rsid w:val="00BE3657"/>
    <w:rsid w:val="00BE3ED8"/>
    <w:rsid w:val="00BE4648"/>
    <w:rsid w:val="00BE493B"/>
    <w:rsid w:val="00BE4AAF"/>
    <w:rsid w:val="00BE5265"/>
    <w:rsid w:val="00BE5385"/>
    <w:rsid w:val="00BE5874"/>
    <w:rsid w:val="00BE5F9C"/>
    <w:rsid w:val="00BE63D7"/>
    <w:rsid w:val="00BE66D1"/>
    <w:rsid w:val="00BE6780"/>
    <w:rsid w:val="00BE6948"/>
    <w:rsid w:val="00BE6CE3"/>
    <w:rsid w:val="00BE6E93"/>
    <w:rsid w:val="00BE6F01"/>
    <w:rsid w:val="00BE700B"/>
    <w:rsid w:val="00BE759A"/>
    <w:rsid w:val="00BE7A18"/>
    <w:rsid w:val="00BE7D54"/>
    <w:rsid w:val="00BE7DB9"/>
    <w:rsid w:val="00BE7F77"/>
    <w:rsid w:val="00BF03F3"/>
    <w:rsid w:val="00BF090C"/>
    <w:rsid w:val="00BF09F6"/>
    <w:rsid w:val="00BF1117"/>
    <w:rsid w:val="00BF1356"/>
    <w:rsid w:val="00BF1C42"/>
    <w:rsid w:val="00BF2128"/>
    <w:rsid w:val="00BF2A5B"/>
    <w:rsid w:val="00BF3938"/>
    <w:rsid w:val="00BF39A2"/>
    <w:rsid w:val="00BF3D5F"/>
    <w:rsid w:val="00BF3E7E"/>
    <w:rsid w:val="00BF3EA1"/>
    <w:rsid w:val="00BF456B"/>
    <w:rsid w:val="00BF4AB4"/>
    <w:rsid w:val="00BF4ACA"/>
    <w:rsid w:val="00BF4CC7"/>
    <w:rsid w:val="00BF4F27"/>
    <w:rsid w:val="00BF51AC"/>
    <w:rsid w:val="00BF5899"/>
    <w:rsid w:val="00BF5CA6"/>
    <w:rsid w:val="00BF5D13"/>
    <w:rsid w:val="00BF60B0"/>
    <w:rsid w:val="00BF61CD"/>
    <w:rsid w:val="00BF66E2"/>
    <w:rsid w:val="00BF6AAA"/>
    <w:rsid w:val="00BF6B93"/>
    <w:rsid w:val="00BF74EA"/>
    <w:rsid w:val="00BF751D"/>
    <w:rsid w:val="00BF7AA9"/>
    <w:rsid w:val="00C0066A"/>
    <w:rsid w:val="00C00F45"/>
    <w:rsid w:val="00C00FDC"/>
    <w:rsid w:val="00C01112"/>
    <w:rsid w:val="00C01993"/>
    <w:rsid w:val="00C029C0"/>
    <w:rsid w:val="00C02D01"/>
    <w:rsid w:val="00C02DD6"/>
    <w:rsid w:val="00C03561"/>
    <w:rsid w:val="00C0382D"/>
    <w:rsid w:val="00C03874"/>
    <w:rsid w:val="00C03BD6"/>
    <w:rsid w:val="00C04478"/>
    <w:rsid w:val="00C04512"/>
    <w:rsid w:val="00C0466C"/>
    <w:rsid w:val="00C04A3E"/>
    <w:rsid w:val="00C04A40"/>
    <w:rsid w:val="00C04B75"/>
    <w:rsid w:val="00C058B1"/>
    <w:rsid w:val="00C062D3"/>
    <w:rsid w:val="00C0683F"/>
    <w:rsid w:val="00C06A70"/>
    <w:rsid w:val="00C06B8D"/>
    <w:rsid w:val="00C06D83"/>
    <w:rsid w:val="00C071D0"/>
    <w:rsid w:val="00C073B0"/>
    <w:rsid w:val="00C07E8C"/>
    <w:rsid w:val="00C1019C"/>
    <w:rsid w:val="00C10225"/>
    <w:rsid w:val="00C1029A"/>
    <w:rsid w:val="00C10582"/>
    <w:rsid w:val="00C105C4"/>
    <w:rsid w:val="00C1069B"/>
    <w:rsid w:val="00C11022"/>
    <w:rsid w:val="00C11990"/>
    <w:rsid w:val="00C11C77"/>
    <w:rsid w:val="00C11D37"/>
    <w:rsid w:val="00C122E6"/>
    <w:rsid w:val="00C12469"/>
    <w:rsid w:val="00C12C14"/>
    <w:rsid w:val="00C12CE3"/>
    <w:rsid w:val="00C13573"/>
    <w:rsid w:val="00C1369E"/>
    <w:rsid w:val="00C13BED"/>
    <w:rsid w:val="00C1411C"/>
    <w:rsid w:val="00C1470B"/>
    <w:rsid w:val="00C14775"/>
    <w:rsid w:val="00C149E2"/>
    <w:rsid w:val="00C14DD0"/>
    <w:rsid w:val="00C151BE"/>
    <w:rsid w:val="00C15352"/>
    <w:rsid w:val="00C15A0B"/>
    <w:rsid w:val="00C16383"/>
    <w:rsid w:val="00C1647B"/>
    <w:rsid w:val="00C16895"/>
    <w:rsid w:val="00C16F36"/>
    <w:rsid w:val="00C176E1"/>
    <w:rsid w:val="00C2065D"/>
    <w:rsid w:val="00C20AEA"/>
    <w:rsid w:val="00C20F50"/>
    <w:rsid w:val="00C211F6"/>
    <w:rsid w:val="00C216F9"/>
    <w:rsid w:val="00C21C16"/>
    <w:rsid w:val="00C222FD"/>
    <w:rsid w:val="00C223FE"/>
    <w:rsid w:val="00C226AD"/>
    <w:rsid w:val="00C22A04"/>
    <w:rsid w:val="00C22A99"/>
    <w:rsid w:val="00C22AC7"/>
    <w:rsid w:val="00C22CE4"/>
    <w:rsid w:val="00C22D27"/>
    <w:rsid w:val="00C22D2B"/>
    <w:rsid w:val="00C22E3D"/>
    <w:rsid w:val="00C22E43"/>
    <w:rsid w:val="00C23939"/>
    <w:rsid w:val="00C244F2"/>
    <w:rsid w:val="00C24515"/>
    <w:rsid w:val="00C24DA4"/>
    <w:rsid w:val="00C24ED4"/>
    <w:rsid w:val="00C2613A"/>
    <w:rsid w:val="00C261D4"/>
    <w:rsid w:val="00C2698E"/>
    <w:rsid w:val="00C26EBE"/>
    <w:rsid w:val="00C270C6"/>
    <w:rsid w:val="00C27373"/>
    <w:rsid w:val="00C27796"/>
    <w:rsid w:val="00C279D9"/>
    <w:rsid w:val="00C27ED9"/>
    <w:rsid w:val="00C30060"/>
    <w:rsid w:val="00C30296"/>
    <w:rsid w:val="00C30297"/>
    <w:rsid w:val="00C30342"/>
    <w:rsid w:val="00C30841"/>
    <w:rsid w:val="00C3090D"/>
    <w:rsid w:val="00C31300"/>
    <w:rsid w:val="00C3162D"/>
    <w:rsid w:val="00C31740"/>
    <w:rsid w:val="00C31E04"/>
    <w:rsid w:val="00C32270"/>
    <w:rsid w:val="00C32834"/>
    <w:rsid w:val="00C32BCA"/>
    <w:rsid w:val="00C3309A"/>
    <w:rsid w:val="00C33546"/>
    <w:rsid w:val="00C337EB"/>
    <w:rsid w:val="00C33951"/>
    <w:rsid w:val="00C33A66"/>
    <w:rsid w:val="00C34047"/>
    <w:rsid w:val="00C3485F"/>
    <w:rsid w:val="00C34F45"/>
    <w:rsid w:val="00C35132"/>
    <w:rsid w:val="00C35E10"/>
    <w:rsid w:val="00C3695E"/>
    <w:rsid w:val="00C36C9A"/>
    <w:rsid w:val="00C37DA0"/>
    <w:rsid w:val="00C40183"/>
    <w:rsid w:val="00C40445"/>
    <w:rsid w:val="00C405AC"/>
    <w:rsid w:val="00C40B0E"/>
    <w:rsid w:val="00C40F2C"/>
    <w:rsid w:val="00C40F9C"/>
    <w:rsid w:val="00C417EE"/>
    <w:rsid w:val="00C420A4"/>
    <w:rsid w:val="00C42295"/>
    <w:rsid w:val="00C426BA"/>
    <w:rsid w:val="00C42DD1"/>
    <w:rsid w:val="00C42F77"/>
    <w:rsid w:val="00C43395"/>
    <w:rsid w:val="00C43571"/>
    <w:rsid w:val="00C444EA"/>
    <w:rsid w:val="00C44A12"/>
    <w:rsid w:val="00C44A20"/>
    <w:rsid w:val="00C44ACC"/>
    <w:rsid w:val="00C44CD2"/>
    <w:rsid w:val="00C44E90"/>
    <w:rsid w:val="00C44EED"/>
    <w:rsid w:val="00C44F66"/>
    <w:rsid w:val="00C45ACB"/>
    <w:rsid w:val="00C45CDB"/>
    <w:rsid w:val="00C45EE9"/>
    <w:rsid w:val="00C46431"/>
    <w:rsid w:val="00C464AE"/>
    <w:rsid w:val="00C46687"/>
    <w:rsid w:val="00C46884"/>
    <w:rsid w:val="00C4693D"/>
    <w:rsid w:val="00C47294"/>
    <w:rsid w:val="00C4763B"/>
    <w:rsid w:val="00C47CAD"/>
    <w:rsid w:val="00C50016"/>
    <w:rsid w:val="00C5003E"/>
    <w:rsid w:val="00C50092"/>
    <w:rsid w:val="00C50132"/>
    <w:rsid w:val="00C50190"/>
    <w:rsid w:val="00C5038B"/>
    <w:rsid w:val="00C5047F"/>
    <w:rsid w:val="00C50E44"/>
    <w:rsid w:val="00C5179B"/>
    <w:rsid w:val="00C521F3"/>
    <w:rsid w:val="00C5248A"/>
    <w:rsid w:val="00C5253E"/>
    <w:rsid w:val="00C528B2"/>
    <w:rsid w:val="00C52FDC"/>
    <w:rsid w:val="00C5306E"/>
    <w:rsid w:val="00C53382"/>
    <w:rsid w:val="00C5404E"/>
    <w:rsid w:val="00C5412A"/>
    <w:rsid w:val="00C5422F"/>
    <w:rsid w:val="00C547FA"/>
    <w:rsid w:val="00C5499A"/>
    <w:rsid w:val="00C54AC4"/>
    <w:rsid w:val="00C54F9A"/>
    <w:rsid w:val="00C55093"/>
    <w:rsid w:val="00C55331"/>
    <w:rsid w:val="00C559F4"/>
    <w:rsid w:val="00C55B9B"/>
    <w:rsid w:val="00C560B7"/>
    <w:rsid w:val="00C5633B"/>
    <w:rsid w:val="00C5643A"/>
    <w:rsid w:val="00C56AD4"/>
    <w:rsid w:val="00C56E47"/>
    <w:rsid w:val="00C570FF"/>
    <w:rsid w:val="00C5741A"/>
    <w:rsid w:val="00C57437"/>
    <w:rsid w:val="00C577B5"/>
    <w:rsid w:val="00C6072A"/>
    <w:rsid w:val="00C60D5F"/>
    <w:rsid w:val="00C60DD6"/>
    <w:rsid w:val="00C60EFA"/>
    <w:rsid w:val="00C61388"/>
    <w:rsid w:val="00C61572"/>
    <w:rsid w:val="00C61A27"/>
    <w:rsid w:val="00C61B66"/>
    <w:rsid w:val="00C61E50"/>
    <w:rsid w:val="00C6241B"/>
    <w:rsid w:val="00C62A1C"/>
    <w:rsid w:val="00C62FBB"/>
    <w:rsid w:val="00C6301F"/>
    <w:rsid w:val="00C636BC"/>
    <w:rsid w:val="00C63DA3"/>
    <w:rsid w:val="00C64576"/>
    <w:rsid w:val="00C6487E"/>
    <w:rsid w:val="00C65137"/>
    <w:rsid w:val="00C65319"/>
    <w:rsid w:val="00C65617"/>
    <w:rsid w:val="00C6577F"/>
    <w:rsid w:val="00C6584C"/>
    <w:rsid w:val="00C65960"/>
    <w:rsid w:val="00C65A29"/>
    <w:rsid w:val="00C66625"/>
    <w:rsid w:val="00C66DBC"/>
    <w:rsid w:val="00C67274"/>
    <w:rsid w:val="00C6737D"/>
    <w:rsid w:val="00C675B1"/>
    <w:rsid w:val="00C67DBE"/>
    <w:rsid w:val="00C70000"/>
    <w:rsid w:val="00C70792"/>
    <w:rsid w:val="00C70A3F"/>
    <w:rsid w:val="00C70AA1"/>
    <w:rsid w:val="00C70EE9"/>
    <w:rsid w:val="00C71A24"/>
    <w:rsid w:val="00C71A84"/>
    <w:rsid w:val="00C7218A"/>
    <w:rsid w:val="00C7278E"/>
    <w:rsid w:val="00C72836"/>
    <w:rsid w:val="00C7284E"/>
    <w:rsid w:val="00C72AF5"/>
    <w:rsid w:val="00C73A13"/>
    <w:rsid w:val="00C73C2E"/>
    <w:rsid w:val="00C73DDB"/>
    <w:rsid w:val="00C748CD"/>
    <w:rsid w:val="00C74A8E"/>
    <w:rsid w:val="00C74F45"/>
    <w:rsid w:val="00C75205"/>
    <w:rsid w:val="00C752EA"/>
    <w:rsid w:val="00C757ED"/>
    <w:rsid w:val="00C75825"/>
    <w:rsid w:val="00C75CA7"/>
    <w:rsid w:val="00C75CBA"/>
    <w:rsid w:val="00C75CFC"/>
    <w:rsid w:val="00C76152"/>
    <w:rsid w:val="00C76796"/>
    <w:rsid w:val="00C76A2A"/>
    <w:rsid w:val="00C77008"/>
    <w:rsid w:val="00C7776A"/>
    <w:rsid w:val="00C80116"/>
    <w:rsid w:val="00C805AE"/>
    <w:rsid w:val="00C8076E"/>
    <w:rsid w:val="00C808E5"/>
    <w:rsid w:val="00C80B7C"/>
    <w:rsid w:val="00C811E9"/>
    <w:rsid w:val="00C81AFC"/>
    <w:rsid w:val="00C81E8F"/>
    <w:rsid w:val="00C82546"/>
    <w:rsid w:val="00C82A3F"/>
    <w:rsid w:val="00C838B1"/>
    <w:rsid w:val="00C83B74"/>
    <w:rsid w:val="00C83BB0"/>
    <w:rsid w:val="00C83D6E"/>
    <w:rsid w:val="00C83F2C"/>
    <w:rsid w:val="00C845A6"/>
    <w:rsid w:val="00C848E5"/>
    <w:rsid w:val="00C84989"/>
    <w:rsid w:val="00C84E87"/>
    <w:rsid w:val="00C8512A"/>
    <w:rsid w:val="00C852F0"/>
    <w:rsid w:val="00C8533B"/>
    <w:rsid w:val="00C8565C"/>
    <w:rsid w:val="00C8596E"/>
    <w:rsid w:val="00C85D3A"/>
    <w:rsid w:val="00C865E0"/>
    <w:rsid w:val="00C866A7"/>
    <w:rsid w:val="00C86EFE"/>
    <w:rsid w:val="00C8748A"/>
    <w:rsid w:val="00C87738"/>
    <w:rsid w:val="00C879CB"/>
    <w:rsid w:val="00C87B4B"/>
    <w:rsid w:val="00C90C38"/>
    <w:rsid w:val="00C91004"/>
    <w:rsid w:val="00C910B4"/>
    <w:rsid w:val="00C912F2"/>
    <w:rsid w:val="00C9152F"/>
    <w:rsid w:val="00C91578"/>
    <w:rsid w:val="00C91D99"/>
    <w:rsid w:val="00C91E0D"/>
    <w:rsid w:val="00C920ED"/>
    <w:rsid w:val="00C922E4"/>
    <w:rsid w:val="00C92494"/>
    <w:rsid w:val="00C9249A"/>
    <w:rsid w:val="00C925BB"/>
    <w:rsid w:val="00C92B54"/>
    <w:rsid w:val="00C92BBE"/>
    <w:rsid w:val="00C92FB3"/>
    <w:rsid w:val="00C93421"/>
    <w:rsid w:val="00C93E8D"/>
    <w:rsid w:val="00C93F64"/>
    <w:rsid w:val="00C9400D"/>
    <w:rsid w:val="00C9426A"/>
    <w:rsid w:val="00C943B7"/>
    <w:rsid w:val="00C9443C"/>
    <w:rsid w:val="00C9469E"/>
    <w:rsid w:val="00C94AAD"/>
    <w:rsid w:val="00C94B5A"/>
    <w:rsid w:val="00C94C72"/>
    <w:rsid w:val="00C950DF"/>
    <w:rsid w:val="00C9556C"/>
    <w:rsid w:val="00C9593D"/>
    <w:rsid w:val="00C95B4D"/>
    <w:rsid w:val="00C95D6A"/>
    <w:rsid w:val="00C96254"/>
    <w:rsid w:val="00C962BF"/>
    <w:rsid w:val="00C96330"/>
    <w:rsid w:val="00C96594"/>
    <w:rsid w:val="00C9694E"/>
    <w:rsid w:val="00C973AA"/>
    <w:rsid w:val="00C97A77"/>
    <w:rsid w:val="00C97B96"/>
    <w:rsid w:val="00C97BD2"/>
    <w:rsid w:val="00C97C20"/>
    <w:rsid w:val="00CA166A"/>
    <w:rsid w:val="00CA1CB4"/>
    <w:rsid w:val="00CA2CA0"/>
    <w:rsid w:val="00CA3104"/>
    <w:rsid w:val="00CA33A0"/>
    <w:rsid w:val="00CA3579"/>
    <w:rsid w:val="00CA3E22"/>
    <w:rsid w:val="00CA403B"/>
    <w:rsid w:val="00CA4354"/>
    <w:rsid w:val="00CA4BDE"/>
    <w:rsid w:val="00CA4DAD"/>
    <w:rsid w:val="00CA51EC"/>
    <w:rsid w:val="00CA53A9"/>
    <w:rsid w:val="00CA5BCA"/>
    <w:rsid w:val="00CA5CF9"/>
    <w:rsid w:val="00CA6027"/>
    <w:rsid w:val="00CA6350"/>
    <w:rsid w:val="00CA644F"/>
    <w:rsid w:val="00CA65E9"/>
    <w:rsid w:val="00CA7771"/>
    <w:rsid w:val="00CA7ECD"/>
    <w:rsid w:val="00CB046D"/>
    <w:rsid w:val="00CB096F"/>
    <w:rsid w:val="00CB0BDB"/>
    <w:rsid w:val="00CB0EA5"/>
    <w:rsid w:val="00CB149D"/>
    <w:rsid w:val="00CB22E7"/>
    <w:rsid w:val="00CB2578"/>
    <w:rsid w:val="00CB267A"/>
    <w:rsid w:val="00CB2931"/>
    <w:rsid w:val="00CB3498"/>
    <w:rsid w:val="00CB3F60"/>
    <w:rsid w:val="00CB42DE"/>
    <w:rsid w:val="00CB4301"/>
    <w:rsid w:val="00CB45B2"/>
    <w:rsid w:val="00CB493F"/>
    <w:rsid w:val="00CB4A2C"/>
    <w:rsid w:val="00CB5A75"/>
    <w:rsid w:val="00CB5A7F"/>
    <w:rsid w:val="00CB5D25"/>
    <w:rsid w:val="00CB6407"/>
    <w:rsid w:val="00CB6C12"/>
    <w:rsid w:val="00CB75E4"/>
    <w:rsid w:val="00CB7795"/>
    <w:rsid w:val="00CC01E6"/>
    <w:rsid w:val="00CC03A4"/>
    <w:rsid w:val="00CC08B2"/>
    <w:rsid w:val="00CC1147"/>
    <w:rsid w:val="00CC14C7"/>
    <w:rsid w:val="00CC1866"/>
    <w:rsid w:val="00CC19F3"/>
    <w:rsid w:val="00CC26BE"/>
    <w:rsid w:val="00CC2B43"/>
    <w:rsid w:val="00CC2D27"/>
    <w:rsid w:val="00CC2FFB"/>
    <w:rsid w:val="00CC36DF"/>
    <w:rsid w:val="00CC37A2"/>
    <w:rsid w:val="00CC46DF"/>
    <w:rsid w:val="00CC4F4A"/>
    <w:rsid w:val="00CC541F"/>
    <w:rsid w:val="00CC54D6"/>
    <w:rsid w:val="00CC5F48"/>
    <w:rsid w:val="00CC640D"/>
    <w:rsid w:val="00CC6C5E"/>
    <w:rsid w:val="00CC6EA3"/>
    <w:rsid w:val="00CC7029"/>
    <w:rsid w:val="00CD00CD"/>
    <w:rsid w:val="00CD01F8"/>
    <w:rsid w:val="00CD0297"/>
    <w:rsid w:val="00CD05AB"/>
    <w:rsid w:val="00CD06D4"/>
    <w:rsid w:val="00CD0EC3"/>
    <w:rsid w:val="00CD10A2"/>
    <w:rsid w:val="00CD10E7"/>
    <w:rsid w:val="00CD13DC"/>
    <w:rsid w:val="00CD2503"/>
    <w:rsid w:val="00CD255A"/>
    <w:rsid w:val="00CD2868"/>
    <w:rsid w:val="00CD2FF8"/>
    <w:rsid w:val="00CD390F"/>
    <w:rsid w:val="00CD4072"/>
    <w:rsid w:val="00CD40BB"/>
    <w:rsid w:val="00CD41B4"/>
    <w:rsid w:val="00CD41B9"/>
    <w:rsid w:val="00CD44FE"/>
    <w:rsid w:val="00CD46FA"/>
    <w:rsid w:val="00CD5822"/>
    <w:rsid w:val="00CD62DC"/>
    <w:rsid w:val="00CD6919"/>
    <w:rsid w:val="00CD6A43"/>
    <w:rsid w:val="00CD6C55"/>
    <w:rsid w:val="00CD7199"/>
    <w:rsid w:val="00CD758B"/>
    <w:rsid w:val="00CD7593"/>
    <w:rsid w:val="00CD76EE"/>
    <w:rsid w:val="00CD79F5"/>
    <w:rsid w:val="00CD7A2B"/>
    <w:rsid w:val="00CD7C64"/>
    <w:rsid w:val="00CD7DA6"/>
    <w:rsid w:val="00CD7F54"/>
    <w:rsid w:val="00CE0075"/>
    <w:rsid w:val="00CE031B"/>
    <w:rsid w:val="00CE036C"/>
    <w:rsid w:val="00CE0813"/>
    <w:rsid w:val="00CE0919"/>
    <w:rsid w:val="00CE0A85"/>
    <w:rsid w:val="00CE1021"/>
    <w:rsid w:val="00CE1154"/>
    <w:rsid w:val="00CE1204"/>
    <w:rsid w:val="00CE1280"/>
    <w:rsid w:val="00CE1660"/>
    <w:rsid w:val="00CE2413"/>
    <w:rsid w:val="00CE2A79"/>
    <w:rsid w:val="00CE3952"/>
    <w:rsid w:val="00CE3BD3"/>
    <w:rsid w:val="00CE56B1"/>
    <w:rsid w:val="00CE58EE"/>
    <w:rsid w:val="00CE5D97"/>
    <w:rsid w:val="00CE5FD5"/>
    <w:rsid w:val="00CE619F"/>
    <w:rsid w:val="00CE6D94"/>
    <w:rsid w:val="00CE7182"/>
    <w:rsid w:val="00CE7235"/>
    <w:rsid w:val="00CE731A"/>
    <w:rsid w:val="00CE73C8"/>
    <w:rsid w:val="00CE7890"/>
    <w:rsid w:val="00CF00C6"/>
    <w:rsid w:val="00CF00D6"/>
    <w:rsid w:val="00CF035B"/>
    <w:rsid w:val="00CF05C1"/>
    <w:rsid w:val="00CF0CA1"/>
    <w:rsid w:val="00CF10A2"/>
    <w:rsid w:val="00CF147C"/>
    <w:rsid w:val="00CF1B12"/>
    <w:rsid w:val="00CF1C57"/>
    <w:rsid w:val="00CF1DDD"/>
    <w:rsid w:val="00CF2088"/>
    <w:rsid w:val="00CF2245"/>
    <w:rsid w:val="00CF2A59"/>
    <w:rsid w:val="00CF2F1E"/>
    <w:rsid w:val="00CF4854"/>
    <w:rsid w:val="00CF4925"/>
    <w:rsid w:val="00CF4C5E"/>
    <w:rsid w:val="00CF50D0"/>
    <w:rsid w:val="00CF5D3C"/>
    <w:rsid w:val="00CF68D3"/>
    <w:rsid w:val="00CF705B"/>
    <w:rsid w:val="00CF71EA"/>
    <w:rsid w:val="00CF75D7"/>
    <w:rsid w:val="00CF7AC2"/>
    <w:rsid w:val="00CF7E07"/>
    <w:rsid w:val="00D0010B"/>
    <w:rsid w:val="00D00444"/>
    <w:rsid w:val="00D009B9"/>
    <w:rsid w:val="00D00C9C"/>
    <w:rsid w:val="00D01030"/>
    <w:rsid w:val="00D0132C"/>
    <w:rsid w:val="00D020DC"/>
    <w:rsid w:val="00D02C95"/>
    <w:rsid w:val="00D03407"/>
    <w:rsid w:val="00D03648"/>
    <w:rsid w:val="00D03687"/>
    <w:rsid w:val="00D0407F"/>
    <w:rsid w:val="00D0466C"/>
    <w:rsid w:val="00D04915"/>
    <w:rsid w:val="00D049DF"/>
    <w:rsid w:val="00D04D15"/>
    <w:rsid w:val="00D04EBB"/>
    <w:rsid w:val="00D0560D"/>
    <w:rsid w:val="00D05DC0"/>
    <w:rsid w:val="00D06900"/>
    <w:rsid w:val="00D06E9F"/>
    <w:rsid w:val="00D06F80"/>
    <w:rsid w:val="00D07364"/>
    <w:rsid w:val="00D0744D"/>
    <w:rsid w:val="00D076EB"/>
    <w:rsid w:val="00D07AC2"/>
    <w:rsid w:val="00D1029C"/>
    <w:rsid w:val="00D10946"/>
    <w:rsid w:val="00D1100C"/>
    <w:rsid w:val="00D11702"/>
    <w:rsid w:val="00D1357D"/>
    <w:rsid w:val="00D1363D"/>
    <w:rsid w:val="00D1372C"/>
    <w:rsid w:val="00D139AA"/>
    <w:rsid w:val="00D13AAE"/>
    <w:rsid w:val="00D13DEF"/>
    <w:rsid w:val="00D13EDC"/>
    <w:rsid w:val="00D1421B"/>
    <w:rsid w:val="00D14311"/>
    <w:rsid w:val="00D1459E"/>
    <w:rsid w:val="00D14635"/>
    <w:rsid w:val="00D14B94"/>
    <w:rsid w:val="00D14C8C"/>
    <w:rsid w:val="00D151A1"/>
    <w:rsid w:val="00D1535D"/>
    <w:rsid w:val="00D156E9"/>
    <w:rsid w:val="00D15A22"/>
    <w:rsid w:val="00D15FF6"/>
    <w:rsid w:val="00D160E8"/>
    <w:rsid w:val="00D16513"/>
    <w:rsid w:val="00D16728"/>
    <w:rsid w:val="00D16E5E"/>
    <w:rsid w:val="00D177C0"/>
    <w:rsid w:val="00D17B06"/>
    <w:rsid w:val="00D17B93"/>
    <w:rsid w:val="00D17EB1"/>
    <w:rsid w:val="00D2032B"/>
    <w:rsid w:val="00D2049F"/>
    <w:rsid w:val="00D20572"/>
    <w:rsid w:val="00D20A61"/>
    <w:rsid w:val="00D20D48"/>
    <w:rsid w:val="00D20DE2"/>
    <w:rsid w:val="00D21C12"/>
    <w:rsid w:val="00D21CED"/>
    <w:rsid w:val="00D21F2F"/>
    <w:rsid w:val="00D21F67"/>
    <w:rsid w:val="00D22810"/>
    <w:rsid w:val="00D22975"/>
    <w:rsid w:val="00D23245"/>
    <w:rsid w:val="00D232B5"/>
    <w:rsid w:val="00D2442B"/>
    <w:rsid w:val="00D245BB"/>
    <w:rsid w:val="00D24759"/>
    <w:rsid w:val="00D249B1"/>
    <w:rsid w:val="00D24B09"/>
    <w:rsid w:val="00D24DFA"/>
    <w:rsid w:val="00D251D9"/>
    <w:rsid w:val="00D256E3"/>
    <w:rsid w:val="00D257A4"/>
    <w:rsid w:val="00D25829"/>
    <w:rsid w:val="00D25BE3"/>
    <w:rsid w:val="00D268C6"/>
    <w:rsid w:val="00D26CB6"/>
    <w:rsid w:val="00D272A2"/>
    <w:rsid w:val="00D272A3"/>
    <w:rsid w:val="00D27BB9"/>
    <w:rsid w:val="00D30636"/>
    <w:rsid w:val="00D3071F"/>
    <w:rsid w:val="00D31503"/>
    <w:rsid w:val="00D3211A"/>
    <w:rsid w:val="00D32271"/>
    <w:rsid w:val="00D32314"/>
    <w:rsid w:val="00D32397"/>
    <w:rsid w:val="00D323B5"/>
    <w:rsid w:val="00D32485"/>
    <w:rsid w:val="00D325F1"/>
    <w:rsid w:val="00D32DC4"/>
    <w:rsid w:val="00D32F6D"/>
    <w:rsid w:val="00D33462"/>
    <w:rsid w:val="00D33541"/>
    <w:rsid w:val="00D3371C"/>
    <w:rsid w:val="00D33AAC"/>
    <w:rsid w:val="00D34B58"/>
    <w:rsid w:val="00D34C79"/>
    <w:rsid w:val="00D35015"/>
    <w:rsid w:val="00D35277"/>
    <w:rsid w:val="00D35A78"/>
    <w:rsid w:val="00D35C58"/>
    <w:rsid w:val="00D35D60"/>
    <w:rsid w:val="00D35DAB"/>
    <w:rsid w:val="00D36079"/>
    <w:rsid w:val="00D3625C"/>
    <w:rsid w:val="00D36720"/>
    <w:rsid w:val="00D36882"/>
    <w:rsid w:val="00D36A48"/>
    <w:rsid w:val="00D36AC3"/>
    <w:rsid w:val="00D36AE8"/>
    <w:rsid w:val="00D372DC"/>
    <w:rsid w:val="00D374D6"/>
    <w:rsid w:val="00D374E0"/>
    <w:rsid w:val="00D37811"/>
    <w:rsid w:val="00D37C15"/>
    <w:rsid w:val="00D37E07"/>
    <w:rsid w:val="00D40AFD"/>
    <w:rsid w:val="00D40E2C"/>
    <w:rsid w:val="00D411DF"/>
    <w:rsid w:val="00D412AE"/>
    <w:rsid w:val="00D4144F"/>
    <w:rsid w:val="00D41B5D"/>
    <w:rsid w:val="00D41E7D"/>
    <w:rsid w:val="00D42108"/>
    <w:rsid w:val="00D427D2"/>
    <w:rsid w:val="00D4291D"/>
    <w:rsid w:val="00D429D5"/>
    <w:rsid w:val="00D42F0F"/>
    <w:rsid w:val="00D43387"/>
    <w:rsid w:val="00D4355C"/>
    <w:rsid w:val="00D435F0"/>
    <w:rsid w:val="00D438AA"/>
    <w:rsid w:val="00D43D48"/>
    <w:rsid w:val="00D43F29"/>
    <w:rsid w:val="00D44976"/>
    <w:rsid w:val="00D44C73"/>
    <w:rsid w:val="00D44E86"/>
    <w:rsid w:val="00D459AD"/>
    <w:rsid w:val="00D45A7C"/>
    <w:rsid w:val="00D45AAC"/>
    <w:rsid w:val="00D45C9F"/>
    <w:rsid w:val="00D45E86"/>
    <w:rsid w:val="00D45F3C"/>
    <w:rsid w:val="00D462FB"/>
    <w:rsid w:val="00D46488"/>
    <w:rsid w:val="00D4697A"/>
    <w:rsid w:val="00D469C1"/>
    <w:rsid w:val="00D47063"/>
    <w:rsid w:val="00D470DC"/>
    <w:rsid w:val="00D471EE"/>
    <w:rsid w:val="00D472F8"/>
    <w:rsid w:val="00D475EA"/>
    <w:rsid w:val="00D47602"/>
    <w:rsid w:val="00D4765A"/>
    <w:rsid w:val="00D47731"/>
    <w:rsid w:val="00D4773F"/>
    <w:rsid w:val="00D477A2"/>
    <w:rsid w:val="00D47850"/>
    <w:rsid w:val="00D47A9E"/>
    <w:rsid w:val="00D47AC9"/>
    <w:rsid w:val="00D47EB8"/>
    <w:rsid w:val="00D503FC"/>
    <w:rsid w:val="00D508EA"/>
    <w:rsid w:val="00D50EAC"/>
    <w:rsid w:val="00D5116C"/>
    <w:rsid w:val="00D51383"/>
    <w:rsid w:val="00D513FF"/>
    <w:rsid w:val="00D51860"/>
    <w:rsid w:val="00D51946"/>
    <w:rsid w:val="00D52065"/>
    <w:rsid w:val="00D524A2"/>
    <w:rsid w:val="00D52960"/>
    <w:rsid w:val="00D52AA9"/>
    <w:rsid w:val="00D52B3F"/>
    <w:rsid w:val="00D530C1"/>
    <w:rsid w:val="00D5321B"/>
    <w:rsid w:val="00D5356B"/>
    <w:rsid w:val="00D53587"/>
    <w:rsid w:val="00D539C8"/>
    <w:rsid w:val="00D53A60"/>
    <w:rsid w:val="00D53F60"/>
    <w:rsid w:val="00D5448F"/>
    <w:rsid w:val="00D54C5B"/>
    <w:rsid w:val="00D551A6"/>
    <w:rsid w:val="00D55519"/>
    <w:rsid w:val="00D55973"/>
    <w:rsid w:val="00D563E0"/>
    <w:rsid w:val="00D56490"/>
    <w:rsid w:val="00D564D6"/>
    <w:rsid w:val="00D56661"/>
    <w:rsid w:val="00D56856"/>
    <w:rsid w:val="00D56C61"/>
    <w:rsid w:val="00D56CD0"/>
    <w:rsid w:val="00D56CEB"/>
    <w:rsid w:val="00D56E94"/>
    <w:rsid w:val="00D56EAF"/>
    <w:rsid w:val="00D5709B"/>
    <w:rsid w:val="00D579DE"/>
    <w:rsid w:val="00D608F2"/>
    <w:rsid w:val="00D60E48"/>
    <w:rsid w:val="00D60FBA"/>
    <w:rsid w:val="00D6147C"/>
    <w:rsid w:val="00D621CA"/>
    <w:rsid w:val="00D630A0"/>
    <w:rsid w:val="00D63CC4"/>
    <w:rsid w:val="00D63D11"/>
    <w:rsid w:val="00D63F0A"/>
    <w:rsid w:val="00D63FE4"/>
    <w:rsid w:val="00D640B2"/>
    <w:rsid w:val="00D6466A"/>
    <w:rsid w:val="00D646EA"/>
    <w:rsid w:val="00D64827"/>
    <w:rsid w:val="00D64960"/>
    <w:rsid w:val="00D64E04"/>
    <w:rsid w:val="00D653DB"/>
    <w:rsid w:val="00D6555A"/>
    <w:rsid w:val="00D656D7"/>
    <w:rsid w:val="00D6576D"/>
    <w:rsid w:val="00D657B6"/>
    <w:rsid w:val="00D66172"/>
    <w:rsid w:val="00D6624D"/>
    <w:rsid w:val="00D66A4D"/>
    <w:rsid w:val="00D66DA2"/>
    <w:rsid w:val="00D671FA"/>
    <w:rsid w:val="00D67435"/>
    <w:rsid w:val="00D67B61"/>
    <w:rsid w:val="00D67FC2"/>
    <w:rsid w:val="00D70166"/>
    <w:rsid w:val="00D70CCC"/>
    <w:rsid w:val="00D70D48"/>
    <w:rsid w:val="00D70DEA"/>
    <w:rsid w:val="00D71CC7"/>
    <w:rsid w:val="00D71E05"/>
    <w:rsid w:val="00D71EBD"/>
    <w:rsid w:val="00D725F1"/>
    <w:rsid w:val="00D72601"/>
    <w:rsid w:val="00D73053"/>
    <w:rsid w:val="00D73386"/>
    <w:rsid w:val="00D7350F"/>
    <w:rsid w:val="00D73931"/>
    <w:rsid w:val="00D73A71"/>
    <w:rsid w:val="00D740D3"/>
    <w:rsid w:val="00D7428D"/>
    <w:rsid w:val="00D74C42"/>
    <w:rsid w:val="00D74C57"/>
    <w:rsid w:val="00D7525A"/>
    <w:rsid w:val="00D754A0"/>
    <w:rsid w:val="00D75536"/>
    <w:rsid w:val="00D75A4C"/>
    <w:rsid w:val="00D75E4A"/>
    <w:rsid w:val="00D76041"/>
    <w:rsid w:val="00D76460"/>
    <w:rsid w:val="00D766AF"/>
    <w:rsid w:val="00D778B9"/>
    <w:rsid w:val="00D77B59"/>
    <w:rsid w:val="00D80284"/>
    <w:rsid w:val="00D803A5"/>
    <w:rsid w:val="00D8049F"/>
    <w:rsid w:val="00D8095F"/>
    <w:rsid w:val="00D80A82"/>
    <w:rsid w:val="00D80FAC"/>
    <w:rsid w:val="00D8104F"/>
    <w:rsid w:val="00D81154"/>
    <w:rsid w:val="00D8189A"/>
    <w:rsid w:val="00D82D70"/>
    <w:rsid w:val="00D83007"/>
    <w:rsid w:val="00D838E5"/>
    <w:rsid w:val="00D83CB6"/>
    <w:rsid w:val="00D83EEC"/>
    <w:rsid w:val="00D84544"/>
    <w:rsid w:val="00D8462B"/>
    <w:rsid w:val="00D8466C"/>
    <w:rsid w:val="00D84BB2"/>
    <w:rsid w:val="00D8548B"/>
    <w:rsid w:val="00D85A68"/>
    <w:rsid w:val="00D85D3E"/>
    <w:rsid w:val="00D85F2C"/>
    <w:rsid w:val="00D85F73"/>
    <w:rsid w:val="00D861BB"/>
    <w:rsid w:val="00D862E9"/>
    <w:rsid w:val="00D86992"/>
    <w:rsid w:val="00D86CC3"/>
    <w:rsid w:val="00D86F9F"/>
    <w:rsid w:val="00D87135"/>
    <w:rsid w:val="00D8750B"/>
    <w:rsid w:val="00D8757B"/>
    <w:rsid w:val="00D87646"/>
    <w:rsid w:val="00D876D2"/>
    <w:rsid w:val="00D8796E"/>
    <w:rsid w:val="00D879CB"/>
    <w:rsid w:val="00D87AB7"/>
    <w:rsid w:val="00D87C69"/>
    <w:rsid w:val="00D87FB0"/>
    <w:rsid w:val="00D90B05"/>
    <w:rsid w:val="00D90DF4"/>
    <w:rsid w:val="00D9236E"/>
    <w:rsid w:val="00D92765"/>
    <w:rsid w:val="00D92A81"/>
    <w:rsid w:val="00D92ABF"/>
    <w:rsid w:val="00D92DF0"/>
    <w:rsid w:val="00D93227"/>
    <w:rsid w:val="00D939FD"/>
    <w:rsid w:val="00D93B52"/>
    <w:rsid w:val="00D93C2D"/>
    <w:rsid w:val="00D94106"/>
    <w:rsid w:val="00D9438A"/>
    <w:rsid w:val="00D94482"/>
    <w:rsid w:val="00D9537F"/>
    <w:rsid w:val="00D95470"/>
    <w:rsid w:val="00D95746"/>
    <w:rsid w:val="00D95A5C"/>
    <w:rsid w:val="00D96765"/>
    <w:rsid w:val="00D96879"/>
    <w:rsid w:val="00D96B65"/>
    <w:rsid w:val="00D96EBF"/>
    <w:rsid w:val="00D971A0"/>
    <w:rsid w:val="00D97A43"/>
    <w:rsid w:val="00D97E0F"/>
    <w:rsid w:val="00DA03BA"/>
    <w:rsid w:val="00DA04B4"/>
    <w:rsid w:val="00DA04E1"/>
    <w:rsid w:val="00DA0C15"/>
    <w:rsid w:val="00DA1E72"/>
    <w:rsid w:val="00DA204D"/>
    <w:rsid w:val="00DA20A5"/>
    <w:rsid w:val="00DA2356"/>
    <w:rsid w:val="00DA2428"/>
    <w:rsid w:val="00DA250F"/>
    <w:rsid w:val="00DA2FD0"/>
    <w:rsid w:val="00DA3022"/>
    <w:rsid w:val="00DA3043"/>
    <w:rsid w:val="00DA389A"/>
    <w:rsid w:val="00DA3CAD"/>
    <w:rsid w:val="00DA3FF4"/>
    <w:rsid w:val="00DA4607"/>
    <w:rsid w:val="00DA4B81"/>
    <w:rsid w:val="00DA4C42"/>
    <w:rsid w:val="00DA4D89"/>
    <w:rsid w:val="00DA4E10"/>
    <w:rsid w:val="00DA4FC4"/>
    <w:rsid w:val="00DA5466"/>
    <w:rsid w:val="00DA5824"/>
    <w:rsid w:val="00DA5EEC"/>
    <w:rsid w:val="00DA602F"/>
    <w:rsid w:val="00DA6A4F"/>
    <w:rsid w:val="00DA6CAE"/>
    <w:rsid w:val="00DA738F"/>
    <w:rsid w:val="00DA75EE"/>
    <w:rsid w:val="00DA7B61"/>
    <w:rsid w:val="00DB00F6"/>
    <w:rsid w:val="00DB017B"/>
    <w:rsid w:val="00DB0653"/>
    <w:rsid w:val="00DB0C85"/>
    <w:rsid w:val="00DB0FD3"/>
    <w:rsid w:val="00DB12E3"/>
    <w:rsid w:val="00DB1351"/>
    <w:rsid w:val="00DB153A"/>
    <w:rsid w:val="00DB156F"/>
    <w:rsid w:val="00DB1691"/>
    <w:rsid w:val="00DB18D6"/>
    <w:rsid w:val="00DB28A9"/>
    <w:rsid w:val="00DB4082"/>
    <w:rsid w:val="00DB4146"/>
    <w:rsid w:val="00DB4294"/>
    <w:rsid w:val="00DB494E"/>
    <w:rsid w:val="00DB4DD2"/>
    <w:rsid w:val="00DB57A7"/>
    <w:rsid w:val="00DB580B"/>
    <w:rsid w:val="00DB5C84"/>
    <w:rsid w:val="00DB7341"/>
    <w:rsid w:val="00DB7CEC"/>
    <w:rsid w:val="00DC0BAB"/>
    <w:rsid w:val="00DC1CE2"/>
    <w:rsid w:val="00DC2A52"/>
    <w:rsid w:val="00DC32DD"/>
    <w:rsid w:val="00DC3B1B"/>
    <w:rsid w:val="00DC3B85"/>
    <w:rsid w:val="00DC4051"/>
    <w:rsid w:val="00DC4956"/>
    <w:rsid w:val="00DC4B53"/>
    <w:rsid w:val="00DC4D57"/>
    <w:rsid w:val="00DC4D62"/>
    <w:rsid w:val="00DC5056"/>
    <w:rsid w:val="00DC520A"/>
    <w:rsid w:val="00DC5290"/>
    <w:rsid w:val="00DC58EE"/>
    <w:rsid w:val="00DC5DC6"/>
    <w:rsid w:val="00DC6171"/>
    <w:rsid w:val="00DC67B6"/>
    <w:rsid w:val="00DC68D5"/>
    <w:rsid w:val="00DC6A32"/>
    <w:rsid w:val="00DC6B41"/>
    <w:rsid w:val="00DC6E2A"/>
    <w:rsid w:val="00DC758A"/>
    <w:rsid w:val="00DD0472"/>
    <w:rsid w:val="00DD0494"/>
    <w:rsid w:val="00DD0715"/>
    <w:rsid w:val="00DD182E"/>
    <w:rsid w:val="00DD1C34"/>
    <w:rsid w:val="00DD205F"/>
    <w:rsid w:val="00DD217F"/>
    <w:rsid w:val="00DD2594"/>
    <w:rsid w:val="00DD2954"/>
    <w:rsid w:val="00DD29ED"/>
    <w:rsid w:val="00DD2B65"/>
    <w:rsid w:val="00DD2C6D"/>
    <w:rsid w:val="00DD2F10"/>
    <w:rsid w:val="00DD32C3"/>
    <w:rsid w:val="00DD3317"/>
    <w:rsid w:val="00DD3375"/>
    <w:rsid w:val="00DD3689"/>
    <w:rsid w:val="00DD3709"/>
    <w:rsid w:val="00DD3954"/>
    <w:rsid w:val="00DD3C78"/>
    <w:rsid w:val="00DD3EE5"/>
    <w:rsid w:val="00DD4009"/>
    <w:rsid w:val="00DD45A4"/>
    <w:rsid w:val="00DD46D9"/>
    <w:rsid w:val="00DD4742"/>
    <w:rsid w:val="00DD4D36"/>
    <w:rsid w:val="00DD5002"/>
    <w:rsid w:val="00DD5BDB"/>
    <w:rsid w:val="00DD5E18"/>
    <w:rsid w:val="00DD5F0B"/>
    <w:rsid w:val="00DD6159"/>
    <w:rsid w:val="00DD61D7"/>
    <w:rsid w:val="00DD63A7"/>
    <w:rsid w:val="00DD65E1"/>
    <w:rsid w:val="00DD66AB"/>
    <w:rsid w:val="00DD68E7"/>
    <w:rsid w:val="00DD6B70"/>
    <w:rsid w:val="00DD6DE3"/>
    <w:rsid w:val="00DD74CE"/>
    <w:rsid w:val="00DD7E6F"/>
    <w:rsid w:val="00DE0040"/>
    <w:rsid w:val="00DE085A"/>
    <w:rsid w:val="00DE08B4"/>
    <w:rsid w:val="00DE0B31"/>
    <w:rsid w:val="00DE0E1C"/>
    <w:rsid w:val="00DE10B4"/>
    <w:rsid w:val="00DE14AE"/>
    <w:rsid w:val="00DE172B"/>
    <w:rsid w:val="00DE1780"/>
    <w:rsid w:val="00DE22DE"/>
    <w:rsid w:val="00DE28F0"/>
    <w:rsid w:val="00DE2F7B"/>
    <w:rsid w:val="00DE305D"/>
    <w:rsid w:val="00DE38EB"/>
    <w:rsid w:val="00DE3ABB"/>
    <w:rsid w:val="00DE3CB4"/>
    <w:rsid w:val="00DE3DF7"/>
    <w:rsid w:val="00DE3EEF"/>
    <w:rsid w:val="00DE4DE8"/>
    <w:rsid w:val="00DE5149"/>
    <w:rsid w:val="00DE56D7"/>
    <w:rsid w:val="00DE5973"/>
    <w:rsid w:val="00DE598F"/>
    <w:rsid w:val="00DE5B09"/>
    <w:rsid w:val="00DE5C99"/>
    <w:rsid w:val="00DE5CD4"/>
    <w:rsid w:val="00DE5CF4"/>
    <w:rsid w:val="00DE5E4F"/>
    <w:rsid w:val="00DE60A0"/>
    <w:rsid w:val="00DE60AB"/>
    <w:rsid w:val="00DE664E"/>
    <w:rsid w:val="00DE67CF"/>
    <w:rsid w:val="00DE68A6"/>
    <w:rsid w:val="00DE6BA4"/>
    <w:rsid w:val="00DE6C2E"/>
    <w:rsid w:val="00DE7083"/>
    <w:rsid w:val="00DE7369"/>
    <w:rsid w:val="00DE76AC"/>
    <w:rsid w:val="00DE77D2"/>
    <w:rsid w:val="00DE78FF"/>
    <w:rsid w:val="00DE7BDC"/>
    <w:rsid w:val="00DE7C27"/>
    <w:rsid w:val="00DF06A0"/>
    <w:rsid w:val="00DF09E8"/>
    <w:rsid w:val="00DF0A08"/>
    <w:rsid w:val="00DF12F0"/>
    <w:rsid w:val="00DF1AD9"/>
    <w:rsid w:val="00DF1CCF"/>
    <w:rsid w:val="00DF2095"/>
    <w:rsid w:val="00DF2312"/>
    <w:rsid w:val="00DF2AC4"/>
    <w:rsid w:val="00DF2D33"/>
    <w:rsid w:val="00DF30D6"/>
    <w:rsid w:val="00DF375A"/>
    <w:rsid w:val="00DF3A82"/>
    <w:rsid w:val="00DF3AD0"/>
    <w:rsid w:val="00DF3D75"/>
    <w:rsid w:val="00DF3F83"/>
    <w:rsid w:val="00DF4160"/>
    <w:rsid w:val="00DF4238"/>
    <w:rsid w:val="00DF4421"/>
    <w:rsid w:val="00DF44F6"/>
    <w:rsid w:val="00DF489C"/>
    <w:rsid w:val="00DF4BF8"/>
    <w:rsid w:val="00DF4D5C"/>
    <w:rsid w:val="00DF4DC4"/>
    <w:rsid w:val="00DF50B4"/>
    <w:rsid w:val="00DF55EA"/>
    <w:rsid w:val="00DF5AB1"/>
    <w:rsid w:val="00DF5AEA"/>
    <w:rsid w:val="00DF60DC"/>
    <w:rsid w:val="00DF614E"/>
    <w:rsid w:val="00DF65DC"/>
    <w:rsid w:val="00DF6BBC"/>
    <w:rsid w:val="00DF6C9D"/>
    <w:rsid w:val="00DF734E"/>
    <w:rsid w:val="00DF7495"/>
    <w:rsid w:val="00DF7CE0"/>
    <w:rsid w:val="00DF7E5E"/>
    <w:rsid w:val="00DF7EB7"/>
    <w:rsid w:val="00DF7F75"/>
    <w:rsid w:val="00E00278"/>
    <w:rsid w:val="00E0033F"/>
    <w:rsid w:val="00E006C7"/>
    <w:rsid w:val="00E00BC8"/>
    <w:rsid w:val="00E00FDB"/>
    <w:rsid w:val="00E01116"/>
    <w:rsid w:val="00E014FB"/>
    <w:rsid w:val="00E0193E"/>
    <w:rsid w:val="00E01B90"/>
    <w:rsid w:val="00E01C65"/>
    <w:rsid w:val="00E01DC2"/>
    <w:rsid w:val="00E024CF"/>
    <w:rsid w:val="00E02B79"/>
    <w:rsid w:val="00E02E34"/>
    <w:rsid w:val="00E032FD"/>
    <w:rsid w:val="00E03874"/>
    <w:rsid w:val="00E03A75"/>
    <w:rsid w:val="00E03B7E"/>
    <w:rsid w:val="00E04019"/>
    <w:rsid w:val="00E047B2"/>
    <w:rsid w:val="00E04F1A"/>
    <w:rsid w:val="00E05A7E"/>
    <w:rsid w:val="00E05D56"/>
    <w:rsid w:val="00E05FF1"/>
    <w:rsid w:val="00E06183"/>
    <w:rsid w:val="00E069D0"/>
    <w:rsid w:val="00E06F33"/>
    <w:rsid w:val="00E071E8"/>
    <w:rsid w:val="00E07362"/>
    <w:rsid w:val="00E0754F"/>
    <w:rsid w:val="00E101A9"/>
    <w:rsid w:val="00E10675"/>
    <w:rsid w:val="00E107A2"/>
    <w:rsid w:val="00E10842"/>
    <w:rsid w:val="00E1086B"/>
    <w:rsid w:val="00E10CC7"/>
    <w:rsid w:val="00E11172"/>
    <w:rsid w:val="00E116B2"/>
    <w:rsid w:val="00E116D7"/>
    <w:rsid w:val="00E11912"/>
    <w:rsid w:val="00E11926"/>
    <w:rsid w:val="00E11AA1"/>
    <w:rsid w:val="00E1251F"/>
    <w:rsid w:val="00E12EE9"/>
    <w:rsid w:val="00E138C4"/>
    <w:rsid w:val="00E13BCB"/>
    <w:rsid w:val="00E13D93"/>
    <w:rsid w:val="00E14072"/>
    <w:rsid w:val="00E1473F"/>
    <w:rsid w:val="00E14A06"/>
    <w:rsid w:val="00E14A22"/>
    <w:rsid w:val="00E14D22"/>
    <w:rsid w:val="00E1548A"/>
    <w:rsid w:val="00E15597"/>
    <w:rsid w:val="00E155F7"/>
    <w:rsid w:val="00E162D7"/>
    <w:rsid w:val="00E16733"/>
    <w:rsid w:val="00E1708C"/>
    <w:rsid w:val="00E170A8"/>
    <w:rsid w:val="00E17B62"/>
    <w:rsid w:val="00E17C1B"/>
    <w:rsid w:val="00E20033"/>
    <w:rsid w:val="00E20482"/>
    <w:rsid w:val="00E20908"/>
    <w:rsid w:val="00E20E85"/>
    <w:rsid w:val="00E214CC"/>
    <w:rsid w:val="00E21C99"/>
    <w:rsid w:val="00E224BE"/>
    <w:rsid w:val="00E22BD7"/>
    <w:rsid w:val="00E2303B"/>
    <w:rsid w:val="00E230C8"/>
    <w:rsid w:val="00E231E5"/>
    <w:rsid w:val="00E23470"/>
    <w:rsid w:val="00E238CD"/>
    <w:rsid w:val="00E23934"/>
    <w:rsid w:val="00E23AA0"/>
    <w:rsid w:val="00E23E6B"/>
    <w:rsid w:val="00E244F4"/>
    <w:rsid w:val="00E246DD"/>
    <w:rsid w:val="00E25220"/>
    <w:rsid w:val="00E25554"/>
    <w:rsid w:val="00E25AEA"/>
    <w:rsid w:val="00E25BCE"/>
    <w:rsid w:val="00E25BE6"/>
    <w:rsid w:val="00E25F72"/>
    <w:rsid w:val="00E263C3"/>
    <w:rsid w:val="00E26602"/>
    <w:rsid w:val="00E26ADD"/>
    <w:rsid w:val="00E26F75"/>
    <w:rsid w:val="00E273D1"/>
    <w:rsid w:val="00E27FB3"/>
    <w:rsid w:val="00E30109"/>
    <w:rsid w:val="00E31435"/>
    <w:rsid w:val="00E31618"/>
    <w:rsid w:val="00E316AA"/>
    <w:rsid w:val="00E316D1"/>
    <w:rsid w:val="00E3192D"/>
    <w:rsid w:val="00E31D44"/>
    <w:rsid w:val="00E32555"/>
    <w:rsid w:val="00E3292B"/>
    <w:rsid w:val="00E33249"/>
    <w:rsid w:val="00E3327C"/>
    <w:rsid w:val="00E33309"/>
    <w:rsid w:val="00E333E5"/>
    <w:rsid w:val="00E33543"/>
    <w:rsid w:val="00E335C3"/>
    <w:rsid w:val="00E33D4F"/>
    <w:rsid w:val="00E33FC8"/>
    <w:rsid w:val="00E34102"/>
    <w:rsid w:val="00E343B4"/>
    <w:rsid w:val="00E34754"/>
    <w:rsid w:val="00E34ED5"/>
    <w:rsid w:val="00E35239"/>
    <w:rsid w:val="00E35CEB"/>
    <w:rsid w:val="00E35F9D"/>
    <w:rsid w:val="00E360F7"/>
    <w:rsid w:val="00E3640E"/>
    <w:rsid w:val="00E36468"/>
    <w:rsid w:val="00E36E9E"/>
    <w:rsid w:val="00E37798"/>
    <w:rsid w:val="00E37883"/>
    <w:rsid w:val="00E37CBE"/>
    <w:rsid w:val="00E37F40"/>
    <w:rsid w:val="00E4017B"/>
    <w:rsid w:val="00E406AA"/>
    <w:rsid w:val="00E40961"/>
    <w:rsid w:val="00E40B13"/>
    <w:rsid w:val="00E40D47"/>
    <w:rsid w:val="00E40E4E"/>
    <w:rsid w:val="00E4109B"/>
    <w:rsid w:val="00E412D7"/>
    <w:rsid w:val="00E41589"/>
    <w:rsid w:val="00E41608"/>
    <w:rsid w:val="00E417F4"/>
    <w:rsid w:val="00E41864"/>
    <w:rsid w:val="00E41AAA"/>
    <w:rsid w:val="00E41B84"/>
    <w:rsid w:val="00E41CB5"/>
    <w:rsid w:val="00E4256D"/>
    <w:rsid w:val="00E42D7C"/>
    <w:rsid w:val="00E43166"/>
    <w:rsid w:val="00E43C0B"/>
    <w:rsid w:val="00E452A3"/>
    <w:rsid w:val="00E452D9"/>
    <w:rsid w:val="00E453EB"/>
    <w:rsid w:val="00E455D4"/>
    <w:rsid w:val="00E45B9C"/>
    <w:rsid w:val="00E4607B"/>
    <w:rsid w:val="00E463CB"/>
    <w:rsid w:val="00E466A2"/>
    <w:rsid w:val="00E4681B"/>
    <w:rsid w:val="00E46C58"/>
    <w:rsid w:val="00E46DB8"/>
    <w:rsid w:val="00E47697"/>
    <w:rsid w:val="00E47740"/>
    <w:rsid w:val="00E47E09"/>
    <w:rsid w:val="00E47EBE"/>
    <w:rsid w:val="00E47F13"/>
    <w:rsid w:val="00E5000C"/>
    <w:rsid w:val="00E504C4"/>
    <w:rsid w:val="00E50C4A"/>
    <w:rsid w:val="00E517F7"/>
    <w:rsid w:val="00E51C5B"/>
    <w:rsid w:val="00E52371"/>
    <w:rsid w:val="00E52510"/>
    <w:rsid w:val="00E52702"/>
    <w:rsid w:val="00E52735"/>
    <w:rsid w:val="00E5288B"/>
    <w:rsid w:val="00E52936"/>
    <w:rsid w:val="00E52A0E"/>
    <w:rsid w:val="00E52A7E"/>
    <w:rsid w:val="00E52C48"/>
    <w:rsid w:val="00E530CA"/>
    <w:rsid w:val="00E53BBF"/>
    <w:rsid w:val="00E5494D"/>
    <w:rsid w:val="00E55348"/>
    <w:rsid w:val="00E558CC"/>
    <w:rsid w:val="00E5598F"/>
    <w:rsid w:val="00E55AAD"/>
    <w:rsid w:val="00E5652D"/>
    <w:rsid w:val="00E566F9"/>
    <w:rsid w:val="00E56710"/>
    <w:rsid w:val="00E56A1A"/>
    <w:rsid w:val="00E56BA6"/>
    <w:rsid w:val="00E57187"/>
    <w:rsid w:val="00E57583"/>
    <w:rsid w:val="00E5795E"/>
    <w:rsid w:val="00E57DC6"/>
    <w:rsid w:val="00E57F09"/>
    <w:rsid w:val="00E60F1C"/>
    <w:rsid w:val="00E61A80"/>
    <w:rsid w:val="00E61BE0"/>
    <w:rsid w:val="00E6231B"/>
    <w:rsid w:val="00E6237F"/>
    <w:rsid w:val="00E62F00"/>
    <w:rsid w:val="00E62F96"/>
    <w:rsid w:val="00E636B2"/>
    <w:rsid w:val="00E64033"/>
    <w:rsid w:val="00E6406F"/>
    <w:rsid w:val="00E6417A"/>
    <w:rsid w:val="00E64293"/>
    <w:rsid w:val="00E64619"/>
    <w:rsid w:val="00E6463C"/>
    <w:rsid w:val="00E6476B"/>
    <w:rsid w:val="00E64B52"/>
    <w:rsid w:val="00E64C80"/>
    <w:rsid w:val="00E64E42"/>
    <w:rsid w:val="00E65A19"/>
    <w:rsid w:val="00E66074"/>
    <w:rsid w:val="00E66223"/>
    <w:rsid w:val="00E663A9"/>
    <w:rsid w:val="00E666D7"/>
    <w:rsid w:val="00E669FC"/>
    <w:rsid w:val="00E66B5B"/>
    <w:rsid w:val="00E66BB8"/>
    <w:rsid w:val="00E66F05"/>
    <w:rsid w:val="00E677E6"/>
    <w:rsid w:val="00E6783D"/>
    <w:rsid w:val="00E67E7E"/>
    <w:rsid w:val="00E67F8F"/>
    <w:rsid w:val="00E700B8"/>
    <w:rsid w:val="00E70247"/>
    <w:rsid w:val="00E70360"/>
    <w:rsid w:val="00E704B8"/>
    <w:rsid w:val="00E70D2C"/>
    <w:rsid w:val="00E70E34"/>
    <w:rsid w:val="00E70EFA"/>
    <w:rsid w:val="00E70FEC"/>
    <w:rsid w:val="00E715E4"/>
    <w:rsid w:val="00E71C9C"/>
    <w:rsid w:val="00E71EAB"/>
    <w:rsid w:val="00E71F0B"/>
    <w:rsid w:val="00E72157"/>
    <w:rsid w:val="00E721B4"/>
    <w:rsid w:val="00E7262E"/>
    <w:rsid w:val="00E72B4D"/>
    <w:rsid w:val="00E72BD4"/>
    <w:rsid w:val="00E72D05"/>
    <w:rsid w:val="00E7372A"/>
    <w:rsid w:val="00E737DE"/>
    <w:rsid w:val="00E73A71"/>
    <w:rsid w:val="00E73CBC"/>
    <w:rsid w:val="00E73E1D"/>
    <w:rsid w:val="00E7424E"/>
    <w:rsid w:val="00E74341"/>
    <w:rsid w:val="00E74D12"/>
    <w:rsid w:val="00E74F87"/>
    <w:rsid w:val="00E75283"/>
    <w:rsid w:val="00E75590"/>
    <w:rsid w:val="00E75B65"/>
    <w:rsid w:val="00E75DB3"/>
    <w:rsid w:val="00E75E77"/>
    <w:rsid w:val="00E75FE1"/>
    <w:rsid w:val="00E763F8"/>
    <w:rsid w:val="00E764F7"/>
    <w:rsid w:val="00E76615"/>
    <w:rsid w:val="00E7686F"/>
    <w:rsid w:val="00E76B6F"/>
    <w:rsid w:val="00E77300"/>
    <w:rsid w:val="00E80469"/>
    <w:rsid w:val="00E8086D"/>
    <w:rsid w:val="00E80906"/>
    <w:rsid w:val="00E80C63"/>
    <w:rsid w:val="00E81270"/>
    <w:rsid w:val="00E819B2"/>
    <w:rsid w:val="00E820ED"/>
    <w:rsid w:val="00E82369"/>
    <w:rsid w:val="00E82C31"/>
    <w:rsid w:val="00E82F02"/>
    <w:rsid w:val="00E830E4"/>
    <w:rsid w:val="00E83BFC"/>
    <w:rsid w:val="00E83C32"/>
    <w:rsid w:val="00E83C93"/>
    <w:rsid w:val="00E8441C"/>
    <w:rsid w:val="00E84B7D"/>
    <w:rsid w:val="00E84D58"/>
    <w:rsid w:val="00E85577"/>
    <w:rsid w:val="00E856F1"/>
    <w:rsid w:val="00E85989"/>
    <w:rsid w:val="00E85BD8"/>
    <w:rsid w:val="00E85E11"/>
    <w:rsid w:val="00E85F30"/>
    <w:rsid w:val="00E8617F"/>
    <w:rsid w:val="00E86280"/>
    <w:rsid w:val="00E86FC4"/>
    <w:rsid w:val="00E870BF"/>
    <w:rsid w:val="00E87731"/>
    <w:rsid w:val="00E9046B"/>
    <w:rsid w:val="00E90B0A"/>
    <w:rsid w:val="00E90B9D"/>
    <w:rsid w:val="00E91371"/>
    <w:rsid w:val="00E914B0"/>
    <w:rsid w:val="00E91701"/>
    <w:rsid w:val="00E91DB4"/>
    <w:rsid w:val="00E9216F"/>
    <w:rsid w:val="00E921A8"/>
    <w:rsid w:val="00E92360"/>
    <w:rsid w:val="00E928DA"/>
    <w:rsid w:val="00E92FB8"/>
    <w:rsid w:val="00E93510"/>
    <w:rsid w:val="00E93B79"/>
    <w:rsid w:val="00E93BFD"/>
    <w:rsid w:val="00E93EE6"/>
    <w:rsid w:val="00E94A7A"/>
    <w:rsid w:val="00E94DD2"/>
    <w:rsid w:val="00E952C1"/>
    <w:rsid w:val="00E95368"/>
    <w:rsid w:val="00E954C1"/>
    <w:rsid w:val="00E95961"/>
    <w:rsid w:val="00E95C0E"/>
    <w:rsid w:val="00E95E05"/>
    <w:rsid w:val="00E964D8"/>
    <w:rsid w:val="00E96541"/>
    <w:rsid w:val="00E9688F"/>
    <w:rsid w:val="00E96B8F"/>
    <w:rsid w:val="00E96BDC"/>
    <w:rsid w:val="00E96DF7"/>
    <w:rsid w:val="00E97A5D"/>
    <w:rsid w:val="00E97C9A"/>
    <w:rsid w:val="00EA0022"/>
    <w:rsid w:val="00EA045E"/>
    <w:rsid w:val="00EA04E2"/>
    <w:rsid w:val="00EA0941"/>
    <w:rsid w:val="00EA10DC"/>
    <w:rsid w:val="00EA1576"/>
    <w:rsid w:val="00EA1AC7"/>
    <w:rsid w:val="00EA2136"/>
    <w:rsid w:val="00EA277D"/>
    <w:rsid w:val="00EA27E5"/>
    <w:rsid w:val="00EA27F1"/>
    <w:rsid w:val="00EA3476"/>
    <w:rsid w:val="00EA39E4"/>
    <w:rsid w:val="00EA3EB8"/>
    <w:rsid w:val="00EA44FB"/>
    <w:rsid w:val="00EA483D"/>
    <w:rsid w:val="00EA4BA1"/>
    <w:rsid w:val="00EA4FB6"/>
    <w:rsid w:val="00EA506C"/>
    <w:rsid w:val="00EA51A1"/>
    <w:rsid w:val="00EA577D"/>
    <w:rsid w:val="00EA57AA"/>
    <w:rsid w:val="00EA57C2"/>
    <w:rsid w:val="00EA5B8A"/>
    <w:rsid w:val="00EA67EB"/>
    <w:rsid w:val="00EA70FB"/>
    <w:rsid w:val="00EA7510"/>
    <w:rsid w:val="00EA7F7D"/>
    <w:rsid w:val="00EB065E"/>
    <w:rsid w:val="00EB06DC"/>
    <w:rsid w:val="00EB1281"/>
    <w:rsid w:val="00EB1484"/>
    <w:rsid w:val="00EB148C"/>
    <w:rsid w:val="00EB1D93"/>
    <w:rsid w:val="00EB1F00"/>
    <w:rsid w:val="00EB1F16"/>
    <w:rsid w:val="00EB20ED"/>
    <w:rsid w:val="00EB23DA"/>
    <w:rsid w:val="00EB26A6"/>
    <w:rsid w:val="00EB26A8"/>
    <w:rsid w:val="00EB27E4"/>
    <w:rsid w:val="00EB2EFA"/>
    <w:rsid w:val="00EB3107"/>
    <w:rsid w:val="00EB361D"/>
    <w:rsid w:val="00EB41D8"/>
    <w:rsid w:val="00EB43B0"/>
    <w:rsid w:val="00EB448A"/>
    <w:rsid w:val="00EB4630"/>
    <w:rsid w:val="00EB5541"/>
    <w:rsid w:val="00EB56B9"/>
    <w:rsid w:val="00EB58DA"/>
    <w:rsid w:val="00EB6006"/>
    <w:rsid w:val="00EB63BC"/>
    <w:rsid w:val="00EB6A09"/>
    <w:rsid w:val="00EB6AE9"/>
    <w:rsid w:val="00EB6B5F"/>
    <w:rsid w:val="00EB7880"/>
    <w:rsid w:val="00EB78A8"/>
    <w:rsid w:val="00EB797B"/>
    <w:rsid w:val="00EB7B22"/>
    <w:rsid w:val="00EB7BD3"/>
    <w:rsid w:val="00EB7D5A"/>
    <w:rsid w:val="00EB7FE6"/>
    <w:rsid w:val="00EC0572"/>
    <w:rsid w:val="00EC0A7F"/>
    <w:rsid w:val="00EC0E99"/>
    <w:rsid w:val="00EC1125"/>
    <w:rsid w:val="00EC11F6"/>
    <w:rsid w:val="00EC1614"/>
    <w:rsid w:val="00EC1720"/>
    <w:rsid w:val="00EC1BFE"/>
    <w:rsid w:val="00EC29E2"/>
    <w:rsid w:val="00EC2AE4"/>
    <w:rsid w:val="00EC2C26"/>
    <w:rsid w:val="00EC2CA4"/>
    <w:rsid w:val="00EC2E85"/>
    <w:rsid w:val="00EC3B7E"/>
    <w:rsid w:val="00EC3D3F"/>
    <w:rsid w:val="00EC40B9"/>
    <w:rsid w:val="00EC4AFA"/>
    <w:rsid w:val="00EC4CC9"/>
    <w:rsid w:val="00EC4CEF"/>
    <w:rsid w:val="00EC5527"/>
    <w:rsid w:val="00EC5750"/>
    <w:rsid w:val="00EC5F46"/>
    <w:rsid w:val="00EC641C"/>
    <w:rsid w:val="00EC64B4"/>
    <w:rsid w:val="00EC6858"/>
    <w:rsid w:val="00EC6BA8"/>
    <w:rsid w:val="00EC70F2"/>
    <w:rsid w:val="00EC710B"/>
    <w:rsid w:val="00EC7729"/>
    <w:rsid w:val="00EC7A0E"/>
    <w:rsid w:val="00EC7B8B"/>
    <w:rsid w:val="00EC7D62"/>
    <w:rsid w:val="00ED010B"/>
    <w:rsid w:val="00ED12BD"/>
    <w:rsid w:val="00ED1A61"/>
    <w:rsid w:val="00ED1EA8"/>
    <w:rsid w:val="00ED2E37"/>
    <w:rsid w:val="00ED2E67"/>
    <w:rsid w:val="00ED31D3"/>
    <w:rsid w:val="00ED327B"/>
    <w:rsid w:val="00ED360A"/>
    <w:rsid w:val="00ED3B1A"/>
    <w:rsid w:val="00ED3B53"/>
    <w:rsid w:val="00ED3EA8"/>
    <w:rsid w:val="00ED42B2"/>
    <w:rsid w:val="00ED4378"/>
    <w:rsid w:val="00ED44F2"/>
    <w:rsid w:val="00ED519C"/>
    <w:rsid w:val="00ED5310"/>
    <w:rsid w:val="00ED5507"/>
    <w:rsid w:val="00ED5B4C"/>
    <w:rsid w:val="00ED5C29"/>
    <w:rsid w:val="00ED5CB7"/>
    <w:rsid w:val="00ED652E"/>
    <w:rsid w:val="00ED69ED"/>
    <w:rsid w:val="00ED6BBC"/>
    <w:rsid w:val="00ED6F1D"/>
    <w:rsid w:val="00ED6FC3"/>
    <w:rsid w:val="00ED71FD"/>
    <w:rsid w:val="00EE0762"/>
    <w:rsid w:val="00EE08D4"/>
    <w:rsid w:val="00EE0934"/>
    <w:rsid w:val="00EE115C"/>
    <w:rsid w:val="00EE12F5"/>
    <w:rsid w:val="00EE1421"/>
    <w:rsid w:val="00EE29F5"/>
    <w:rsid w:val="00EE2F52"/>
    <w:rsid w:val="00EE3375"/>
    <w:rsid w:val="00EE3CD3"/>
    <w:rsid w:val="00EE4108"/>
    <w:rsid w:val="00EE41E8"/>
    <w:rsid w:val="00EE42D4"/>
    <w:rsid w:val="00EE53E5"/>
    <w:rsid w:val="00EE579C"/>
    <w:rsid w:val="00EE58FB"/>
    <w:rsid w:val="00EE5983"/>
    <w:rsid w:val="00EE5E51"/>
    <w:rsid w:val="00EE5F5C"/>
    <w:rsid w:val="00EE63FE"/>
    <w:rsid w:val="00EE667F"/>
    <w:rsid w:val="00EE67B9"/>
    <w:rsid w:val="00EE6878"/>
    <w:rsid w:val="00EE6CA6"/>
    <w:rsid w:val="00EE7136"/>
    <w:rsid w:val="00EE7269"/>
    <w:rsid w:val="00EE7681"/>
    <w:rsid w:val="00EE7F04"/>
    <w:rsid w:val="00EF0B05"/>
    <w:rsid w:val="00EF0F6E"/>
    <w:rsid w:val="00EF11C2"/>
    <w:rsid w:val="00EF13C4"/>
    <w:rsid w:val="00EF15BD"/>
    <w:rsid w:val="00EF16B6"/>
    <w:rsid w:val="00EF1ECB"/>
    <w:rsid w:val="00EF1F63"/>
    <w:rsid w:val="00EF1FC3"/>
    <w:rsid w:val="00EF1FE4"/>
    <w:rsid w:val="00EF2044"/>
    <w:rsid w:val="00EF2221"/>
    <w:rsid w:val="00EF256C"/>
    <w:rsid w:val="00EF2622"/>
    <w:rsid w:val="00EF2736"/>
    <w:rsid w:val="00EF3D25"/>
    <w:rsid w:val="00EF488B"/>
    <w:rsid w:val="00EF4BF6"/>
    <w:rsid w:val="00EF5079"/>
    <w:rsid w:val="00EF5B93"/>
    <w:rsid w:val="00EF5C87"/>
    <w:rsid w:val="00EF61E0"/>
    <w:rsid w:val="00EF63C4"/>
    <w:rsid w:val="00EF7094"/>
    <w:rsid w:val="00EF72EF"/>
    <w:rsid w:val="00EF79E5"/>
    <w:rsid w:val="00F0027E"/>
    <w:rsid w:val="00F004FA"/>
    <w:rsid w:val="00F012CB"/>
    <w:rsid w:val="00F01354"/>
    <w:rsid w:val="00F019CD"/>
    <w:rsid w:val="00F01AE1"/>
    <w:rsid w:val="00F01F26"/>
    <w:rsid w:val="00F02029"/>
    <w:rsid w:val="00F02593"/>
    <w:rsid w:val="00F02629"/>
    <w:rsid w:val="00F0288E"/>
    <w:rsid w:val="00F028EF"/>
    <w:rsid w:val="00F03278"/>
    <w:rsid w:val="00F0349A"/>
    <w:rsid w:val="00F03720"/>
    <w:rsid w:val="00F03D00"/>
    <w:rsid w:val="00F04182"/>
    <w:rsid w:val="00F045F0"/>
    <w:rsid w:val="00F04715"/>
    <w:rsid w:val="00F049F3"/>
    <w:rsid w:val="00F04D12"/>
    <w:rsid w:val="00F04DB3"/>
    <w:rsid w:val="00F04FBF"/>
    <w:rsid w:val="00F058FB"/>
    <w:rsid w:val="00F058FF"/>
    <w:rsid w:val="00F05A9D"/>
    <w:rsid w:val="00F06511"/>
    <w:rsid w:val="00F071C4"/>
    <w:rsid w:val="00F071F4"/>
    <w:rsid w:val="00F0794B"/>
    <w:rsid w:val="00F07A87"/>
    <w:rsid w:val="00F07EB3"/>
    <w:rsid w:val="00F07FDD"/>
    <w:rsid w:val="00F10023"/>
    <w:rsid w:val="00F10E76"/>
    <w:rsid w:val="00F10F16"/>
    <w:rsid w:val="00F11093"/>
    <w:rsid w:val="00F113FB"/>
    <w:rsid w:val="00F11785"/>
    <w:rsid w:val="00F11816"/>
    <w:rsid w:val="00F11DFB"/>
    <w:rsid w:val="00F1219B"/>
    <w:rsid w:val="00F124D6"/>
    <w:rsid w:val="00F124F3"/>
    <w:rsid w:val="00F124F4"/>
    <w:rsid w:val="00F12BD1"/>
    <w:rsid w:val="00F131C5"/>
    <w:rsid w:val="00F1355F"/>
    <w:rsid w:val="00F1375E"/>
    <w:rsid w:val="00F13E2D"/>
    <w:rsid w:val="00F14C92"/>
    <w:rsid w:val="00F15A1F"/>
    <w:rsid w:val="00F16045"/>
    <w:rsid w:val="00F164CB"/>
    <w:rsid w:val="00F1655E"/>
    <w:rsid w:val="00F16981"/>
    <w:rsid w:val="00F169EC"/>
    <w:rsid w:val="00F16B8E"/>
    <w:rsid w:val="00F16C17"/>
    <w:rsid w:val="00F16D28"/>
    <w:rsid w:val="00F16D4B"/>
    <w:rsid w:val="00F17389"/>
    <w:rsid w:val="00F173C1"/>
    <w:rsid w:val="00F1776C"/>
    <w:rsid w:val="00F2039F"/>
    <w:rsid w:val="00F2045E"/>
    <w:rsid w:val="00F204F0"/>
    <w:rsid w:val="00F20AF7"/>
    <w:rsid w:val="00F21987"/>
    <w:rsid w:val="00F22328"/>
    <w:rsid w:val="00F224A0"/>
    <w:rsid w:val="00F237F9"/>
    <w:rsid w:val="00F23E58"/>
    <w:rsid w:val="00F24279"/>
    <w:rsid w:val="00F244C7"/>
    <w:rsid w:val="00F25ACA"/>
    <w:rsid w:val="00F25B9B"/>
    <w:rsid w:val="00F25CA5"/>
    <w:rsid w:val="00F2679B"/>
    <w:rsid w:val="00F26D3D"/>
    <w:rsid w:val="00F26E14"/>
    <w:rsid w:val="00F26E1B"/>
    <w:rsid w:val="00F26F12"/>
    <w:rsid w:val="00F270E6"/>
    <w:rsid w:val="00F276D4"/>
    <w:rsid w:val="00F30707"/>
    <w:rsid w:val="00F307B8"/>
    <w:rsid w:val="00F30A16"/>
    <w:rsid w:val="00F30BDC"/>
    <w:rsid w:val="00F30C35"/>
    <w:rsid w:val="00F3112C"/>
    <w:rsid w:val="00F31182"/>
    <w:rsid w:val="00F314DF"/>
    <w:rsid w:val="00F316B4"/>
    <w:rsid w:val="00F31AD2"/>
    <w:rsid w:val="00F31C8F"/>
    <w:rsid w:val="00F31ECA"/>
    <w:rsid w:val="00F32BCF"/>
    <w:rsid w:val="00F33138"/>
    <w:rsid w:val="00F333E6"/>
    <w:rsid w:val="00F33A36"/>
    <w:rsid w:val="00F33D87"/>
    <w:rsid w:val="00F34043"/>
    <w:rsid w:val="00F341C5"/>
    <w:rsid w:val="00F343B9"/>
    <w:rsid w:val="00F34407"/>
    <w:rsid w:val="00F34A1B"/>
    <w:rsid w:val="00F34F88"/>
    <w:rsid w:val="00F35058"/>
    <w:rsid w:val="00F356CD"/>
    <w:rsid w:val="00F35894"/>
    <w:rsid w:val="00F35C75"/>
    <w:rsid w:val="00F3675D"/>
    <w:rsid w:val="00F36A91"/>
    <w:rsid w:val="00F3726C"/>
    <w:rsid w:val="00F37712"/>
    <w:rsid w:val="00F37B4F"/>
    <w:rsid w:val="00F40193"/>
    <w:rsid w:val="00F40279"/>
    <w:rsid w:val="00F405D8"/>
    <w:rsid w:val="00F4061B"/>
    <w:rsid w:val="00F40E68"/>
    <w:rsid w:val="00F41221"/>
    <w:rsid w:val="00F412B3"/>
    <w:rsid w:val="00F418B4"/>
    <w:rsid w:val="00F41FEB"/>
    <w:rsid w:val="00F42280"/>
    <w:rsid w:val="00F42861"/>
    <w:rsid w:val="00F42998"/>
    <w:rsid w:val="00F42B88"/>
    <w:rsid w:val="00F4314A"/>
    <w:rsid w:val="00F4324C"/>
    <w:rsid w:val="00F43443"/>
    <w:rsid w:val="00F444D7"/>
    <w:rsid w:val="00F44895"/>
    <w:rsid w:val="00F44BA9"/>
    <w:rsid w:val="00F44C0E"/>
    <w:rsid w:val="00F45239"/>
    <w:rsid w:val="00F45358"/>
    <w:rsid w:val="00F45546"/>
    <w:rsid w:val="00F45A95"/>
    <w:rsid w:val="00F45F1A"/>
    <w:rsid w:val="00F46889"/>
    <w:rsid w:val="00F476EE"/>
    <w:rsid w:val="00F50792"/>
    <w:rsid w:val="00F518BD"/>
    <w:rsid w:val="00F51DB1"/>
    <w:rsid w:val="00F527AD"/>
    <w:rsid w:val="00F53047"/>
    <w:rsid w:val="00F5318B"/>
    <w:rsid w:val="00F53721"/>
    <w:rsid w:val="00F53825"/>
    <w:rsid w:val="00F538AA"/>
    <w:rsid w:val="00F53A37"/>
    <w:rsid w:val="00F53F3A"/>
    <w:rsid w:val="00F53F61"/>
    <w:rsid w:val="00F54987"/>
    <w:rsid w:val="00F550C6"/>
    <w:rsid w:val="00F55177"/>
    <w:rsid w:val="00F557FC"/>
    <w:rsid w:val="00F55AF8"/>
    <w:rsid w:val="00F55BA8"/>
    <w:rsid w:val="00F55C0C"/>
    <w:rsid w:val="00F56156"/>
    <w:rsid w:val="00F564C7"/>
    <w:rsid w:val="00F56DBA"/>
    <w:rsid w:val="00F5753B"/>
    <w:rsid w:val="00F5780B"/>
    <w:rsid w:val="00F57B0A"/>
    <w:rsid w:val="00F6007E"/>
    <w:rsid w:val="00F60248"/>
    <w:rsid w:val="00F608CB"/>
    <w:rsid w:val="00F60E0D"/>
    <w:rsid w:val="00F612A4"/>
    <w:rsid w:val="00F61789"/>
    <w:rsid w:val="00F628DE"/>
    <w:rsid w:val="00F62FE5"/>
    <w:rsid w:val="00F6308A"/>
    <w:rsid w:val="00F633BC"/>
    <w:rsid w:val="00F6351C"/>
    <w:rsid w:val="00F6372A"/>
    <w:rsid w:val="00F63766"/>
    <w:rsid w:val="00F63772"/>
    <w:rsid w:val="00F64628"/>
    <w:rsid w:val="00F64B9B"/>
    <w:rsid w:val="00F64DC0"/>
    <w:rsid w:val="00F64FA3"/>
    <w:rsid w:val="00F6565A"/>
    <w:rsid w:val="00F66923"/>
    <w:rsid w:val="00F66ACF"/>
    <w:rsid w:val="00F66E9E"/>
    <w:rsid w:val="00F6726F"/>
    <w:rsid w:val="00F67744"/>
    <w:rsid w:val="00F67915"/>
    <w:rsid w:val="00F67964"/>
    <w:rsid w:val="00F67D35"/>
    <w:rsid w:val="00F67ED2"/>
    <w:rsid w:val="00F67F9D"/>
    <w:rsid w:val="00F70011"/>
    <w:rsid w:val="00F705C2"/>
    <w:rsid w:val="00F7066C"/>
    <w:rsid w:val="00F70809"/>
    <w:rsid w:val="00F7099C"/>
    <w:rsid w:val="00F70D37"/>
    <w:rsid w:val="00F71153"/>
    <w:rsid w:val="00F72951"/>
    <w:rsid w:val="00F72EFE"/>
    <w:rsid w:val="00F7315E"/>
    <w:rsid w:val="00F732EB"/>
    <w:rsid w:val="00F735E6"/>
    <w:rsid w:val="00F73709"/>
    <w:rsid w:val="00F74848"/>
    <w:rsid w:val="00F75186"/>
    <w:rsid w:val="00F7523C"/>
    <w:rsid w:val="00F7541C"/>
    <w:rsid w:val="00F76052"/>
    <w:rsid w:val="00F7625A"/>
    <w:rsid w:val="00F76467"/>
    <w:rsid w:val="00F76768"/>
    <w:rsid w:val="00F76C03"/>
    <w:rsid w:val="00F77154"/>
    <w:rsid w:val="00F772C6"/>
    <w:rsid w:val="00F77B02"/>
    <w:rsid w:val="00F77F13"/>
    <w:rsid w:val="00F80490"/>
    <w:rsid w:val="00F80738"/>
    <w:rsid w:val="00F8095A"/>
    <w:rsid w:val="00F80B53"/>
    <w:rsid w:val="00F80C86"/>
    <w:rsid w:val="00F80E8A"/>
    <w:rsid w:val="00F813AD"/>
    <w:rsid w:val="00F81760"/>
    <w:rsid w:val="00F81873"/>
    <w:rsid w:val="00F81C92"/>
    <w:rsid w:val="00F81F08"/>
    <w:rsid w:val="00F825F9"/>
    <w:rsid w:val="00F82EC3"/>
    <w:rsid w:val="00F834D2"/>
    <w:rsid w:val="00F83ED4"/>
    <w:rsid w:val="00F840F0"/>
    <w:rsid w:val="00F846C5"/>
    <w:rsid w:val="00F8533A"/>
    <w:rsid w:val="00F8551B"/>
    <w:rsid w:val="00F85810"/>
    <w:rsid w:val="00F859AE"/>
    <w:rsid w:val="00F85AD2"/>
    <w:rsid w:val="00F85C5F"/>
    <w:rsid w:val="00F85CFD"/>
    <w:rsid w:val="00F85D63"/>
    <w:rsid w:val="00F862C3"/>
    <w:rsid w:val="00F865E6"/>
    <w:rsid w:val="00F87183"/>
    <w:rsid w:val="00F8749D"/>
    <w:rsid w:val="00F875FB"/>
    <w:rsid w:val="00F87695"/>
    <w:rsid w:val="00F876C6"/>
    <w:rsid w:val="00F900BD"/>
    <w:rsid w:val="00F9046C"/>
    <w:rsid w:val="00F91004"/>
    <w:rsid w:val="00F9124E"/>
    <w:rsid w:val="00F91571"/>
    <w:rsid w:val="00F916A6"/>
    <w:rsid w:val="00F91904"/>
    <w:rsid w:val="00F91A34"/>
    <w:rsid w:val="00F92097"/>
    <w:rsid w:val="00F9212F"/>
    <w:rsid w:val="00F92B05"/>
    <w:rsid w:val="00F92B80"/>
    <w:rsid w:val="00F92E2C"/>
    <w:rsid w:val="00F92E31"/>
    <w:rsid w:val="00F9371C"/>
    <w:rsid w:val="00F939EA"/>
    <w:rsid w:val="00F93BD3"/>
    <w:rsid w:val="00F93BF8"/>
    <w:rsid w:val="00F93CF8"/>
    <w:rsid w:val="00F93D26"/>
    <w:rsid w:val="00F940D0"/>
    <w:rsid w:val="00F9412B"/>
    <w:rsid w:val="00F94365"/>
    <w:rsid w:val="00F946DC"/>
    <w:rsid w:val="00F94A86"/>
    <w:rsid w:val="00F95B0B"/>
    <w:rsid w:val="00F95E40"/>
    <w:rsid w:val="00F96196"/>
    <w:rsid w:val="00F961B5"/>
    <w:rsid w:val="00F96736"/>
    <w:rsid w:val="00F9675F"/>
    <w:rsid w:val="00F96B38"/>
    <w:rsid w:val="00F96C70"/>
    <w:rsid w:val="00F96DCC"/>
    <w:rsid w:val="00F97035"/>
    <w:rsid w:val="00F97543"/>
    <w:rsid w:val="00F975B3"/>
    <w:rsid w:val="00F97B32"/>
    <w:rsid w:val="00FA09DF"/>
    <w:rsid w:val="00FA0B88"/>
    <w:rsid w:val="00FA0BB8"/>
    <w:rsid w:val="00FA1183"/>
    <w:rsid w:val="00FA1AAB"/>
    <w:rsid w:val="00FA2CCD"/>
    <w:rsid w:val="00FA2DD5"/>
    <w:rsid w:val="00FA2FAE"/>
    <w:rsid w:val="00FA3096"/>
    <w:rsid w:val="00FA3C86"/>
    <w:rsid w:val="00FA46F7"/>
    <w:rsid w:val="00FA4A2D"/>
    <w:rsid w:val="00FA4B98"/>
    <w:rsid w:val="00FA4F6E"/>
    <w:rsid w:val="00FA54FC"/>
    <w:rsid w:val="00FA5D84"/>
    <w:rsid w:val="00FA5E6E"/>
    <w:rsid w:val="00FA6361"/>
    <w:rsid w:val="00FA643F"/>
    <w:rsid w:val="00FA675D"/>
    <w:rsid w:val="00FA6A63"/>
    <w:rsid w:val="00FA7431"/>
    <w:rsid w:val="00FA7459"/>
    <w:rsid w:val="00FA7485"/>
    <w:rsid w:val="00FA78B1"/>
    <w:rsid w:val="00FB0693"/>
    <w:rsid w:val="00FB0C93"/>
    <w:rsid w:val="00FB0D74"/>
    <w:rsid w:val="00FB16C7"/>
    <w:rsid w:val="00FB17DF"/>
    <w:rsid w:val="00FB1C9C"/>
    <w:rsid w:val="00FB1E85"/>
    <w:rsid w:val="00FB220A"/>
    <w:rsid w:val="00FB26A4"/>
    <w:rsid w:val="00FB2931"/>
    <w:rsid w:val="00FB2AD8"/>
    <w:rsid w:val="00FB2CC8"/>
    <w:rsid w:val="00FB3BE8"/>
    <w:rsid w:val="00FB4013"/>
    <w:rsid w:val="00FB4152"/>
    <w:rsid w:val="00FB44DE"/>
    <w:rsid w:val="00FB4667"/>
    <w:rsid w:val="00FB4775"/>
    <w:rsid w:val="00FB480F"/>
    <w:rsid w:val="00FB4A5E"/>
    <w:rsid w:val="00FB4C57"/>
    <w:rsid w:val="00FB53FA"/>
    <w:rsid w:val="00FB5AE1"/>
    <w:rsid w:val="00FB5CBE"/>
    <w:rsid w:val="00FB6347"/>
    <w:rsid w:val="00FB63EE"/>
    <w:rsid w:val="00FB655F"/>
    <w:rsid w:val="00FB6E6C"/>
    <w:rsid w:val="00FB7188"/>
    <w:rsid w:val="00FB74D6"/>
    <w:rsid w:val="00FC05A9"/>
    <w:rsid w:val="00FC05B5"/>
    <w:rsid w:val="00FC072C"/>
    <w:rsid w:val="00FC1B88"/>
    <w:rsid w:val="00FC1DE1"/>
    <w:rsid w:val="00FC2365"/>
    <w:rsid w:val="00FC2508"/>
    <w:rsid w:val="00FC283B"/>
    <w:rsid w:val="00FC2ACB"/>
    <w:rsid w:val="00FC2E11"/>
    <w:rsid w:val="00FC2E57"/>
    <w:rsid w:val="00FC3019"/>
    <w:rsid w:val="00FC3266"/>
    <w:rsid w:val="00FC3444"/>
    <w:rsid w:val="00FC35D9"/>
    <w:rsid w:val="00FC3759"/>
    <w:rsid w:val="00FC3C67"/>
    <w:rsid w:val="00FC447B"/>
    <w:rsid w:val="00FC4547"/>
    <w:rsid w:val="00FC5015"/>
    <w:rsid w:val="00FC57F5"/>
    <w:rsid w:val="00FC58A8"/>
    <w:rsid w:val="00FC6213"/>
    <w:rsid w:val="00FC6821"/>
    <w:rsid w:val="00FC68C5"/>
    <w:rsid w:val="00FC6981"/>
    <w:rsid w:val="00FC781E"/>
    <w:rsid w:val="00FC79A0"/>
    <w:rsid w:val="00FD0044"/>
    <w:rsid w:val="00FD0075"/>
    <w:rsid w:val="00FD04F6"/>
    <w:rsid w:val="00FD06BF"/>
    <w:rsid w:val="00FD200C"/>
    <w:rsid w:val="00FD2346"/>
    <w:rsid w:val="00FD2477"/>
    <w:rsid w:val="00FD2721"/>
    <w:rsid w:val="00FD2E5C"/>
    <w:rsid w:val="00FD2F3D"/>
    <w:rsid w:val="00FD31D5"/>
    <w:rsid w:val="00FD325F"/>
    <w:rsid w:val="00FD33A7"/>
    <w:rsid w:val="00FD3B30"/>
    <w:rsid w:val="00FD48FF"/>
    <w:rsid w:val="00FD4FF5"/>
    <w:rsid w:val="00FD5509"/>
    <w:rsid w:val="00FD565C"/>
    <w:rsid w:val="00FD5A40"/>
    <w:rsid w:val="00FD5A6E"/>
    <w:rsid w:val="00FD6849"/>
    <w:rsid w:val="00FD69BF"/>
    <w:rsid w:val="00FD6A6D"/>
    <w:rsid w:val="00FD76D2"/>
    <w:rsid w:val="00FD7744"/>
    <w:rsid w:val="00FD7C7B"/>
    <w:rsid w:val="00FE008A"/>
    <w:rsid w:val="00FE00E1"/>
    <w:rsid w:val="00FE018F"/>
    <w:rsid w:val="00FE04BE"/>
    <w:rsid w:val="00FE0A2C"/>
    <w:rsid w:val="00FE0A3E"/>
    <w:rsid w:val="00FE122F"/>
    <w:rsid w:val="00FE1385"/>
    <w:rsid w:val="00FE1952"/>
    <w:rsid w:val="00FE19CB"/>
    <w:rsid w:val="00FE25FB"/>
    <w:rsid w:val="00FE26A8"/>
    <w:rsid w:val="00FE2CCB"/>
    <w:rsid w:val="00FE2D21"/>
    <w:rsid w:val="00FE328A"/>
    <w:rsid w:val="00FE34CC"/>
    <w:rsid w:val="00FE38B8"/>
    <w:rsid w:val="00FE3A54"/>
    <w:rsid w:val="00FE3F0D"/>
    <w:rsid w:val="00FE4165"/>
    <w:rsid w:val="00FE49CB"/>
    <w:rsid w:val="00FE5501"/>
    <w:rsid w:val="00FE5601"/>
    <w:rsid w:val="00FE5A8D"/>
    <w:rsid w:val="00FE5CAF"/>
    <w:rsid w:val="00FE5DFD"/>
    <w:rsid w:val="00FE62E1"/>
    <w:rsid w:val="00FE67DA"/>
    <w:rsid w:val="00FE6811"/>
    <w:rsid w:val="00FE6BF6"/>
    <w:rsid w:val="00FE6C0E"/>
    <w:rsid w:val="00FE6E0B"/>
    <w:rsid w:val="00FE70B3"/>
    <w:rsid w:val="00FE7250"/>
    <w:rsid w:val="00FE73FD"/>
    <w:rsid w:val="00FE744B"/>
    <w:rsid w:val="00FE7A0D"/>
    <w:rsid w:val="00FE7B69"/>
    <w:rsid w:val="00FE7D77"/>
    <w:rsid w:val="00FF030C"/>
    <w:rsid w:val="00FF0539"/>
    <w:rsid w:val="00FF0966"/>
    <w:rsid w:val="00FF09D9"/>
    <w:rsid w:val="00FF0AF6"/>
    <w:rsid w:val="00FF0CC4"/>
    <w:rsid w:val="00FF0DDB"/>
    <w:rsid w:val="00FF1104"/>
    <w:rsid w:val="00FF1114"/>
    <w:rsid w:val="00FF1B9E"/>
    <w:rsid w:val="00FF1EA9"/>
    <w:rsid w:val="00FF2251"/>
    <w:rsid w:val="00FF269A"/>
    <w:rsid w:val="00FF2736"/>
    <w:rsid w:val="00FF292B"/>
    <w:rsid w:val="00FF2FD0"/>
    <w:rsid w:val="00FF300C"/>
    <w:rsid w:val="00FF310F"/>
    <w:rsid w:val="00FF339A"/>
    <w:rsid w:val="00FF3549"/>
    <w:rsid w:val="00FF36EF"/>
    <w:rsid w:val="00FF3952"/>
    <w:rsid w:val="00FF3B90"/>
    <w:rsid w:val="00FF3BB7"/>
    <w:rsid w:val="00FF3C0B"/>
    <w:rsid w:val="00FF3F09"/>
    <w:rsid w:val="00FF453B"/>
    <w:rsid w:val="00FF4730"/>
    <w:rsid w:val="00FF483E"/>
    <w:rsid w:val="00FF4850"/>
    <w:rsid w:val="00FF5521"/>
    <w:rsid w:val="00FF57FC"/>
    <w:rsid w:val="00FF582E"/>
    <w:rsid w:val="00FF5A61"/>
    <w:rsid w:val="00FF5E9E"/>
    <w:rsid w:val="00FF6017"/>
    <w:rsid w:val="00FF6209"/>
    <w:rsid w:val="00FF6703"/>
    <w:rsid w:val="00FF6887"/>
    <w:rsid w:val="00FF6DE2"/>
    <w:rsid w:val="00FF7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154"/>
    <w:rPr>
      <w:sz w:val="24"/>
      <w:szCs w:val="24"/>
    </w:rPr>
  </w:style>
  <w:style w:type="paragraph" w:styleId="Heading2">
    <w:name w:val="heading 2"/>
    <w:aliases w:val="!Разделы документа"/>
    <w:basedOn w:val="Normal"/>
    <w:link w:val="Heading2Char"/>
    <w:uiPriority w:val="99"/>
    <w:qFormat/>
    <w:rsid w:val="002A7F34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!Разделы документа Char"/>
    <w:basedOn w:val="DefaultParagraphFont"/>
    <w:link w:val="Heading2"/>
    <w:uiPriority w:val="99"/>
    <w:locked/>
    <w:rsid w:val="002A7F34"/>
    <w:rPr>
      <w:rFonts w:ascii="Arial" w:hAnsi="Arial" w:cs="Arial"/>
      <w:b/>
      <w:bCs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F7715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77154"/>
    <w:rPr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F77154"/>
    <w:rPr>
      <w:rFonts w:cs="Times New Roman"/>
    </w:rPr>
  </w:style>
  <w:style w:type="character" w:customStyle="1" w:styleId="FontStyle43">
    <w:name w:val="Font Style43"/>
    <w:uiPriority w:val="99"/>
    <w:rsid w:val="00F77154"/>
    <w:rPr>
      <w:rFonts w:ascii="Times New Roman" w:hAnsi="Times New Roman"/>
      <w:b/>
      <w:sz w:val="22"/>
    </w:rPr>
  </w:style>
  <w:style w:type="paragraph" w:styleId="ListParagraph">
    <w:name w:val="List Paragraph"/>
    <w:basedOn w:val="Normal"/>
    <w:uiPriority w:val="99"/>
    <w:qFormat/>
    <w:rsid w:val="00B5108C"/>
    <w:pPr>
      <w:ind w:left="708"/>
    </w:pPr>
  </w:style>
  <w:style w:type="character" w:styleId="Hyperlink">
    <w:name w:val="Hyperlink"/>
    <w:basedOn w:val="DefaultParagraphFont"/>
    <w:uiPriority w:val="99"/>
    <w:rsid w:val="002A7F34"/>
    <w:rPr>
      <w:rFonts w:cs="Times New Roman"/>
      <w:color w:val="0000FF"/>
      <w:u w:val="none"/>
    </w:rPr>
  </w:style>
  <w:style w:type="paragraph" w:customStyle="1" w:styleId="ConsPlusTitle">
    <w:name w:val="ConsPlusTitle"/>
    <w:uiPriority w:val="99"/>
    <w:rsid w:val="002A7F34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Title">
    <w:name w:val="Title!Название НПА"/>
    <w:basedOn w:val="Normal"/>
    <w:uiPriority w:val="99"/>
    <w:rsid w:val="002A7F34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NormalWeb">
    <w:name w:val="Normal (Web)"/>
    <w:basedOn w:val="Normal"/>
    <w:uiPriority w:val="99"/>
    <w:rsid w:val="00490668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99"/>
    <w:rsid w:val="0049066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90668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sid w:val="0080051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800514"/>
    <w:rPr>
      <w:rFonts w:cs="Times New Roman"/>
    </w:rPr>
  </w:style>
  <w:style w:type="character" w:styleId="FootnoteReference">
    <w:name w:val="footnote reference"/>
    <w:basedOn w:val="DefaultParagraphFont"/>
    <w:uiPriority w:val="99"/>
    <w:rsid w:val="00800514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9940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94009"/>
    <w:rPr>
      <w:rFonts w:ascii="Tahoma" w:hAnsi="Tahoma" w:cs="Tahoma"/>
      <w:sz w:val="16"/>
      <w:szCs w:val="16"/>
    </w:rPr>
  </w:style>
  <w:style w:type="paragraph" w:styleId="NoSpacing">
    <w:name w:val="No Spacing"/>
    <w:aliases w:val="Мой"/>
    <w:link w:val="NoSpacingChar"/>
    <w:uiPriority w:val="99"/>
    <w:qFormat/>
    <w:rsid w:val="00371286"/>
    <w:rPr>
      <w:rFonts w:ascii="Calibri" w:hAnsi="Calibri"/>
      <w:lang w:eastAsia="en-US"/>
    </w:rPr>
  </w:style>
  <w:style w:type="character" w:customStyle="1" w:styleId="NoSpacingChar">
    <w:name w:val="No Spacing Char"/>
    <w:aliases w:val="Мой Char"/>
    <w:basedOn w:val="DefaultParagraphFont"/>
    <w:link w:val="NoSpacing"/>
    <w:uiPriority w:val="99"/>
    <w:locked/>
    <w:rsid w:val="00371286"/>
    <w:rPr>
      <w:rFonts w:ascii="Calibri" w:eastAsia="Times New Roman" w:hAnsi="Calibri" w:cs="Times New Roman"/>
      <w:sz w:val="22"/>
      <w:szCs w:val="22"/>
      <w:lang w:val="ru-RU" w:eastAsia="en-US" w:bidi="ar-SA"/>
    </w:rPr>
  </w:style>
  <w:style w:type="paragraph" w:styleId="Title0">
    <w:name w:val="Title"/>
    <w:basedOn w:val="Normal"/>
    <w:link w:val="TitleChar"/>
    <w:uiPriority w:val="99"/>
    <w:qFormat/>
    <w:rsid w:val="00371286"/>
    <w:pPr>
      <w:ind w:firstLine="284"/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0"/>
    <w:uiPriority w:val="99"/>
    <w:locked/>
    <w:rsid w:val="00371286"/>
    <w:rPr>
      <w:rFonts w:cs="Times New Roman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91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4</Pages>
  <Words>836</Words>
  <Characters>4770</Characters>
  <Application>Microsoft Office Outlook</Application>
  <DocSecurity>0</DocSecurity>
  <Lines>0</Lines>
  <Paragraphs>0</Paragraphs>
  <ScaleCrop>false</ScaleCrop>
  <Company>NhT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UserXP</cp:lastModifiedBy>
  <cp:revision>5</cp:revision>
  <cp:lastPrinted>2017-12-25T07:51:00Z</cp:lastPrinted>
  <dcterms:created xsi:type="dcterms:W3CDTF">2018-04-10T04:23:00Z</dcterms:created>
  <dcterms:modified xsi:type="dcterms:W3CDTF">2018-04-11T05:36:00Z</dcterms:modified>
</cp:coreProperties>
</file>